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27A82" w14:textId="1C0BAB95" w:rsidR="003E0A23" w:rsidRDefault="00162A18" w:rsidP="003E0A23">
      <w:pPr>
        <w:pStyle w:val="berschrift3"/>
      </w:pPr>
      <w:bookmarkStart w:id="0" w:name="_Hlk152678913"/>
      <w:bookmarkStart w:id="1" w:name="_Hlk169170469"/>
      <w:r>
        <w:rPr>
          <w:bCs/>
        </w:rPr>
        <w:t>Kompakt, intelligent und sicher</w:t>
      </w:r>
    </w:p>
    <w:bookmarkEnd w:id="0"/>
    <w:p w14:paraId="0FF83079" w14:textId="6B0F8448" w:rsidR="0015390E" w:rsidRPr="00F91092" w:rsidRDefault="00F91092" w:rsidP="00742FF3">
      <w:pPr>
        <w:tabs>
          <w:tab w:val="left" w:pos="4110"/>
        </w:tabs>
        <w:rPr>
          <w:rFonts w:asciiTheme="minorHAnsi" w:hAnsiTheme="minorHAnsi" w:cstheme="minorHAnsi"/>
          <w:b/>
          <w:sz w:val="32"/>
          <w:szCs w:val="32"/>
        </w:rPr>
      </w:pPr>
      <w:r w:rsidRPr="00F91092">
        <w:rPr>
          <w:rFonts w:asciiTheme="minorHAnsi" w:hAnsiTheme="minorHAnsi" w:cstheme="minorHAnsi"/>
          <w:b/>
          <w:sz w:val="32"/>
          <w:szCs w:val="32"/>
        </w:rPr>
        <w:t xml:space="preserve">Dallmeier electronic </w:t>
      </w:r>
      <w:r w:rsidR="00162A18">
        <w:rPr>
          <w:rFonts w:asciiTheme="minorHAnsi" w:hAnsiTheme="minorHAnsi" w:cstheme="minorHAnsi"/>
          <w:b/>
          <w:sz w:val="32"/>
          <w:szCs w:val="32"/>
        </w:rPr>
        <w:t xml:space="preserve">präsentiert neue Einstiegskamera </w:t>
      </w:r>
      <w:r w:rsidR="00723BE2">
        <w:rPr>
          <w:rFonts w:asciiTheme="minorHAnsi" w:hAnsiTheme="minorHAnsi" w:cstheme="minorHAnsi"/>
          <w:b/>
          <w:sz w:val="32"/>
          <w:szCs w:val="32"/>
        </w:rPr>
        <w:t>„</w:t>
      </w:r>
      <w:proofErr w:type="spellStart"/>
      <w:r w:rsidR="00162A18">
        <w:rPr>
          <w:rFonts w:asciiTheme="minorHAnsi" w:hAnsiTheme="minorHAnsi" w:cstheme="minorHAnsi"/>
          <w:b/>
          <w:sz w:val="32"/>
          <w:szCs w:val="32"/>
        </w:rPr>
        <w:t>Picoline</w:t>
      </w:r>
      <w:proofErr w:type="spellEnd"/>
      <w:r w:rsidR="00723BE2">
        <w:rPr>
          <w:rFonts w:asciiTheme="minorHAnsi" w:hAnsiTheme="minorHAnsi" w:cstheme="minorHAnsi"/>
          <w:b/>
          <w:sz w:val="32"/>
          <w:szCs w:val="32"/>
        </w:rPr>
        <w:t>“</w:t>
      </w:r>
    </w:p>
    <w:p w14:paraId="5E039041" w14:textId="77777777" w:rsidR="00F91092" w:rsidRPr="00F91092" w:rsidRDefault="00F91092" w:rsidP="00742FF3">
      <w:pPr>
        <w:tabs>
          <w:tab w:val="left" w:pos="4110"/>
        </w:tabs>
        <w:rPr>
          <w:rFonts w:asciiTheme="minorHAnsi" w:hAnsiTheme="minorHAnsi" w:cstheme="minorHAnsi"/>
        </w:rPr>
      </w:pPr>
    </w:p>
    <w:p w14:paraId="3D4D1FA1" w14:textId="60114EA4" w:rsidR="008416DF" w:rsidRPr="00203F6F" w:rsidRDefault="00D61B4D" w:rsidP="008416DF">
      <w:pPr>
        <w:jc w:val="both"/>
        <w:rPr>
          <w:b/>
          <w:bCs/>
        </w:rPr>
      </w:pPr>
      <w:r w:rsidRPr="00D61B4D">
        <w:rPr>
          <w:rFonts w:asciiTheme="minorHAnsi" w:hAnsiTheme="minorHAnsi" w:cstheme="minorHAnsi"/>
          <w:b/>
        </w:rPr>
        <w:t xml:space="preserve">Regensburg, </w:t>
      </w:r>
      <w:r w:rsidR="008C5A7A">
        <w:rPr>
          <w:rFonts w:asciiTheme="minorHAnsi" w:hAnsiTheme="minorHAnsi" w:cstheme="minorHAnsi"/>
          <w:b/>
        </w:rPr>
        <w:t>27</w:t>
      </w:r>
      <w:r w:rsidRPr="00D2627E">
        <w:rPr>
          <w:rFonts w:asciiTheme="minorHAnsi" w:hAnsiTheme="minorHAnsi" w:cstheme="minorHAnsi"/>
          <w:b/>
          <w:color w:val="000000" w:themeColor="text1"/>
        </w:rPr>
        <w:t xml:space="preserve">. </w:t>
      </w:r>
      <w:r w:rsidR="00C93719">
        <w:rPr>
          <w:rFonts w:asciiTheme="minorHAnsi" w:hAnsiTheme="minorHAnsi" w:cstheme="minorHAnsi"/>
          <w:b/>
          <w:color w:val="000000" w:themeColor="text1"/>
        </w:rPr>
        <w:t>November</w:t>
      </w:r>
      <w:r w:rsidRPr="00D2627E">
        <w:rPr>
          <w:rFonts w:asciiTheme="minorHAnsi" w:hAnsiTheme="minorHAnsi" w:cstheme="minorHAnsi"/>
          <w:b/>
          <w:color w:val="000000" w:themeColor="text1"/>
        </w:rPr>
        <w:t xml:space="preserve"> </w:t>
      </w:r>
      <w:r w:rsidRPr="00D61B4D">
        <w:rPr>
          <w:rFonts w:asciiTheme="minorHAnsi" w:hAnsiTheme="minorHAnsi" w:cstheme="minorHAnsi"/>
          <w:b/>
        </w:rPr>
        <w:t xml:space="preserve">2024 </w:t>
      </w:r>
      <w:r w:rsidRPr="00CE5E17">
        <w:rPr>
          <w:rFonts w:asciiTheme="minorHAnsi" w:hAnsiTheme="minorHAnsi" w:cstheme="minorHAnsi"/>
          <w:b/>
        </w:rPr>
        <w:t xml:space="preserve">– </w:t>
      </w:r>
      <w:r w:rsidR="00F30BAD" w:rsidRPr="00F30BAD">
        <w:rPr>
          <w:b/>
        </w:rPr>
        <w:t>Dallmeier</w:t>
      </w:r>
      <w:r w:rsidR="00F30BAD">
        <w:rPr>
          <w:b/>
        </w:rPr>
        <w:t xml:space="preserve"> electronic</w:t>
      </w:r>
      <w:r w:rsidR="00F30BAD" w:rsidRPr="00F30BAD">
        <w:rPr>
          <w:b/>
        </w:rPr>
        <w:t>, ein</w:t>
      </w:r>
      <w:r w:rsidR="008C5A7A">
        <w:rPr>
          <w:b/>
        </w:rPr>
        <w:t>er</w:t>
      </w:r>
      <w:r w:rsidR="00F30BAD">
        <w:rPr>
          <w:b/>
        </w:rPr>
        <w:t xml:space="preserve"> der</w:t>
      </w:r>
      <w:r w:rsidR="00F30BAD" w:rsidRPr="00F30BAD">
        <w:rPr>
          <w:b/>
        </w:rPr>
        <w:t xml:space="preserve"> führende</w:t>
      </w:r>
      <w:r w:rsidR="00F30BAD">
        <w:rPr>
          <w:b/>
        </w:rPr>
        <w:t>n</w:t>
      </w:r>
      <w:r w:rsidR="00F30BAD" w:rsidRPr="00F30BAD">
        <w:rPr>
          <w:b/>
        </w:rPr>
        <w:t xml:space="preserve"> Anbieter für </w:t>
      </w:r>
      <w:r w:rsidR="00F30BAD" w:rsidRPr="00656D8D">
        <w:rPr>
          <w:b/>
          <w:color w:val="000000" w:themeColor="text1"/>
        </w:rPr>
        <w:t>professionelle Videoüberwachungslösungen</w:t>
      </w:r>
      <w:r w:rsidR="00F30BAD" w:rsidRPr="00F30BAD">
        <w:rPr>
          <w:b/>
        </w:rPr>
        <w:t xml:space="preserve">, erweitert sein Produktportfolio um die Einstiegskamera </w:t>
      </w:r>
      <w:proofErr w:type="spellStart"/>
      <w:r w:rsidR="00F30BAD" w:rsidRPr="00F30BAD">
        <w:rPr>
          <w:b/>
        </w:rPr>
        <w:t>Picoline</w:t>
      </w:r>
      <w:proofErr w:type="spellEnd"/>
      <w:r w:rsidR="00F30BAD" w:rsidRPr="00F30BAD">
        <w:rPr>
          <w:b/>
        </w:rPr>
        <w:t xml:space="preserve">. </w:t>
      </w:r>
      <w:r w:rsidR="008416DF">
        <w:rPr>
          <w:b/>
        </w:rPr>
        <w:t xml:space="preserve">Damit </w:t>
      </w:r>
      <w:r w:rsidR="008416DF">
        <w:rPr>
          <w:b/>
          <w:bCs/>
        </w:rPr>
        <w:t>bietet Dallmeier eine kompakte und preiswerte Lösung für Anwendungen, die Aufnahmen mit höchster Auflösung bei Tag und Nacht (IR-Modus) erfordern</w:t>
      </w:r>
      <w:r w:rsidR="008416DF" w:rsidRPr="00203F6F">
        <w:rPr>
          <w:b/>
          <w:bCs/>
        </w:rPr>
        <w:t>.</w:t>
      </w:r>
      <w:r w:rsidR="008416DF">
        <w:rPr>
          <w:b/>
          <w:bCs/>
        </w:rPr>
        <w:t xml:space="preserve"> Ob für den Einsatz in einer Umgebung mit anspruchsvollen Lichtverhältnissen oder bei wenig Platz </w:t>
      </w:r>
      <w:r w:rsidR="008416DF" w:rsidRPr="00BD1AC4">
        <w:rPr>
          <w:b/>
          <w:bCs/>
        </w:rPr>
        <w:t>–</w:t>
      </w:r>
      <w:r w:rsidR="008416DF">
        <w:rPr>
          <w:b/>
          <w:bCs/>
        </w:rPr>
        <w:t xml:space="preserve"> die </w:t>
      </w:r>
      <w:proofErr w:type="spellStart"/>
      <w:r w:rsidR="008416DF">
        <w:rPr>
          <w:b/>
          <w:bCs/>
        </w:rPr>
        <w:t>Picoline</w:t>
      </w:r>
      <w:proofErr w:type="spellEnd"/>
      <w:r w:rsidR="008416DF">
        <w:rPr>
          <w:b/>
          <w:bCs/>
        </w:rPr>
        <w:t xml:space="preserve"> liefert hochwertige Ergebnisse. </w:t>
      </w:r>
    </w:p>
    <w:p w14:paraId="1194F734" w14:textId="52C33EC0" w:rsidR="00F30BAD" w:rsidRDefault="00F30BAD" w:rsidP="001222A6">
      <w:pPr>
        <w:tabs>
          <w:tab w:val="left" w:pos="4110"/>
        </w:tabs>
        <w:jc w:val="both"/>
        <w:rPr>
          <w:rFonts w:asciiTheme="minorHAnsi" w:hAnsiTheme="minorHAnsi" w:cstheme="minorHAnsi"/>
        </w:rPr>
      </w:pPr>
    </w:p>
    <w:p w14:paraId="53854C29" w14:textId="46A18F60" w:rsidR="00F30BAD" w:rsidRPr="009665F3" w:rsidRDefault="00F30BAD" w:rsidP="001222A6">
      <w:pPr>
        <w:tabs>
          <w:tab w:val="left" w:pos="4110"/>
        </w:tabs>
        <w:jc w:val="both"/>
      </w:pPr>
      <w:r w:rsidRPr="009665F3">
        <w:t>Die</w:t>
      </w:r>
      <w:r w:rsidR="009665F3" w:rsidRPr="009665F3">
        <w:t xml:space="preserve"> </w:t>
      </w:r>
      <w:hyperlink r:id="rId8" w:history="1">
        <w:proofErr w:type="spellStart"/>
        <w:r w:rsidR="009665F3" w:rsidRPr="008639CD">
          <w:rPr>
            <w:rStyle w:val="Hyperlink"/>
          </w:rPr>
          <w:t>Picoline</w:t>
        </w:r>
        <w:proofErr w:type="spellEnd"/>
      </w:hyperlink>
      <w:r w:rsidR="009665F3" w:rsidRPr="009665F3">
        <w:t xml:space="preserve"> vereint hohe Bildqualität</w:t>
      </w:r>
      <w:r w:rsidR="009665F3">
        <w:t xml:space="preserve"> mit </w:t>
      </w:r>
      <w:r w:rsidR="00723BE2">
        <w:t>bis zu fünf MP Auflösung</w:t>
      </w:r>
      <w:r w:rsidR="009665F3" w:rsidRPr="009665F3">
        <w:t xml:space="preserve">, </w:t>
      </w:r>
      <w:r w:rsidR="00723BE2">
        <w:t xml:space="preserve">einer Vielzahl von </w:t>
      </w:r>
      <w:proofErr w:type="spellStart"/>
      <w:r w:rsidR="00723BE2">
        <w:t>Cybersecurity</w:t>
      </w:r>
      <w:proofErr w:type="spellEnd"/>
      <w:r w:rsidR="00723BE2">
        <w:t>-Vorkehrungen</w:t>
      </w:r>
      <w:r w:rsidR="00723BE2" w:rsidRPr="009665F3">
        <w:t xml:space="preserve"> </w:t>
      </w:r>
      <w:r w:rsidR="009665F3" w:rsidRPr="009665F3">
        <w:t xml:space="preserve">und </w:t>
      </w:r>
      <w:r w:rsidR="000C7C3C">
        <w:t>KI-</w:t>
      </w:r>
      <w:r w:rsidR="009665F3" w:rsidRPr="009665F3">
        <w:t xml:space="preserve">Analysefunktionen in einem kompakten </w:t>
      </w:r>
      <w:proofErr w:type="spellStart"/>
      <w:r w:rsidR="009665F3" w:rsidRPr="009665F3">
        <w:t>Aufputzgehäuse</w:t>
      </w:r>
      <w:proofErr w:type="spellEnd"/>
      <w:r w:rsidR="00723BE2">
        <w:t xml:space="preserve">. Der kleine Formfaktor ermöglicht die Montage </w:t>
      </w:r>
      <w:r w:rsidR="009665F3" w:rsidRPr="009665F3">
        <w:t>auf engstem Raum an Decken oder Wänden</w:t>
      </w:r>
      <w:r w:rsidR="003B5837">
        <w:t>.</w:t>
      </w:r>
      <w:r w:rsidR="00723BE2">
        <w:t xml:space="preserve"> </w:t>
      </w:r>
      <w:r w:rsidR="003B5837">
        <w:t>D</w:t>
      </w:r>
      <w:r w:rsidR="00723BE2">
        <w:t xml:space="preserve">ie Stromversorgung erfolgt </w:t>
      </w:r>
      <w:r w:rsidR="009665F3" w:rsidRPr="009665F3">
        <w:t xml:space="preserve">über </w:t>
      </w:r>
      <w:proofErr w:type="spellStart"/>
      <w:r w:rsidR="009665F3" w:rsidRPr="009665F3">
        <w:t>PoE</w:t>
      </w:r>
      <w:proofErr w:type="spellEnd"/>
      <w:r w:rsidR="009665F3" w:rsidRPr="009665F3">
        <w:t xml:space="preserve">. </w:t>
      </w:r>
      <w:r w:rsidR="000C7C3C">
        <w:t>Als Allrounder ist d</w:t>
      </w:r>
      <w:r w:rsidR="009665F3" w:rsidRPr="009665F3">
        <w:t>ie Einstiegskamera</w:t>
      </w:r>
      <w:r w:rsidR="000C7C3C">
        <w:t xml:space="preserve"> </w:t>
      </w:r>
      <w:r w:rsidRPr="009665F3">
        <w:t xml:space="preserve">für </w:t>
      </w:r>
      <w:r w:rsidR="000C7C3C">
        <w:t xml:space="preserve">zahlreiche </w:t>
      </w:r>
      <w:r w:rsidRPr="009665F3">
        <w:t>Anwendungen konzipiert</w:t>
      </w:r>
      <w:r w:rsidR="0043255B">
        <w:t>.</w:t>
      </w:r>
    </w:p>
    <w:p w14:paraId="75F05A1E" w14:textId="77777777" w:rsidR="008416DF" w:rsidRDefault="008416DF" w:rsidP="008416DF">
      <w:pPr>
        <w:jc w:val="both"/>
        <w:rPr>
          <w:rFonts w:asciiTheme="minorHAnsi" w:hAnsiTheme="minorHAnsi" w:cstheme="minorHAnsi"/>
          <w:b/>
          <w:bCs/>
        </w:rPr>
      </w:pPr>
    </w:p>
    <w:p w14:paraId="24FCABB2" w14:textId="73530873" w:rsidR="008416DF" w:rsidRPr="00D8077F" w:rsidRDefault="008416DF" w:rsidP="008416DF">
      <w:pPr>
        <w:jc w:val="both"/>
        <w:rPr>
          <w:rFonts w:asciiTheme="minorHAnsi" w:hAnsiTheme="minorHAnsi" w:cstheme="minorHAnsi"/>
          <w:b/>
          <w:lang w:val="en-GB"/>
        </w:rPr>
      </w:pPr>
      <w:proofErr w:type="spellStart"/>
      <w:r w:rsidRPr="00D8077F">
        <w:rPr>
          <w:rFonts w:asciiTheme="minorHAnsi" w:hAnsiTheme="minorHAnsi" w:cstheme="minorHAnsi"/>
          <w:b/>
          <w:lang w:val="en-GB"/>
        </w:rPr>
        <w:t>Domera</w:t>
      </w:r>
      <w:proofErr w:type="spellEnd"/>
      <w:r w:rsidRPr="00D8077F">
        <w:rPr>
          <w:rFonts w:asciiTheme="minorHAnsi" w:hAnsiTheme="minorHAnsi" w:cstheme="minorHAnsi"/>
          <w:b/>
          <w:lang w:val="en-GB"/>
        </w:rPr>
        <w:t xml:space="preserve">® OS </w:t>
      </w:r>
    </w:p>
    <w:p w14:paraId="0C5393E6" w14:textId="26EF4F3B" w:rsidR="008416DF" w:rsidRDefault="008416DF" w:rsidP="008416DF">
      <w:pPr>
        <w:jc w:val="both"/>
      </w:pPr>
      <w:r w:rsidRPr="004D4853">
        <w:t xml:space="preserve">Sicherheit steht bei der </w:t>
      </w:r>
      <w:proofErr w:type="spellStart"/>
      <w:r>
        <w:t>Picoline</w:t>
      </w:r>
      <w:proofErr w:type="spellEnd"/>
      <w:r w:rsidRPr="004D4853">
        <w:t>-Serie an erster Stelle</w:t>
      </w:r>
      <w:r>
        <w:t xml:space="preserve">. </w:t>
      </w:r>
      <w:r w:rsidR="00723BE2">
        <w:t xml:space="preserve">Durch das </w:t>
      </w:r>
      <w:r w:rsidRPr="004D4853">
        <w:t>abgeschottete Linux</w:t>
      </w:r>
      <w:r>
        <w:t xml:space="preserve"> </w:t>
      </w:r>
      <w:r w:rsidRPr="004D4853">
        <w:t xml:space="preserve">Betriebssystem </w:t>
      </w:r>
      <w:proofErr w:type="spellStart"/>
      <w:r w:rsidRPr="004D4853">
        <w:t>Domera</w:t>
      </w:r>
      <w:proofErr w:type="spellEnd"/>
      <w:r w:rsidRPr="004D4853">
        <w:t>® OS profitieren Nutzer von umfangreichen Sicherheitsfunktionen.</w:t>
      </w:r>
      <w:r>
        <w:t xml:space="preserve"> Regelmäßige </w:t>
      </w:r>
      <w:r w:rsidRPr="004D4853">
        <w:t>externe Penetrationstests</w:t>
      </w:r>
      <w:r>
        <w:t>, Überwachung und Pflege</w:t>
      </w:r>
      <w:r w:rsidRPr="004D4853">
        <w:t xml:space="preserve"> </w:t>
      </w:r>
      <w:r w:rsidR="00723BE2">
        <w:t>gewährleisten</w:t>
      </w:r>
      <w:r w:rsidR="003B5837">
        <w:t xml:space="preserve"> darüber hinaus</w:t>
      </w:r>
      <w:r w:rsidR="00723BE2">
        <w:t xml:space="preserve">, </w:t>
      </w:r>
      <w:r w:rsidRPr="004D4853">
        <w:t xml:space="preserve">dass die </w:t>
      </w:r>
      <w:r>
        <w:t>Software-Komponenten</w:t>
      </w:r>
      <w:r w:rsidRPr="004D4853">
        <w:t xml:space="preserve"> stets auf dem </w:t>
      </w:r>
      <w:r>
        <w:t>aktuellen Sicherheitsstandard</w:t>
      </w:r>
      <w:r w:rsidRPr="004D4853">
        <w:t xml:space="preserve"> sind.</w:t>
      </w:r>
    </w:p>
    <w:p w14:paraId="7D5D95EC" w14:textId="77777777" w:rsidR="008416DF" w:rsidRDefault="008416DF" w:rsidP="008416DF">
      <w:pPr>
        <w:jc w:val="both"/>
      </w:pPr>
    </w:p>
    <w:p w14:paraId="0A4D87DB" w14:textId="77777777" w:rsidR="008416DF" w:rsidRPr="00147A31" w:rsidRDefault="008416DF" w:rsidP="008416DF">
      <w:pPr>
        <w:jc w:val="both"/>
        <w:rPr>
          <w:b/>
          <w:bCs/>
        </w:rPr>
      </w:pPr>
      <w:r w:rsidRPr="00147A31">
        <w:rPr>
          <w:b/>
          <w:bCs/>
        </w:rPr>
        <w:t>Sicherheitsupdates über die gesamte Lebensdauer</w:t>
      </w:r>
    </w:p>
    <w:p w14:paraId="5B619F9E" w14:textId="7B0F239F" w:rsidR="008416DF" w:rsidRPr="000D5977" w:rsidRDefault="008416DF" w:rsidP="008416DF">
      <w:pPr>
        <w:jc w:val="both"/>
      </w:pPr>
      <w:r>
        <w:t>Neben Funktionsupdates für mindestens fünf Jahre mit der Option zur Verlängerung</w:t>
      </w:r>
      <w:r w:rsidR="00723BE2">
        <w:t xml:space="preserve"> stellt Dallmeier </w:t>
      </w:r>
      <w:r w:rsidRPr="00EC225C">
        <w:t>Sicherheits-Updates für bekannt gewordene relevante CVE-Sicherheitslücken (vorbehaltlich technischer Machbarkeit) für die gesamte Laufzeit der Software-Wartung zur Verfügung.</w:t>
      </w:r>
    </w:p>
    <w:p w14:paraId="6FA7A672" w14:textId="77777777" w:rsidR="008416DF" w:rsidRDefault="008416DF" w:rsidP="009665F3">
      <w:pPr>
        <w:jc w:val="both"/>
        <w:rPr>
          <w:b/>
          <w:bCs/>
        </w:rPr>
      </w:pPr>
    </w:p>
    <w:p w14:paraId="3FB230CA" w14:textId="042A8E74" w:rsidR="009665F3" w:rsidRPr="00EC225C" w:rsidRDefault="009665F3" w:rsidP="009665F3">
      <w:pPr>
        <w:jc w:val="both"/>
        <w:rPr>
          <w:b/>
          <w:bCs/>
        </w:rPr>
      </w:pPr>
      <w:r>
        <w:rPr>
          <w:b/>
          <w:bCs/>
        </w:rPr>
        <w:t xml:space="preserve">Effiziente Überwachung durch KI </w:t>
      </w:r>
      <w:proofErr w:type="spellStart"/>
      <w:r>
        <w:rPr>
          <w:b/>
          <w:bCs/>
        </w:rPr>
        <w:t>EdgeAnalytics</w:t>
      </w:r>
      <w:proofErr w:type="spellEnd"/>
    </w:p>
    <w:p w14:paraId="32069A03" w14:textId="50186EAD" w:rsidR="009665F3" w:rsidRDefault="009665F3" w:rsidP="009665F3">
      <w:pPr>
        <w:jc w:val="both"/>
      </w:pPr>
      <w:r w:rsidRPr="007B6D84">
        <w:t xml:space="preserve">Mit der optionalen </w:t>
      </w:r>
      <w:r w:rsidR="00723BE2">
        <w:t>„</w:t>
      </w:r>
      <w:r w:rsidRPr="007B6D84">
        <w:t>Basic AI Objektklassifizierung</w:t>
      </w:r>
      <w:r w:rsidR="00723BE2">
        <w:t>“</w:t>
      </w:r>
      <w:r w:rsidRPr="007B6D84">
        <w:t xml:space="preserve"> </w:t>
      </w:r>
      <w:r w:rsidR="009403A9">
        <w:t xml:space="preserve">kann die </w:t>
      </w:r>
      <w:proofErr w:type="spellStart"/>
      <w:r w:rsidR="009403A9">
        <w:t>Picoline</w:t>
      </w:r>
      <w:proofErr w:type="spellEnd"/>
      <w:r w:rsidRPr="007B6D84">
        <w:t xml:space="preserve"> Objekte wie Personen oder Fahrzeuge erkennen und klassifizieren – unabhängig von Bewegungen im Hintergrund</w:t>
      </w:r>
      <w:r>
        <w:t xml:space="preserve">. </w:t>
      </w:r>
      <w:r w:rsidR="00391F4B" w:rsidRPr="00391F4B">
        <w:t>Mit</w:t>
      </w:r>
      <w:r w:rsidR="00391F4B">
        <w:t xml:space="preserve"> Hilfe der</w:t>
      </w:r>
      <w:r w:rsidR="00391F4B" w:rsidRPr="00391F4B">
        <w:t xml:space="preserve"> </w:t>
      </w:r>
      <w:r w:rsidR="00376E9B">
        <w:t>K</w:t>
      </w:r>
      <w:r w:rsidR="00391F4B" w:rsidRPr="00391F4B">
        <w:t xml:space="preserve">I </w:t>
      </w:r>
      <w:proofErr w:type="spellStart"/>
      <w:r w:rsidR="00391F4B" w:rsidRPr="00391F4B">
        <w:t>EdgeAnalytics</w:t>
      </w:r>
      <w:proofErr w:type="spellEnd"/>
      <w:r w:rsidR="00391F4B" w:rsidRPr="00391F4B">
        <w:t xml:space="preserve"> Apps, wie „</w:t>
      </w:r>
      <w:proofErr w:type="spellStart"/>
      <w:r w:rsidR="00391F4B" w:rsidRPr="00391F4B">
        <w:t>Loitering</w:t>
      </w:r>
      <w:proofErr w:type="spellEnd"/>
      <w:r w:rsidR="00391F4B" w:rsidRPr="00391F4B">
        <w:t xml:space="preserve"> </w:t>
      </w:r>
      <w:proofErr w:type="spellStart"/>
      <w:r w:rsidR="00391F4B" w:rsidRPr="00391F4B">
        <w:t>Detection</w:t>
      </w:r>
      <w:proofErr w:type="spellEnd"/>
      <w:r w:rsidR="00391F4B" w:rsidRPr="00391F4B">
        <w:t xml:space="preserve">“, „Intrusion </w:t>
      </w:r>
      <w:proofErr w:type="spellStart"/>
      <w:r w:rsidR="00391F4B" w:rsidRPr="00391F4B">
        <w:t>Detection</w:t>
      </w:r>
      <w:proofErr w:type="spellEnd"/>
      <w:r w:rsidR="00391F4B" w:rsidRPr="00391F4B">
        <w:t xml:space="preserve">“ und „People </w:t>
      </w:r>
      <w:proofErr w:type="spellStart"/>
      <w:r w:rsidR="00391F4B" w:rsidRPr="00391F4B">
        <w:t>Counting</w:t>
      </w:r>
      <w:proofErr w:type="spellEnd"/>
      <w:r w:rsidR="00391F4B" w:rsidRPr="00391F4B">
        <w:t>“, können Benutzer</w:t>
      </w:r>
      <w:r w:rsidR="009403A9">
        <w:t xml:space="preserve"> die</w:t>
      </w:r>
      <w:r w:rsidR="00391F4B" w:rsidRPr="00391F4B">
        <w:t xml:space="preserve"> </w:t>
      </w:r>
      <w:r w:rsidR="009403A9">
        <w:t>für sie relevanten</w:t>
      </w:r>
      <w:r w:rsidR="00391F4B" w:rsidRPr="00391F4B">
        <w:t xml:space="preserve"> Ereignisse gezielt analysieren und auswerten.</w:t>
      </w:r>
    </w:p>
    <w:p w14:paraId="40CAD009" w14:textId="77777777" w:rsidR="00391F4B" w:rsidRDefault="00391F4B" w:rsidP="009665F3">
      <w:pPr>
        <w:jc w:val="both"/>
      </w:pPr>
    </w:p>
    <w:p w14:paraId="310F3178" w14:textId="77777777" w:rsidR="008416DF" w:rsidRPr="00147A31" w:rsidRDefault="008416DF" w:rsidP="008416DF">
      <w:pPr>
        <w:jc w:val="both"/>
        <w:rPr>
          <w:b/>
          <w:bCs/>
        </w:rPr>
      </w:pPr>
      <w:r w:rsidRPr="00147A31">
        <w:rPr>
          <w:b/>
          <w:bCs/>
        </w:rPr>
        <w:t>Auswertung über jedes ONVIF-kompatible VMS und Steuerung von IoT-Devices</w:t>
      </w:r>
    </w:p>
    <w:p w14:paraId="2EE9A189" w14:textId="5C612FAB" w:rsidR="008416DF" w:rsidRDefault="008416DF" w:rsidP="008416DF">
      <w:pPr>
        <w:jc w:val="both"/>
      </w:pPr>
      <w:r w:rsidRPr="00391F4B">
        <w:t>Die Kamera-Serie ist ONVIF-kompatibel</w:t>
      </w:r>
      <w:r w:rsidR="00723BE2">
        <w:t xml:space="preserve">, </w:t>
      </w:r>
      <w:r w:rsidR="003B5837">
        <w:t xml:space="preserve">dadurch können </w:t>
      </w:r>
      <w:r w:rsidR="00723BE2">
        <w:t>Anwender sie</w:t>
      </w:r>
      <w:r w:rsidR="003B5837">
        <w:t xml:space="preserve"> </w:t>
      </w:r>
      <w:r w:rsidRPr="00391F4B">
        <w:t>problemlos in Dallmeier</w:t>
      </w:r>
      <w:r>
        <w:t xml:space="preserve"> </w:t>
      </w:r>
      <w:r w:rsidRPr="00391F4B">
        <w:t>Client-Software sowie andere ONVIF-kompatible VMS-Systeme integrier</w:t>
      </w:r>
      <w:r w:rsidR="00723BE2">
        <w:t xml:space="preserve">en. </w:t>
      </w:r>
      <w:r w:rsidRPr="00391F4B">
        <w:t>Ereignismeldungen lassen sich per E-Mail versenden oder für die Steuerung von IoT-Geräten über MQTT und HTTPS verwenden.</w:t>
      </w:r>
      <w:r>
        <w:t xml:space="preserve"> </w:t>
      </w:r>
    </w:p>
    <w:p w14:paraId="58B51256" w14:textId="77777777" w:rsidR="008416DF" w:rsidRDefault="008416DF" w:rsidP="00391F4B">
      <w:pPr>
        <w:jc w:val="both"/>
        <w:rPr>
          <w:b/>
          <w:bCs/>
        </w:rPr>
      </w:pPr>
    </w:p>
    <w:p w14:paraId="10D6821A" w14:textId="78F68153" w:rsidR="00391F4B" w:rsidRPr="008838F6" w:rsidRDefault="00391F4B" w:rsidP="00391F4B">
      <w:pPr>
        <w:jc w:val="both"/>
        <w:rPr>
          <w:b/>
          <w:bCs/>
        </w:rPr>
      </w:pPr>
      <w:r>
        <w:rPr>
          <w:b/>
          <w:bCs/>
        </w:rPr>
        <w:t xml:space="preserve">Hohe Bildqualität </w:t>
      </w:r>
      <w:r w:rsidR="00723BE2">
        <w:rPr>
          <w:b/>
          <w:bCs/>
        </w:rPr>
        <w:t>auch bei anspruchsvollen</w:t>
      </w:r>
      <w:r>
        <w:rPr>
          <w:b/>
          <w:bCs/>
        </w:rPr>
        <w:t xml:space="preserve"> Lichtverhältnisse</w:t>
      </w:r>
      <w:r w:rsidR="00723BE2">
        <w:rPr>
          <w:b/>
          <w:bCs/>
        </w:rPr>
        <w:t>n</w:t>
      </w:r>
    </w:p>
    <w:p w14:paraId="69124089" w14:textId="23CC3322" w:rsidR="008723E5" w:rsidRPr="006D52C4" w:rsidRDefault="00391F4B" w:rsidP="00391F4B">
      <w:pPr>
        <w:jc w:val="both"/>
      </w:pPr>
      <w:r>
        <w:t>Für die optimale Aufnahme von kontrastreichen Szenen mit sehr hellen und dunklen Bereichen sind die Kameras mit einer WDR-Funktion (HDR) ausgestattet</w:t>
      </w:r>
      <w:r w:rsidRPr="006D52C4">
        <w:t xml:space="preserve">. </w:t>
      </w:r>
      <w:r w:rsidR="008723E5" w:rsidRPr="006D52C4">
        <w:t xml:space="preserve">Jedes Bild wird mit </w:t>
      </w:r>
      <w:r w:rsidR="008723E5" w:rsidRPr="006D52C4">
        <w:lastRenderedPageBreak/>
        <w:t>zwei speziellen Einstellungen erfasst, die in Echtzeit zu einem ausgewogenen Ergebnis kombiniert werden. Der resultierende Video-Stream bietet wesentlich mehr Details sowohl in hellen als auch dunklen Bereichen und ist optisch sehr gut an die Wahrnehmung des menschlichen Auges an</w:t>
      </w:r>
      <w:r w:rsidR="00723BE2">
        <w:t xml:space="preserve">gepasst. </w:t>
      </w:r>
    </w:p>
    <w:p w14:paraId="7D04E432" w14:textId="77777777" w:rsidR="00391F4B" w:rsidRDefault="00391F4B" w:rsidP="00391F4B">
      <w:pPr>
        <w:jc w:val="both"/>
        <w:rPr>
          <w:b/>
          <w:bCs/>
        </w:rPr>
      </w:pPr>
    </w:p>
    <w:p w14:paraId="3FB33A3D" w14:textId="3B93BED7" w:rsidR="00391F4B" w:rsidRPr="00762AFF" w:rsidRDefault="00391F4B" w:rsidP="00391F4B">
      <w:pPr>
        <w:jc w:val="both"/>
        <w:rPr>
          <w:b/>
          <w:bCs/>
        </w:rPr>
      </w:pPr>
      <w:r>
        <w:rPr>
          <w:b/>
          <w:bCs/>
        </w:rPr>
        <w:t xml:space="preserve">Zusätzlich lokale Aufzeichnung </w:t>
      </w:r>
      <w:r w:rsidR="008C5A7A">
        <w:rPr>
          <w:b/>
          <w:bCs/>
        </w:rPr>
        <w:t>„</w:t>
      </w:r>
      <w:r>
        <w:rPr>
          <w:b/>
          <w:bCs/>
        </w:rPr>
        <w:t>an der Edge“</w:t>
      </w:r>
    </w:p>
    <w:p w14:paraId="59CE1B89" w14:textId="37B07167" w:rsidR="00391F4B" w:rsidRDefault="00391F4B" w:rsidP="00391F4B">
      <w:pPr>
        <w:tabs>
          <w:tab w:val="left" w:pos="4110"/>
        </w:tabs>
        <w:jc w:val="both"/>
      </w:pPr>
      <w:r>
        <w:t xml:space="preserve">Zwei Video-Streams mit unterschiedlichen Einstellungen gleichzeitig speichern? Das geht mit </w:t>
      </w:r>
      <w:r w:rsidR="008C5A7A">
        <w:t>Hilfe von</w:t>
      </w:r>
      <w:r>
        <w:t xml:space="preserve"> </w:t>
      </w:r>
      <w:proofErr w:type="spellStart"/>
      <w:r>
        <w:t>EdgeRecording</w:t>
      </w:r>
      <w:proofErr w:type="spellEnd"/>
      <w:r>
        <w:t xml:space="preserve"> </w:t>
      </w:r>
      <w:r w:rsidRPr="004562B4">
        <w:t>auf einer integrierten SD-Karte</w:t>
      </w:r>
      <w:r>
        <w:t xml:space="preserve"> mit bis zu 1TB. Die durch ein </w:t>
      </w:r>
      <w:proofErr w:type="spellStart"/>
      <w:r>
        <w:t>EdgeAnalytics</w:t>
      </w:r>
      <w:proofErr w:type="spellEnd"/>
      <w:r w:rsidR="008C5A7A">
        <w:t>-</w:t>
      </w:r>
      <w:r>
        <w:t xml:space="preserve">Ereignis ausgelöste Aufzeichnung ermöglicht es, kritische Momente mit einstellbarer Vor- und Nachlaufzeit festzuhalten. Zusätzlich kann der Video-Stream an ein </w:t>
      </w:r>
      <w:r w:rsidRPr="000F0D12">
        <w:t xml:space="preserve">Aufzeichnungssystem zur permanenten </w:t>
      </w:r>
      <w:r>
        <w:t>Sicherung</w:t>
      </w:r>
      <w:r w:rsidRPr="000F0D12">
        <w:t xml:space="preserve"> übertragen werden</w:t>
      </w:r>
      <w:r>
        <w:t>.</w:t>
      </w:r>
    </w:p>
    <w:p w14:paraId="5261CAB1" w14:textId="77777777" w:rsidR="006C7DDB" w:rsidRDefault="006C7DDB" w:rsidP="00391F4B">
      <w:pPr>
        <w:jc w:val="both"/>
      </w:pPr>
    </w:p>
    <w:p w14:paraId="6789B0BF" w14:textId="346099A8" w:rsidR="006C7DDB" w:rsidRPr="000F0D12" w:rsidRDefault="006C7DDB" w:rsidP="00391F4B">
      <w:pPr>
        <w:jc w:val="both"/>
      </w:pPr>
      <w:r w:rsidRPr="006C7DDB">
        <w:t xml:space="preserve">Die </w:t>
      </w:r>
      <w:proofErr w:type="spellStart"/>
      <w:r w:rsidRPr="006C7DDB">
        <w:t>Picoline</w:t>
      </w:r>
      <w:proofErr w:type="spellEnd"/>
      <w:r w:rsidRPr="006C7DDB">
        <w:t>-Serie</w:t>
      </w:r>
      <w:r w:rsidR="006D52C4">
        <w:t xml:space="preserve"> </w:t>
      </w:r>
      <w:r w:rsidRPr="006C7DDB">
        <w:t xml:space="preserve">bietet Nutzern eine flexible, </w:t>
      </w:r>
      <w:r>
        <w:t>preiswerte</w:t>
      </w:r>
      <w:r w:rsidRPr="006C7DDB">
        <w:t xml:space="preserve"> und sichere Lösung für unterschiedlichste Überwachungsanforderungen.</w:t>
      </w:r>
      <w:r w:rsidR="009403A9">
        <w:t xml:space="preserve"> </w:t>
      </w:r>
      <w:r w:rsidR="009403A9" w:rsidRPr="009403A9">
        <w:t>Wie alle Dallmeier Kameras liefer</w:t>
      </w:r>
      <w:r w:rsidR="008C5A7A">
        <w:t xml:space="preserve">t die </w:t>
      </w:r>
      <w:proofErr w:type="spellStart"/>
      <w:r w:rsidR="008C5A7A">
        <w:t>Picoline</w:t>
      </w:r>
      <w:proofErr w:type="spellEnd"/>
      <w:r w:rsidR="009403A9" w:rsidRPr="009403A9">
        <w:t xml:space="preserve"> Aufnahmen mit ausgezeichnetem Kontrast, brillanter Klarheit sowie höchste Detailauflösung und Farbtreue.</w:t>
      </w:r>
    </w:p>
    <w:p w14:paraId="2DA45595" w14:textId="77777777" w:rsidR="00F8472F" w:rsidRDefault="00F8472F" w:rsidP="00CE5E17">
      <w:pPr>
        <w:tabs>
          <w:tab w:val="left" w:pos="4110"/>
        </w:tabs>
        <w:jc w:val="both"/>
        <w:rPr>
          <w:rFonts w:asciiTheme="minorHAnsi" w:hAnsiTheme="minorHAnsi" w:cstheme="minorHAnsi"/>
          <w:b/>
          <w:bCs/>
        </w:rPr>
      </w:pPr>
    </w:p>
    <w:p w14:paraId="5F3FB276" w14:textId="77777777" w:rsidR="00D2627E" w:rsidRPr="00111276" w:rsidRDefault="00D2627E" w:rsidP="00D2627E">
      <w:pPr>
        <w:jc w:val="both"/>
        <w:rPr>
          <w:rFonts w:asciiTheme="minorHAnsi" w:hAnsiTheme="minorHAnsi" w:cstheme="minorHAnsi"/>
          <w:b/>
        </w:rPr>
      </w:pPr>
      <w:r w:rsidRPr="00111276">
        <w:rPr>
          <w:rFonts w:asciiTheme="minorHAnsi" w:hAnsiTheme="minorHAnsi" w:cstheme="minorHAnsi"/>
          <w:b/>
        </w:rPr>
        <w:t>Weitere Informationen:</w:t>
      </w:r>
    </w:p>
    <w:p w14:paraId="568E255E" w14:textId="66978767" w:rsidR="00376E9B" w:rsidRPr="00376E9B" w:rsidRDefault="00376E9B" w:rsidP="003F158F">
      <w:pPr>
        <w:pStyle w:val="Listenabsatz"/>
        <w:numPr>
          <w:ilvl w:val="0"/>
          <w:numId w:val="10"/>
        </w:numPr>
        <w:rPr>
          <w:rStyle w:val="Hyperlink"/>
          <w:color w:val="auto"/>
          <w:u w:val="none"/>
        </w:rPr>
      </w:pPr>
      <w:hyperlink r:id="rId9" w:history="1">
        <w:proofErr w:type="spellStart"/>
        <w:r w:rsidRPr="00376E9B">
          <w:rPr>
            <w:rStyle w:val="Hyperlink"/>
          </w:rPr>
          <w:t>Picoline</w:t>
        </w:r>
        <w:proofErr w:type="spellEnd"/>
      </w:hyperlink>
    </w:p>
    <w:p w14:paraId="5713DC37" w14:textId="435DFF63" w:rsidR="00376E9B" w:rsidRPr="008639CD" w:rsidRDefault="00376E9B" w:rsidP="003F158F">
      <w:pPr>
        <w:pStyle w:val="Listenabsatz"/>
        <w:numPr>
          <w:ilvl w:val="0"/>
          <w:numId w:val="10"/>
        </w:numPr>
        <w:rPr>
          <w:rStyle w:val="Hyperlink"/>
          <w:color w:val="auto"/>
          <w:u w:val="none"/>
        </w:rPr>
      </w:pPr>
      <w:hyperlink r:id="rId10" w:history="1">
        <w:proofErr w:type="spellStart"/>
        <w:r w:rsidRPr="00376E9B">
          <w:rPr>
            <w:rStyle w:val="Hyperlink"/>
          </w:rPr>
          <w:t>Domera</w:t>
        </w:r>
        <w:proofErr w:type="spellEnd"/>
        <w:r w:rsidRPr="00376E9B">
          <w:rPr>
            <w:rStyle w:val="Hyperlink"/>
          </w:rPr>
          <w:t>® Kameras</w:t>
        </w:r>
      </w:hyperlink>
    </w:p>
    <w:p w14:paraId="278E96DA" w14:textId="77777777" w:rsidR="008639CD" w:rsidRPr="00376E9B" w:rsidRDefault="008639CD" w:rsidP="008639CD">
      <w:pPr>
        <w:pStyle w:val="Listenabsatz"/>
        <w:numPr>
          <w:ilvl w:val="0"/>
          <w:numId w:val="10"/>
        </w:numPr>
        <w:rPr>
          <w:rStyle w:val="Hyperlink"/>
          <w:color w:val="auto"/>
          <w:u w:val="none"/>
        </w:rPr>
      </w:pPr>
      <w:hyperlink r:id="rId11" w:history="1">
        <w:r w:rsidRPr="00033FDE">
          <w:rPr>
            <w:rStyle w:val="Hyperlink"/>
          </w:rPr>
          <w:t>Videoanalyse &amp; KI</w:t>
        </w:r>
      </w:hyperlink>
    </w:p>
    <w:p w14:paraId="1916D39A" w14:textId="6B9F10AC" w:rsidR="00376E9B" w:rsidRPr="00B22ABB" w:rsidRDefault="00376E9B" w:rsidP="003F158F">
      <w:pPr>
        <w:pStyle w:val="Listenabsatz"/>
        <w:numPr>
          <w:ilvl w:val="0"/>
          <w:numId w:val="10"/>
        </w:numPr>
        <w:rPr>
          <w:rStyle w:val="Hyperlink"/>
          <w:color w:val="auto"/>
          <w:u w:val="none"/>
        </w:rPr>
      </w:pPr>
      <w:hyperlink r:id="rId12" w:history="1">
        <w:r w:rsidRPr="00376E9B">
          <w:rPr>
            <w:rStyle w:val="Hyperlink"/>
          </w:rPr>
          <w:t>Datenschutz und Datensicherheit</w:t>
        </w:r>
      </w:hyperlink>
    </w:p>
    <w:p w14:paraId="7A0E2624" w14:textId="77777777" w:rsidR="00B22ABB" w:rsidRDefault="00B22ABB" w:rsidP="00B22ABB">
      <w:pPr>
        <w:ind w:left="360"/>
      </w:pPr>
    </w:p>
    <w:p w14:paraId="5E953F40" w14:textId="77777777" w:rsidR="0096255F" w:rsidRDefault="0096255F" w:rsidP="00B22ABB">
      <w:pPr>
        <w:ind w:left="360"/>
      </w:pPr>
    </w:p>
    <w:p w14:paraId="61354845" w14:textId="38D9341A" w:rsidR="004B022E" w:rsidRPr="004A5C6E" w:rsidRDefault="004B022E" w:rsidP="004B022E">
      <w:pPr>
        <w:jc w:val="both"/>
        <w:rPr>
          <w:rFonts w:asciiTheme="minorHAnsi" w:hAnsiTheme="minorHAnsi" w:cstheme="minorHAnsi"/>
          <w:b/>
          <w:color w:val="FF0000"/>
        </w:rPr>
      </w:pPr>
      <w:r w:rsidRPr="004A5C6E">
        <w:rPr>
          <w:rFonts w:asciiTheme="minorHAnsi" w:hAnsiTheme="minorHAnsi" w:cstheme="minorHAnsi"/>
          <w:b/>
          <w:color w:val="FF0000"/>
        </w:rPr>
        <w:t xml:space="preserve">+++ </w:t>
      </w:r>
      <w:r>
        <w:rPr>
          <w:rFonts w:asciiTheme="minorHAnsi" w:hAnsiTheme="minorHAnsi" w:cstheme="minorHAnsi"/>
          <w:b/>
          <w:color w:val="FF0000"/>
        </w:rPr>
        <w:t>BILDUNTERSCHRIFTEN</w:t>
      </w:r>
      <w:r w:rsidRPr="004A5C6E">
        <w:rPr>
          <w:rFonts w:asciiTheme="minorHAnsi" w:hAnsiTheme="minorHAnsi" w:cstheme="minorHAnsi"/>
          <w:b/>
          <w:color w:val="FF0000"/>
        </w:rPr>
        <w:t xml:space="preserve"> +++</w:t>
      </w:r>
    </w:p>
    <w:p w14:paraId="04F57130" w14:textId="77777777" w:rsidR="00EE4852" w:rsidRPr="00311265" w:rsidRDefault="00EE4852" w:rsidP="00285901">
      <w:pPr>
        <w:jc w:val="both"/>
        <w:rPr>
          <w:rFonts w:asciiTheme="minorHAnsi" w:hAnsiTheme="minorHAnsi" w:cstheme="minorHAnsi"/>
          <w:bCs/>
          <w:lang w:val="en-GB"/>
        </w:rPr>
      </w:pPr>
    </w:p>
    <w:bookmarkEnd w:id="1"/>
    <w:p w14:paraId="69C5B48F" w14:textId="5AE902DC" w:rsidR="00D8077F" w:rsidRPr="00656D8D" w:rsidRDefault="00D8077F" w:rsidP="00D8077F">
      <w:pPr>
        <w:jc w:val="both"/>
        <w:rPr>
          <w:rFonts w:asciiTheme="minorHAnsi" w:hAnsiTheme="minorHAnsi" w:cstheme="minorHAnsi"/>
          <w:b/>
          <w:color w:val="FF0000"/>
        </w:rPr>
      </w:pPr>
      <w:proofErr w:type="spellStart"/>
      <w:r w:rsidRPr="00656D8D">
        <w:rPr>
          <w:rFonts w:asciiTheme="minorHAnsi" w:hAnsiTheme="minorHAnsi" w:cstheme="minorHAnsi"/>
          <w:b/>
          <w:color w:val="FF0000"/>
        </w:rPr>
        <w:t>P</w:t>
      </w:r>
      <w:r>
        <w:rPr>
          <w:rFonts w:asciiTheme="minorHAnsi" w:hAnsiTheme="minorHAnsi" w:cstheme="minorHAnsi"/>
          <w:b/>
          <w:color w:val="FF0000"/>
        </w:rPr>
        <w:t>icoline</w:t>
      </w:r>
      <w:proofErr w:type="spellEnd"/>
    </w:p>
    <w:p w14:paraId="3E333D4D" w14:textId="26CDCF66" w:rsidR="00D8077F" w:rsidRDefault="00D8077F" w:rsidP="00D8077F">
      <w:pPr>
        <w:ind w:right="570"/>
        <w:jc w:val="both"/>
      </w:pPr>
      <w:r w:rsidRPr="009665F3">
        <w:t xml:space="preserve">Die </w:t>
      </w:r>
      <w:proofErr w:type="spellStart"/>
      <w:r w:rsidRPr="00D8077F">
        <w:t>Picoline</w:t>
      </w:r>
      <w:proofErr w:type="spellEnd"/>
      <w:r w:rsidRPr="009665F3">
        <w:t xml:space="preserve"> </w:t>
      </w:r>
      <w:r>
        <w:t xml:space="preserve">von Dallmeier </w:t>
      </w:r>
      <w:r w:rsidRPr="009665F3">
        <w:t>vereint hohe Bildqualität</w:t>
      </w:r>
      <w:r>
        <w:t xml:space="preserve"> mit bis zu fünf MP Auflösung</w:t>
      </w:r>
      <w:r w:rsidRPr="009665F3">
        <w:t xml:space="preserve">, </w:t>
      </w:r>
      <w:r>
        <w:t xml:space="preserve">einer Vielzahl von </w:t>
      </w:r>
      <w:proofErr w:type="spellStart"/>
      <w:r>
        <w:t>Cybersecurity</w:t>
      </w:r>
      <w:proofErr w:type="spellEnd"/>
      <w:r>
        <w:t>-Vorkehrungen</w:t>
      </w:r>
      <w:r w:rsidRPr="009665F3">
        <w:t xml:space="preserve"> und </w:t>
      </w:r>
      <w:r>
        <w:t>KI-</w:t>
      </w:r>
      <w:r w:rsidRPr="009665F3">
        <w:t xml:space="preserve">Analysefunktionen in einem kompakten </w:t>
      </w:r>
      <w:proofErr w:type="spellStart"/>
      <w:r w:rsidRPr="009665F3">
        <w:t>Aufputzgehäuse</w:t>
      </w:r>
      <w:proofErr w:type="spellEnd"/>
      <w:r>
        <w:t xml:space="preserve">. </w:t>
      </w:r>
    </w:p>
    <w:p w14:paraId="5E215534" w14:textId="79EAC277" w:rsidR="00D8077F" w:rsidRPr="00CC7779" w:rsidRDefault="00D8077F" w:rsidP="00D8077F">
      <w:pPr>
        <w:ind w:right="570"/>
        <w:jc w:val="both"/>
        <w:rPr>
          <w:i/>
          <w:iCs/>
          <w:lang w:val="en-GB"/>
        </w:rPr>
      </w:pPr>
      <w:r w:rsidRPr="00CC7779">
        <w:rPr>
          <w:i/>
          <w:iCs/>
          <w:lang w:val="en-GB"/>
        </w:rPr>
        <w:t xml:space="preserve">Bildnachweis: Dallmeier electronic </w:t>
      </w:r>
    </w:p>
    <w:p w14:paraId="1CEAE476" w14:textId="77777777" w:rsidR="004B022E" w:rsidRPr="00CC7779" w:rsidRDefault="004B022E" w:rsidP="0039701C">
      <w:pPr>
        <w:rPr>
          <w:rFonts w:asciiTheme="minorHAnsi" w:hAnsiTheme="minorHAnsi" w:cstheme="minorHAnsi"/>
          <w:b/>
          <w:lang w:val="en-GB"/>
        </w:rPr>
      </w:pPr>
    </w:p>
    <w:p w14:paraId="14F852BA" w14:textId="4EC9EA5C"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063562EA" w14:textId="77777777" w:rsidR="00486A0D" w:rsidRPr="004B022E" w:rsidRDefault="00486A0D" w:rsidP="00486A0D">
      <w:pPr>
        <w:pStyle w:val="berschrift1"/>
        <w:rPr>
          <w:lang w:val="en-GB"/>
        </w:rPr>
      </w:pPr>
      <w:r w:rsidRPr="004B022E">
        <w:rPr>
          <w:lang w:val="en-GB"/>
        </w:rPr>
        <w:t>Dallmeier: Turn images into assets.</w:t>
      </w:r>
    </w:p>
    <w:p w14:paraId="4920665A" w14:textId="77777777" w:rsidR="00486A0D" w:rsidRDefault="00486A0D" w:rsidP="00486A0D">
      <w:pPr>
        <w:pStyle w:val="berschrift1"/>
      </w:pPr>
      <w:r>
        <w:t>Mit wegweisender Videotechnologie aus Deutschland.</w:t>
      </w:r>
    </w:p>
    <w:p w14:paraId="7B035F23" w14:textId="77777777" w:rsidR="00486A0D" w:rsidRDefault="00486A0D" w:rsidP="00486A0D">
      <w:pPr>
        <w:tabs>
          <w:tab w:val="left" w:pos="4110"/>
        </w:tabs>
        <w:rPr>
          <w:rFonts w:asciiTheme="minorHAnsi" w:hAnsiTheme="minorHAnsi" w:cstheme="minorHAnsi"/>
        </w:rPr>
      </w:pPr>
    </w:p>
    <w:p w14:paraId="4B65B6C1" w14:textId="77777777" w:rsidR="00486A0D" w:rsidRDefault="00486A0D" w:rsidP="00486A0D">
      <w:pPr>
        <w:jc w:val="both"/>
      </w:pPr>
      <w:r>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1820D977" w14:textId="77777777" w:rsidR="00486A0D" w:rsidRDefault="00486A0D" w:rsidP="00486A0D">
      <w:pPr>
        <w:jc w:val="both"/>
      </w:pPr>
    </w:p>
    <w:p w14:paraId="3F436B6B" w14:textId="77777777" w:rsidR="00486A0D" w:rsidRDefault="00486A0D" w:rsidP="00486A0D">
      <w:pPr>
        <w:jc w:val="both"/>
        <w:rPr>
          <w:b/>
          <w:bCs/>
          <w:sz w:val="22"/>
          <w:szCs w:val="22"/>
        </w:rPr>
      </w:pPr>
      <w:r>
        <w:rPr>
          <w:b/>
          <w:bCs/>
        </w:rPr>
        <w:lastRenderedPageBreak/>
        <w:t>Unsere Kunden: Vom Gewerbebetrieb bis zum WM-Stadion</w:t>
      </w:r>
    </w:p>
    <w:p w14:paraId="187CC2C3" w14:textId="77777777" w:rsidR="00486A0D" w:rsidRDefault="00486A0D" w:rsidP="00486A0D">
      <w:pPr>
        <w:jc w:val="both"/>
      </w:pPr>
      <w:r>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054872FB" w14:textId="77777777" w:rsidR="00486A0D" w:rsidRDefault="00486A0D" w:rsidP="00486A0D">
      <w:pPr>
        <w:jc w:val="both"/>
      </w:pPr>
    </w:p>
    <w:p w14:paraId="476FCD3E" w14:textId="77777777" w:rsidR="00486A0D" w:rsidRDefault="00486A0D" w:rsidP="00486A0D">
      <w:pPr>
        <w:jc w:val="both"/>
        <w:rPr>
          <w:b/>
          <w:bCs/>
        </w:rPr>
      </w:pPr>
      <w:r>
        <w:rPr>
          <w:b/>
          <w:bCs/>
        </w:rPr>
        <w:t>Niedrige Gesamtbetriebskosten „Made in Germany“</w:t>
      </w:r>
    </w:p>
    <w:p w14:paraId="272196FF" w14:textId="77777777" w:rsidR="00486A0D" w:rsidRDefault="00486A0D" w:rsidP="00486A0D">
      <w:pPr>
        <w:jc w:val="both"/>
      </w:pPr>
      <w:r>
        <w:t>Mit wegweisenden Innovationen gelingt es Dallmeier immer wieder, sich technologisch an die Spitze zu setzen: Vom weltweit ersten Digitalen Bildspeicher mit Bewegungsanalyse im Jahr 1992 über die patentierte „</w:t>
      </w:r>
      <w:proofErr w:type="spellStart"/>
      <w:r>
        <w:t>Multifocal</w:t>
      </w:r>
      <w:proofErr w:type="spellEnd"/>
      <w:r>
        <w:t>-Sensortechnologie“ Panomera® mit ihrem „</w:t>
      </w:r>
      <w:proofErr w:type="spellStart"/>
      <w:r>
        <w:t>Mountera</w:t>
      </w:r>
      <w:proofErr w:type="spellEnd"/>
      <w:r>
        <w:t xml:space="preserve">®“ Montagesystem bis hin zur </w:t>
      </w:r>
      <w:proofErr w:type="spellStart"/>
      <w:r>
        <w:t>Domera</w:t>
      </w:r>
      <w:proofErr w:type="spellEnd"/>
      <w:r>
        <w:t xml:space="preserve">® Kamerafamilie, die bis zu 300 Kameravarianten mit nur 18 Komponenten ermöglicht. Diese und viele weitere Innovationen stiften echten Kundennutzen und können mit ihrem dadurch niedrigem Total </w:t>
      </w:r>
      <w:proofErr w:type="spellStart"/>
      <w:r>
        <w:t>Cost</w:t>
      </w:r>
      <w:proofErr w:type="spellEnd"/>
      <w:r>
        <w:t xml:space="preserve"> </w:t>
      </w:r>
      <w:proofErr w:type="spellStart"/>
      <w:r>
        <w:t>of</w:t>
      </w:r>
      <w:proofErr w:type="spellEnd"/>
      <w:r>
        <w:t xml:space="preserve"> Ownership (TCO) und hohem Return on Investment (ROI) problemlos mit Systemen aus Niedriglohnländern konkurrieren.</w:t>
      </w:r>
    </w:p>
    <w:p w14:paraId="4EAA7573" w14:textId="77777777" w:rsidR="00486A0D" w:rsidRDefault="00486A0D" w:rsidP="00486A0D">
      <w:pPr>
        <w:jc w:val="both"/>
      </w:pPr>
    </w:p>
    <w:p w14:paraId="7C689B2F" w14:textId="77777777" w:rsidR="00486A0D" w:rsidRDefault="00486A0D" w:rsidP="00486A0D">
      <w:pPr>
        <w:jc w:val="both"/>
        <w:rPr>
          <w:b/>
          <w:bCs/>
          <w:sz w:val="22"/>
          <w:szCs w:val="22"/>
        </w:rPr>
      </w:pPr>
      <w:proofErr w:type="spellStart"/>
      <w:r>
        <w:rPr>
          <w:b/>
          <w:bCs/>
        </w:rPr>
        <w:t>Cybersecurity</w:t>
      </w:r>
      <w:proofErr w:type="spellEnd"/>
      <w:r>
        <w:rPr>
          <w:b/>
          <w:bCs/>
        </w:rPr>
        <w:t>, Datenschutz und ethische Verantwortung durch maximale Fertigungstiefe</w:t>
      </w:r>
    </w:p>
    <w:p w14:paraId="5416552E" w14:textId="77777777" w:rsidR="00486A0D" w:rsidRDefault="00486A0D" w:rsidP="00486A0D">
      <w:pPr>
        <w:jc w:val="both"/>
      </w:pPr>
      <w:r>
        <w:t xml:space="preserve">Durch 100 % „Made in Germany“ garantieren wir unseren Kunden zudem allerhöchste Standards bei den Themen Datenschutz, </w:t>
      </w:r>
      <w:proofErr w:type="spellStart"/>
      <w:r>
        <w:t>Cybersecurity</w:t>
      </w:r>
      <w:proofErr w:type="spellEnd"/>
      <w:r>
        <w:t xml:space="preserve">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77CEB055" w14:textId="77777777" w:rsidR="00486A0D" w:rsidRDefault="00486A0D" w:rsidP="00486A0D">
      <w:pPr>
        <w:jc w:val="both"/>
      </w:pPr>
    </w:p>
    <w:p w14:paraId="4F4F98ED" w14:textId="77777777" w:rsidR="00486A0D" w:rsidRDefault="00486A0D" w:rsidP="00486A0D">
      <w:pPr>
        <w:jc w:val="both"/>
      </w:pPr>
      <w:hyperlink r:id="rId13" w:history="1">
        <w:r>
          <w:rPr>
            <w:rStyle w:val="Hyperlink"/>
          </w:rPr>
          <w:t>www.dallmeier.com</w:t>
        </w:r>
      </w:hyperlink>
    </w:p>
    <w:p w14:paraId="799A2420" w14:textId="0974C9B1" w:rsidR="00486A0D" w:rsidRPr="00A2113E" w:rsidRDefault="00486A0D" w:rsidP="001C7DB0">
      <w:pPr>
        <w:ind w:right="570"/>
        <w:jc w:val="both"/>
        <w:rPr>
          <w:rFonts w:asciiTheme="minorHAnsi" w:hAnsiTheme="minorHAnsi" w:cstheme="minorHAnsi"/>
          <w:color w:val="1CBBFF"/>
          <w:u w:val="single"/>
        </w:rPr>
      </w:pPr>
      <w:hyperlink r:id="rId14" w:history="1">
        <w:r>
          <w:rPr>
            <w:rStyle w:val="Hyperlink"/>
          </w:rPr>
          <w:t>www.panomera.com</w:t>
        </w:r>
      </w:hyperlink>
    </w:p>
    <w:sectPr w:rsidR="00486A0D" w:rsidRPr="00A2113E" w:rsidSect="00D02756">
      <w:headerReference w:type="default" r:id="rId15"/>
      <w:footerReference w:type="default" r:id="rId16"/>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C95DC3" w14:textId="77777777" w:rsidR="00352C90" w:rsidRDefault="00352C90" w:rsidP="00164ED4">
      <w:r>
        <w:separator/>
      </w:r>
    </w:p>
  </w:endnote>
  <w:endnote w:type="continuationSeparator" w:id="0">
    <w:p w14:paraId="6CA77F51" w14:textId="77777777" w:rsidR="00352C90" w:rsidRDefault="00352C90"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77777777"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Pressestelle</w:t>
          </w:r>
          <w:proofErr w:type="spellEnd"/>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Bahnhofstr</w:t>
          </w:r>
          <w:proofErr w:type="spellEnd"/>
          <w:r w:rsidRPr="00433C0C">
            <w:rPr>
              <w:rFonts w:asciiTheme="minorHAnsi" w:hAnsiTheme="minorHAnsi" w:cstheme="minorHAnsi"/>
              <w:sz w:val="14"/>
              <w:szCs w:val="14"/>
              <w:lang w:val="en-US"/>
            </w:rPr>
            <w:t xml:space="preserve">.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Pr="00E90BED">
            <w:rPr>
              <w:rFonts w:asciiTheme="minorHAnsi" w:hAnsiTheme="minorHAnsi" w:cstheme="minorHAnsi"/>
              <w:sz w:val="14"/>
              <w:szCs w:val="14"/>
            </w:rPr>
            <w:t>Deutschland</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71E34EE0"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8C5A7A">
            <w:rPr>
              <w:rFonts w:asciiTheme="minorHAnsi" w:hAnsiTheme="minorHAnsi" w:cstheme="minorHAnsi"/>
              <w:sz w:val="14"/>
              <w:szCs w:val="14"/>
            </w:rPr>
            <w:t>11</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1E78BB">
            <w:rPr>
              <w:rFonts w:asciiTheme="minorHAnsi" w:hAnsiTheme="minorHAnsi" w:cstheme="minorHAnsi"/>
              <w:sz w:val="14"/>
              <w:szCs w:val="14"/>
            </w:rPr>
            <w:t>4</w:t>
          </w:r>
        </w:p>
        <w:p w14:paraId="343D40B0"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C0BBA" w14:textId="77777777" w:rsidR="00352C90" w:rsidRDefault="00352C90" w:rsidP="00164ED4">
      <w:r>
        <w:separator/>
      </w:r>
    </w:p>
  </w:footnote>
  <w:footnote w:type="continuationSeparator" w:id="0">
    <w:p w14:paraId="79479161" w14:textId="77777777" w:rsidR="00352C90" w:rsidRDefault="00352C90"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7D622670" w:rsidR="007B121E" w:rsidRDefault="00B175DD" w:rsidP="00EB620D">
    <w:pPr>
      <w:pStyle w:val="Titel"/>
    </w:pPr>
    <w:r w:rsidRPr="008C12E9">
      <w:t xml:space="preserve">Dallmeier </w:t>
    </w:r>
    <w:r w:rsidR="00EB620D">
      <w:t>Press</w:t>
    </w:r>
    <w:r w:rsidR="00D2627E">
      <w:t>e</w:t>
    </w:r>
    <w:r w:rsidR="004869AF">
      <w:t>mitteilung</w:t>
    </w:r>
  </w:p>
  <w:p w14:paraId="2A8EF9BE" w14:textId="77777777" w:rsidR="008C5A7A" w:rsidRPr="008C5A7A" w:rsidRDefault="008C5A7A" w:rsidP="008C5A7A">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3"/>
  </w:num>
  <w:num w:numId="2" w16cid:durableId="478882071">
    <w:abstractNumId w:val="8"/>
  </w:num>
  <w:num w:numId="3" w16cid:durableId="1083262807">
    <w:abstractNumId w:val="7"/>
  </w:num>
  <w:num w:numId="4" w16cid:durableId="1287588180">
    <w:abstractNumId w:val="5"/>
  </w:num>
  <w:num w:numId="5" w16cid:durableId="934437694">
    <w:abstractNumId w:val="0"/>
  </w:num>
  <w:num w:numId="6" w16cid:durableId="24214192">
    <w:abstractNumId w:val="4"/>
  </w:num>
  <w:num w:numId="7" w16cid:durableId="1982072638">
    <w:abstractNumId w:val="6"/>
  </w:num>
  <w:num w:numId="8" w16cid:durableId="1165511397">
    <w:abstractNumId w:val="1"/>
  </w:num>
  <w:num w:numId="9" w16cid:durableId="144057575">
    <w:abstractNumId w:val="9"/>
  </w:num>
  <w:num w:numId="10" w16cid:durableId="7029454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0279F"/>
    <w:rsid w:val="00006FFB"/>
    <w:rsid w:val="00011430"/>
    <w:rsid w:val="00021941"/>
    <w:rsid w:val="00023E42"/>
    <w:rsid w:val="0002400E"/>
    <w:rsid w:val="00033FDE"/>
    <w:rsid w:val="00041BFF"/>
    <w:rsid w:val="00050F63"/>
    <w:rsid w:val="0006181B"/>
    <w:rsid w:val="00063C2D"/>
    <w:rsid w:val="00063F09"/>
    <w:rsid w:val="00065C8A"/>
    <w:rsid w:val="00074C5B"/>
    <w:rsid w:val="00077A91"/>
    <w:rsid w:val="00077F4F"/>
    <w:rsid w:val="00082B2D"/>
    <w:rsid w:val="00083B45"/>
    <w:rsid w:val="00083E16"/>
    <w:rsid w:val="000843CE"/>
    <w:rsid w:val="000843F6"/>
    <w:rsid w:val="00086716"/>
    <w:rsid w:val="000915B3"/>
    <w:rsid w:val="00097ECE"/>
    <w:rsid w:val="000A1CEA"/>
    <w:rsid w:val="000A51DB"/>
    <w:rsid w:val="000B2862"/>
    <w:rsid w:val="000B6160"/>
    <w:rsid w:val="000C01B2"/>
    <w:rsid w:val="000C7C3C"/>
    <w:rsid w:val="000C7C4E"/>
    <w:rsid w:val="000D570A"/>
    <w:rsid w:val="000E25A4"/>
    <w:rsid w:val="000E7838"/>
    <w:rsid w:val="000F4775"/>
    <w:rsid w:val="000F5606"/>
    <w:rsid w:val="000F60F7"/>
    <w:rsid w:val="00114428"/>
    <w:rsid w:val="00120DC5"/>
    <w:rsid w:val="001222A6"/>
    <w:rsid w:val="00123D82"/>
    <w:rsid w:val="00125865"/>
    <w:rsid w:val="0012622F"/>
    <w:rsid w:val="0013599B"/>
    <w:rsid w:val="001367D4"/>
    <w:rsid w:val="00137381"/>
    <w:rsid w:val="00140A70"/>
    <w:rsid w:val="00144CE5"/>
    <w:rsid w:val="00150E94"/>
    <w:rsid w:val="00152699"/>
    <w:rsid w:val="0015390E"/>
    <w:rsid w:val="00154462"/>
    <w:rsid w:val="001552D0"/>
    <w:rsid w:val="00162A18"/>
    <w:rsid w:val="00164ED4"/>
    <w:rsid w:val="00165E18"/>
    <w:rsid w:val="00177714"/>
    <w:rsid w:val="00182E5D"/>
    <w:rsid w:val="001928AF"/>
    <w:rsid w:val="00194446"/>
    <w:rsid w:val="00197632"/>
    <w:rsid w:val="001B0349"/>
    <w:rsid w:val="001C249B"/>
    <w:rsid w:val="001C3BA6"/>
    <w:rsid w:val="001C3BCF"/>
    <w:rsid w:val="001C75C2"/>
    <w:rsid w:val="001C7DB0"/>
    <w:rsid w:val="001E2B7F"/>
    <w:rsid w:val="001E78BB"/>
    <w:rsid w:val="001E7903"/>
    <w:rsid w:val="001F38F3"/>
    <w:rsid w:val="002007FD"/>
    <w:rsid w:val="002034E4"/>
    <w:rsid w:val="00204591"/>
    <w:rsid w:val="00210210"/>
    <w:rsid w:val="0021237C"/>
    <w:rsid w:val="00212BCA"/>
    <w:rsid w:val="002155A8"/>
    <w:rsid w:val="002156E0"/>
    <w:rsid w:val="0021577F"/>
    <w:rsid w:val="00220A8E"/>
    <w:rsid w:val="002215CD"/>
    <w:rsid w:val="002275C2"/>
    <w:rsid w:val="002350A6"/>
    <w:rsid w:val="00236A5E"/>
    <w:rsid w:val="002463E4"/>
    <w:rsid w:val="0024676E"/>
    <w:rsid w:val="00251B19"/>
    <w:rsid w:val="002532F8"/>
    <w:rsid w:val="00257425"/>
    <w:rsid w:val="002610F1"/>
    <w:rsid w:val="00263379"/>
    <w:rsid w:val="00274A98"/>
    <w:rsid w:val="00275889"/>
    <w:rsid w:val="002758D9"/>
    <w:rsid w:val="002769D9"/>
    <w:rsid w:val="00276B4A"/>
    <w:rsid w:val="00281364"/>
    <w:rsid w:val="0028407A"/>
    <w:rsid w:val="00285901"/>
    <w:rsid w:val="00295BCE"/>
    <w:rsid w:val="002A12F3"/>
    <w:rsid w:val="002A27EC"/>
    <w:rsid w:val="002A42A7"/>
    <w:rsid w:val="002A63AB"/>
    <w:rsid w:val="002B760B"/>
    <w:rsid w:val="002C571F"/>
    <w:rsid w:val="002D35E1"/>
    <w:rsid w:val="002D3B32"/>
    <w:rsid w:val="002E356E"/>
    <w:rsid w:val="002E5D97"/>
    <w:rsid w:val="002E6A47"/>
    <w:rsid w:val="002F082E"/>
    <w:rsid w:val="002F1B6A"/>
    <w:rsid w:val="003020DF"/>
    <w:rsid w:val="00302571"/>
    <w:rsid w:val="00304792"/>
    <w:rsid w:val="003075A7"/>
    <w:rsid w:val="00307A33"/>
    <w:rsid w:val="00311265"/>
    <w:rsid w:val="00311699"/>
    <w:rsid w:val="00314530"/>
    <w:rsid w:val="00330E1C"/>
    <w:rsid w:val="003353B7"/>
    <w:rsid w:val="00344F26"/>
    <w:rsid w:val="003476BC"/>
    <w:rsid w:val="00347759"/>
    <w:rsid w:val="00347D4E"/>
    <w:rsid w:val="00352C90"/>
    <w:rsid w:val="00370ECC"/>
    <w:rsid w:val="003723DA"/>
    <w:rsid w:val="0037524D"/>
    <w:rsid w:val="00376E9B"/>
    <w:rsid w:val="003839E8"/>
    <w:rsid w:val="00385DD9"/>
    <w:rsid w:val="00390227"/>
    <w:rsid w:val="00391F4B"/>
    <w:rsid w:val="0039701C"/>
    <w:rsid w:val="003A1E26"/>
    <w:rsid w:val="003A4E03"/>
    <w:rsid w:val="003A5DCE"/>
    <w:rsid w:val="003A660D"/>
    <w:rsid w:val="003B0C19"/>
    <w:rsid w:val="003B2965"/>
    <w:rsid w:val="003B5837"/>
    <w:rsid w:val="003C285E"/>
    <w:rsid w:val="003C661C"/>
    <w:rsid w:val="003D28BD"/>
    <w:rsid w:val="003E0076"/>
    <w:rsid w:val="003E0A23"/>
    <w:rsid w:val="003E3869"/>
    <w:rsid w:val="003E4F5D"/>
    <w:rsid w:val="003F158F"/>
    <w:rsid w:val="003F52E6"/>
    <w:rsid w:val="003F6024"/>
    <w:rsid w:val="003F6274"/>
    <w:rsid w:val="003F7202"/>
    <w:rsid w:val="00405DE1"/>
    <w:rsid w:val="00405E35"/>
    <w:rsid w:val="00406355"/>
    <w:rsid w:val="00417275"/>
    <w:rsid w:val="00424F33"/>
    <w:rsid w:val="0043255B"/>
    <w:rsid w:val="004325CD"/>
    <w:rsid w:val="00433C0C"/>
    <w:rsid w:val="004361DF"/>
    <w:rsid w:val="00437A39"/>
    <w:rsid w:val="00444B02"/>
    <w:rsid w:val="00447005"/>
    <w:rsid w:val="004471AB"/>
    <w:rsid w:val="0045126A"/>
    <w:rsid w:val="00456034"/>
    <w:rsid w:val="00460AB4"/>
    <w:rsid w:val="004635AA"/>
    <w:rsid w:val="00466F41"/>
    <w:rsid w:val="00467DAD"/>
    <w:rsid w:val="00470EBB"/>
    <w:rsid w:val="00475FDE"/>
    <w:rsid w:val="00477283"/>
    <w:rsid w:val="004819D8"/>
    <w:rsid w:val="00481A0D"/>
    <w:rsid w:val="004862C0"/>
    <w:rsid w:val="004869AF"/>
    <w:rsid w:val="00486A0D"/>
    <w:rsid w:val="00492F2B"/>
    <w:rsid w:val="0049342A"/>
    <w:rsid w:val="004A5BFB"/>
    <w:rsid w:val="004A70E4"/>
    <w:rsid w:val="004B022E"/>
    <w:rsid w:val="004B1F22"/>
    <w:rsid w:val="004B4FD5"/>
    <w:rsid w:val="004C5077"/>
    <w:rsid w:val="004D172C"/>
    <w:rsid w:val="004D6872"/>
    <w:rsid w:val="004F3979"/>
    <w:rsid w:val="004F45FE"/>
    <w:rsid w:val="004F5531"/>
    <w:rsid w:val="00500D35"/>
    <w:rsid w:val="00504ED4"/>
    <w:rsid w:val="00507D76"/>
    <w:rsid w:val="00511487"/>
    <w:rsid w:val="0051242F"/>
    <w:rsid w:val="005207E5"/>
    <w:rsid w:val="0052475B"/>
    <w:rsid w:val="00532AFE"/>
    <w:rsid w:val="005360BB"/>
    <w:rsid w:val="005445F0"/>
    <w:rsid w:val="005454EB"/>
    <w:rsid w:val="00553777"/>
    <w:rsid w:val="00555CC5"/>
    <w:rsid w:val="005576B4"/>
    <w:rsid w:val="00560F1D"/>
    <w:rsid w:val="00564D06"/>
    <w:rsid w:val="00585C9F"/>
    <w:rsid w:val="005A1CA3"/>
    <w:rsid w:val="005B071E"/>
    <w:rsid w:val="005B1237"/>
    <w:rsid w:val="005B5B9B"/>
    <w:rsid w:val="005C27EE"/>
    <w:rsid w:val="005C2A60"/>
    <w:rsid w:val="005C4FFF"/>
    <w:rsid w:val="005C6E6D"/>
    <w:rsid w:val="005D1870"/>
    <w:rsid w:val="005D23F4"/>
    <w:rsid w:val="005D57F0"/>
    <w:rsid w:val="005E1109"/>
    <w:rsid w:val="005E69B9"/>
    <w:rsid w:val="005F363E"/>
    <w:rsid w:val="005F5ABB"/>
    <w:rsid w:val="00602F12"/>
    <w:rsid w:val="00604656"/>
    <w:rsid w:val="0060622C"/>
    <w:rsid w:val="00615A37"/>
    <w:rsid w:val="006229CB"/>
    <w:rsid w:val="00622E9A"/>
    <w:rsid w:val="00624F8D"/>
    <w:rsid w:val="006260FA"/>
    <w:rsid w:val="00627F9E"/>
    <w:rsid w:val="00631F60"/>
    <w:rsid w:val="00651635"/>
    <w:rsid w:val="006606FE"/>
    <w:rsid w:val="006632B7"/>
    <w:rsid w:val="0066736A"/>
    <w:rsid w:val="0067687D"/>
    <w:rsid w:val="00680068"/>
    <w:rsid w:val="006819CF"/>
    <w:rsid w:val="006862F6"/>
    <w:rsid w:val="00687298"/>
    <w:rsid w:val="0068794F"/>
    <w:rsid w:val="006900E4"/>
    <w:rsid w:val="006911CC"/>
    <w:rsid w:val="006921A6"/>
    <w:rsid w:val="00692B0B"/>
    <w:rsid w:val="00693C6D"/>
    <w:rsid w:val="0069496A"/>
    <w:rsid w:val="00697736"/>
    <w:rsid w:val="00697E1A"/>
    <w:rsid w:val="006B7B4B"/>
    <w:rsid w:val="006C0F9C"/>
    <w:rsid w:val="006C1355"/>
    <w:rsid w:val="006C7DDB"/>
    <w:rsid w:val="006D38D1"/>
    <w:rsid w:val="006D52C4"/>
    <w:rsid w:val="006E25F1"/>
    <w:rsid w:val="006E38F4"/>
    <w:rsid w:val="006F15BC"/>
    <w:rsid w:val="0070074F"/>
    <w:rsid w:val="007017E2"/>
    <w:rsid w:val="007071E9"/>
    <w:rsid w:val="00711351"/>
    <w:rsid w:val="00713438"/>
    <w:rsid w:val="007141DA"/>
    <w:rsid w:val="00717E19"/>
    <w:rsid w:val="00723BE2"/>
    <w:rsid w:val="0072691F"/>
    <w:rsid w:val="00730C60"/>
    <w:rsid w:val="00730C97"/>
    <w:rsid w:val="007312D6"/>
    <w:rsid w:val="00731DA1"/>
    <w:rsid w:val="007351E8"/>
    <w:rsid w:val="00742FF3"/>
    <w:rsid w:val="0074314E"/>
    <w:rsid w:val="00745B1A"/>
    <w:rsid w:val="00760D2D"/>
    <w:rsid w:val="00763F41"/>
    <w:rsid w:val="00766056"/>
    <w:rsid w:val="00766F79"/>
    <w:rsid w:val="00772D02"/>
    <w:rsid w:val="0077529D"/>
    <w:rsid w:val="00775D28"/>
    <w:rsid w:val="00776F54"/>
    <w:rsid w:val="007772F3"/>
    <w:rsid w:val="0078222A"/>
    <w:rsid w:val="00782470"/>
    <w:rsid w:val="0078290C"/>
    <w:rsid w:val="00790F01"/>
    <w:rsid w:val="007A0117"/>
    <w:rsid w:val="007A1476"/>
    <w:rsid w:val="007A2B69"/>
    <w:rsid w:val="007A49B2"/>
    <w:rsid w:val="007A64B0"/>
    <w:rsid w:val="007B121E"/>
    <w:rsid w:val="007B4F78"/>
    <w:rsid w:val="007D1C81"/>
    <w:rsid w:val="007D72B3"/>
    <w:rsid w:val="007D7A84"/>
    <w:rsid w:val="007E719C"/>
    <w:rsid w:val="007F0193"/>
    <w:rsid w:val="007F2F15"/>
    <w:rsid w:val="007F5CFC"/>
    <w:rsid w:val="00807568"/>
    <w:rsid w:val="008211EB"/>
    <w:rsid w:val="008326F3"/>
    <w:rsid w:val="00832D2F"/>
    <w:rsid w:val="0083440D"/>
    <w:rsid w:val="008416DF"/>
    <w:rsid w:val="00846B84"/>
    <w:rsid w:val="0085127C"/>
    <w:rsid w:val="00853BC6"/>
    <w:rsid w:val="008566CE"/>
    <w:rsid w:val="00856D15"/>
    <w:rsid w:val="00857958"/>
    <w:rsid w:val="00857CCB"/>
    <w:rsid w:val="008639CD"/>
    <w:rsid w:val="008723E5"/>
    <w:rsid w:val="00872F66"/>
    <w:rsid w:val="008752D3"/>
    <w:rsid w:val="00877F70"/>
    <w:rsid w:val="0089315C"/>
    <w:rsid w:val="008935DE"/>
    <w:rsid w:val="008A039A"/>
    <w:rsid w:val="008A0CD0"/>
    <w:rsid w:val="008A1E4F"/>
    <w:rsid w:val="008A3BC7"/>
    <w:rsid w:val="008A40F1"/>
    <w:rsid w:val="008C12E9"/>
    <w:rsid w:val="008C1758"/>
    <w:rsid w:val="008C18E5"/>
    <w:rsid w:val="008C5A7A"/>
    <w:rsid w:val="008D0CEB"/>
    <w:rsid w:val="008D4AD5"/>
    <w:rsid w:val="008D524F"/>
    <w:rsid w:val="008D6885"/>
    <w:rsid w:val="008D6E8A"/>
    <w:rsid w:val="008D7B26"/>
    <w:rsid w:val="008E13CC"/>
    <w:rsid w:val="008E498D"/>
    <w:rsid w:val="008E7170"/>
    <w:rsid w:val="0092177B"/>
    <w:rsid w:val="00925171"/>
    <w:rsid w:val="00930E90"/>
    <w:rsid w:val="0093191C"/>
    <w:rsid w:val="009330E8"/>
    <w:rsid w:val="00936044"/>
    <w:rsid w:val="009400C5"/>
    <w:rsid w:val="009403A9"/>
    <w:rsid w:val="009403BA"/>
    <w:rsid w:val="00960F30"/>
    <w:rsid w:val="0096255F"/>
    <w:rsid w:val="00964664"/>
    <w:rsid w:val="00965DAF"/>
    <w:rsid w:val="009665F3"/>
    <w:rsid w:val="00967E18"/>
    <w:rsid w:val="009718A3"/>
    <w:rsid w:val="00977C21"/>
    <w:rsid w:val="00981B24"/>
    <w:rsid w:val="00987AE8"/>
    <w:rsid w:val="009933E7"/>
    <w:rsid w:val="00993D90"/>
    <w:rsid w:val="00994C52"/>
    <w:rsid w:val="00994DBE"/>
    <w:rsid w:val="009951D2"/>
    <w:rsid w:val="00996839"/>
    <w:rsid w:val="009A03FD"/>
    <w:rsid w:val="009A6077"/>
    <w:rsid w:val="009B25A3"/>
    <w:rsid w:val="009C511C"/>
    <w:rsid w:val="009D601C"/>
    <w:rsid w:val="009D7433"/>
    <w:rsid w:val="009E2430"/>
    <w:rsid w:val="009E2898"/>
    <w:rsid w:val="009E477A"/>
    <w:rsid w:val="009F3BFA"/>
    <w:rsid w:val="009F6357"/>
    <w:rsid w:val="009F6BAC"/>
    <w:rsid w:val="009F6D09"/>
    <w:rsid w:val="00A04620"/>
    <w:rsid w:val="00A048DF"/>
    <w:rsid w:val="00A0633C"/>
    <w:rsid w:val="00A06826"/>
    <w:rsid w:val="00A1129B"/>
    <w:rsid w:val="00A1475D"/>
    <w:rsid w:val="00A16645"/>
    <w:rsid w:val="00A172F4"/>
    <w:rsid w:val="00A17F51"/>
    <w:rsid w:val="00A2113E"/>
    <w:rsid w:val="00A235CC"/>
    <w:rsid w:val="00A2419B"/>
    <w:rsid w:val="00A2549C"/>
    <w:rsid w:val="00A277D5"/>
    <w:rsid w:val="00A27F2E"/>
    <w:rsid w:val="00A32344"/>
    <w:rsid w:val="00A333F8"/>
    <w:rsid w:val="00A435EF"/>
    <w:rsid w:val="00A45248"/>
    <w:rsid w:val="00A45D0B"/>
    <w:rsid w:val="00A465AF"/>
    <w:rsid w:val="00A47EB9"/>
    <w:rsid w:val="00A50122"/>
    <w:rsid w:val="00A557FC"/>
    <w:rsid w:val="00A571C7"/>
    <w:rsid w:val="00A6279D"/>
    <w:rsid w:val="00A65B1E"/>
    <w:rsid w:val="00A7262F"/>
    <w:rsid w:val="00A90125"/>
    <w:rsid w:val="00A91311"/>
    <w:rsid w:val="00A947DD"/>
    <w:rsid w:val="00AA0084"/>
    <w:rsid w:val="00AA2A44"/>
    <w:rsid w:val="00AA6641"/>
    <w:rsid w:val="00AA722D"/>
    <w:rsid w:val="00AB6173"/>
    <w:rsid w:val="00AB62F8"/>
    <w:rsid w:val="00AB7352"/>
    <w:rsid w:val="00AC1098"/>
    <w:rsid w:val="00AC4EC5"/>
    <w:rsid w:val="00AC582F"/>
    <w:rsid w:val="00AD6C5F"/>
    <w:rsid w:val="00AE4C80"/>
    <w:rsid w:val="00AE4EAE"/>
    <w:rsid w:val="00AE6A0C"/>
    <w:rsid w:val="00AF47D5"/>
    <w:rsid w:val="00AF7708"/>
    <w:rsid w:val="00B05A16"/>
    <w:rsid w:val="00B05FAD"/>
    <w:rsid w:val="00B167C2"/>
    <w:rsid w:val="00B175DD"/>
    <w:rsid w:val="00B22ABB"/>
    <w:rsid w:val="00B23620"/>
    <w:rsid w:val="00B236CE"/>
    <w:rsid w:val="00B2490F"/>
    <w:rsid w:val="00B24DB6"/>
    <w:rsid w:val="00B2746E"/>
    <w:rsid w:val="00B3284E"/>
    <w:rsid w:val="00B36D0E"/>
    <w:rsid w:val="00B47B76"/>
    <w:rsid w:val="00B55BE2"/>
    <w:rsid w:val="00B60EA0"/>
    <w:rsid w:val="00B66348"/>
    <w:rsid w:val="00B7149B"/>
    <w:rsid w:val="00B72AF5"/>
    <w:rsid w:val="00B824EB"/>
    <w:rsid w:val="00B83B29"/>
    <w:rsid w:val="00B85AC1"/>
    <w:rsid w:val="00B91184"/>
    <w:rsid w:val="00BA3276"/>
    <w:rsid w:val="00BA6D75"/>
    <w:rsid w:val="00BB1E8D"/>
    <w:rsid w:val="00BC0065"/>
    <w:rsid w:val="00BD3C51"/>
    <w:rsid w:val="00BD3F3C"/>
    <w:rsid w:val="00BE460F"/>
    <w:rsid w:val="00BE6146"/>
    <w:rsid w:val="00BE6CB0"/>
    <w:rsid w:val="00BE7773"/>
    <w:rsid w:val="00BE7F3C"/>
    <w:rsid w:val="00BF0E93"/>
    <w:rsid w:val="00BF3F9A"/>
    <w:rsid w:val="00BF4857"/>
    <w:rsid w:val="00BF4DD9"/>
    <w:rsid w:val="00C14D7F"/>
    <w:rsid w:val="00C20746"/>
    <w:rsid w:val="00C21B5E"/>
    <w:rsid w:val="00C26415"/>
    <w:rsid w:val="00C27E29"/>
    <w:rsid w:val="00C31839"/>
    <w:rsid w:val="00C33076"/>
    <w:rsid w:val="00C37BB2"/>
    <w:rsid w:val="00C4040D"/>
    <w:rsid w:val="00C44732"/>
    <w:rsid w:val="00C47E1B"/>
    <w:rsid w:val="00C501E1"/>
    <w:rsid w:val="00C6307D"/>
    <w:rsid w:val="00C63EED"/>
    <w:rsid w:val="00C65530"/>
    <w:rsid w:val="00C66BDB"/>
    <w:rsid w:val="00C7030D"/>
    <w:rsid w:val="00C7627B"/>
    <w:rsid w:val="00C82A75"/>
    <w:rsid w:val="00C85C84"/>
    <w:rsid w:val="00C87171"/>
    <w:rsid w:val="00C90B8C"/>
    <w:rsid w:val="00C91525"/>
    <w:rsid w:val="00C919AB"/>
    <w:rsid w:val="00C93719"/>
    <w:rsid w:val="00C93DD6"/>
    <w:rsid w:val="00C96528"/>
    <w:rsid w:val="00CA1C93"/>
    <w:rsid w:val="00CA2A3B"/>
    <w:rsid w:val="00CA3B0D"/>
    <w:rsid w:val="00CA57FE"/>
    <w:rsid w:val="00CB2ABE"/>
    <w:rsid w:val="00CB3E2C"/>
    <w:rsid w:val="00CB67B8"/>
    <w:rsid w:val="00CB6B1E"/>
    <w:rsid w:val="00CC2AE2"/>
    <w:rsid w:val="00CC7779"/>
    <w:rsid w:val="00CD0C6F"/>
    <w:rsid w:val="00CD5275"/>
    <w:rsid w:val="00CD6894"/>
    <w:rsid w:val="00CD73D9"/>
    <w:rsid w:val="00CE5E17"/>
    <w:rsid w:val="00CF1F0F"/>
    <w:rsid w:val="00CF2F3C"/>
    <w:rsid w:val="00CF3F3C"/>
    <w:rsid w:val="00D02086"/>
    <w:rsid w:val="00D02756"/>
    <w:rsid w:val="00D05278"/>
    <w:rsid w:val="00D122B3"/>
    <w:rsid w:val="00D126C5"/>
    <w:rsid w:val="00D13740"/>
    <w:rsid w:val="00D17048"/>
    <w:rsid w:val="00D17B7E"/>
    <w:rsid w:val="00D2627E"/>
    <w:rsid w:val="00D26C71"/>
    <w:rsid w:val="00D27076"/>
    <w:rsid w:val="00D2788E"/>
    <w:rsid w:val="00D3185A"/>
    <w:rsid w:val="00D37D65"/>
    <w:rsid w:val="00D4041A"/>
    <w:rsid w:val="00D412A9"/>
    <w:rsid w:val="00D51813"/>
    <w:rsid w:val="00D5381B"/>
    <w:rsid w:val="00D541B2"/>
    <w:rsid w:val="00D5568B"/>
    <w:rsid w:val="00D6081B"/>
    <w:rsid w:val="00D613BE"/>
    <w:rsid w:val="00D61B4D"/>
    <w:rsid w:val="00D6300E"/>
    <w:rsid w:val="00D7147A"/>
    <w:rsid w:val="00D75C36"/>
    <w:rsid w:val="00D76BE9"/>
    <w:rsid w:val="00D8077F"/>
    <w:rsid w:val="00D813E8"/>
    <w:rsid w:val="00D9049A"/>
    <w:rsid w:val="00D90581"/>
    <w:rsid w:val="00D913D4"/>
    <w:rsid w:val="00D95CF5"/>
    <w:rsid w:val="00DA6CC0"/>
    <w:rsid w:val="00DC134C"/>
    <w:rsid w:val="00DC1DD7"/>
    <w:rsid w:val="00DC2962"/>
    <w:rsid w:val="00DC5A0A"/>
    <w:rsid w:val="00DC6B6B"/>
    <w:rsid w:val="00DD0476"/>
    <w:rsid w:val="00DD1A17"/>
    <w:rsid w:val="00DD5009"/>
    <w:rsid w:val="00DD6718"/>
    <w:rsid w:val="00DE025D"/>
    <w:rsid w:val="00DE1901"/>
    <w:rsid w:val="00DE2792"/>
    <w:rsid w:val="00DF10AD"/>
    <w:rsid w:val="00DF2F03"/>
    <w:rsid w:val="00E021EB"/>
    <w:rsid w:val="00E0550D"/>
    <w:rsid w:val="00E0758D"/>
    <w:rsid w:val="00E112CD"/>
    <w:rsid w:val="00E12264"/>
    <w:rsid w:val="00E12470"/>
    <w:rsid w:val="00E12CC2"/>
    <w:rsid w:val="00E20F3B"/>
    <w:rsid w:val="00E21ACC"/>
    <w:rsid w:val="00E226CE"/>
    <w:rsid w:val="00E314BD"/>
    <w:rsid w:val="00E342B4"/>
    <w:rsid w:val="00E35C0D"/>
    <w:rsid w:val="00E40B32"/>
    <w:rsid w:val="00E43AAC"/>
    <w:rsid w:val="00E476AA"/>
    <w:rsid w:val="00E562E1"/>
    <w:rsid w:val="00E60256"/>
    <w:rsid w:val="00E612EB"/>
    <w:rsid w:val="00E63350"/>
    <w:rsid w:val="00E76367"/>
    <w:rsid w:val="00E83DD9"/>
    <w:rsid w:val="00E90BED"/>
    <w:rsid w:val="00E90DC9"/>
    <w:rsid w:val="00E925C6"/>
    <w:rsid w:val="00E930F7"/>
    <w:rsid w:val="00E93D09"/>
    <w:rsid w:val="00EB3C81"/>
    <w:rsid w:val="00EB5860"/>
    <w:rsid w:val="00EB620D"/>
    <w:rsid w:val="00EB6A99"/>
    <w:rsid w:val="00EC3C7A"/>
    <w:rsid w:val="00EC43C5"/>
    <w:rsid w:val="00EC7A67"/>
    <w:rsid w:val="00ED2E3D"/>
    <w:rsid w:val="00EE4852"/>
    <w:rsid w:val="00EE7A2F"/>
    <w:rsid w:val="00F0643B"/>
    <w:rsid w:val="00F21902"/>
    <w:rsid w:val="00F26CBB"/>
    <w:rsid w:val="00F30BAD"/>
    <w:rsid w:val="00F346E4"/>
    <w:rsid w:val="00F37B89"/>
    <w:rsid w:val="00F46AE1"/>
    <w:rsid w:val="00F47522"/>
    <w:rsid w:val="00F477EB"/>
    <w:rsid w:val="00F50197"/>
    <w:rsid w:val="00F613DF"/>
    <w:rsid w:val="00F62BFF"/>
    <w:rsid w:val="00F64EA1"/>
    <w:rsid w:val="00F67C9D"/>
    <w:rsid w:val="00F73DD9"/>
    <w:rsid w:val="00F76CA8"/>
    <w:rsid w:val="00F76D82"/>
    <w:rsid w:val="00F77CA0"/>
    <w:rsid w:val="00F8472F"/>
    <w:rsid w:val="00F905B2"/>
    <w:rsid w:val="00F91092"/>
    <w:rsid w:val="00F969FB"/>
    <w:rsid w:val="00F97C89"/>
    <w:rsid w:val="00FA106B"/>
    <w:rsid w:val="00FA5CBD"/>
    <w:rsid w:val="00FB20C2"/>
    <w:rsid w:val="00FB7173"/>
    <w:rsid w:val="00FC3484"/>
    <w:rsid w:val="00FC77FF"/>
    <w:rsid w:val="00FD2781"/>
    <w:rsid w:val="00FD4D3B"/>
    <w:rsid w:val="00FD736D"/>
    <w:rsid w:val="00FE1C9D"/>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23935303">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400566451">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696857768">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85193538">
      <w:bodyDiv w:val="1"/>
      <w:marLeft w:val="0"/>
      <w:marRight w:val="0"/>
      <w:marTop w:val="0"/>
      <w:marBottom w:val="0"/>
      <w:divBdr>
        <w:top w:val="none" w:sz="0" w:space="0" w:color="auto"/>
        <w:left w:val="none" w:sz="0" w:space="0" w:color="auto"/>
        <w:bottom w:val="none" w:sz="0" w:space="0" w:color="auto"/>
        <w:right w:val="none" w:sz="0" w:space="0" w:color="auto"/>
      </w:divBdr>
    </w:div>
    <w:div w:id="926160499">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18854128">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1977102582">
      <w:bodyDiv w:val="1"/>
      <w:marLeft w:val="0"/>
      <w:marRight w:val="0"/>
      <w:marTop w:val="0"/>
      <w:marBottom w:val="0"/>
      <w:divBdr>
        <w:top w:val="none" w:sz="0" w:space="0" w:color="auto"/>
        <w:left w:val="none" w:sz="0" w:space="0" w:color="auto"/>
        <w:bottom w:val="none" w:sz="0" w:space="0" w:color="auto"/>
        <w:right w:val="none" w:sz="0" w:space="0" w:color="auto"/>
      </w:divBdr>
    </w:div>
    <w:div w:id="2002613205">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2318297">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36097239">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produkte/domera-kameras/picoline-kameras" TargetMode="External"/><Relationship Id="rId13" Type="http://schemas.openxmlformats.org/officeDocument/2006/relationships/hyperlink" Target="http://www.dallmeier.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de/produkte/datenschutz-datensicherhe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de/produkte/videoanalyse-k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dallmeier.com/de/produkte/domera-kameras" TargetMode="External"/><Relationship Id="rId4" Type="http://schemas.openxmlformats.org/officeDocument/2006/relationships/settings" Target="settings.xml"/><Relationship Id="rId9" Type="http://schemas.openxmlformats.org/officeDocument/2006/relationships/hyperlink" Target="https://www.dallmeier.com/de/produkte/domera-kameras/picoline-kameras" TargetMode="External"/><Relationship Id="rId14" Type="http://schemas.openxmlformats.org/officeDocument/2006/relationships/hyperlink" Target="http://www.panomera.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Template>
  <TotalTime>0</TotalTime>
  <Pages>3</Pages>
  <Words>932</Words>
  <Characters>5872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8</cp:revision>
  <cp:lastPrinted>2018-01-17T16:18:00Z</cp:lastPrinted>
  <dcterms:created xsi:type="dcterms:W3CDTF">2024-11-19T17:50:00Z</dcterms:created>
  <dcterms:modified xsi:type="dcterms:W3CDTF">2024-12-12T10:58:00Z</dcterms:modified>
</cp:coreProperties>
</file>