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0B3EC" w14:textId="77777777" w:rsidR="002758D9" w:rsidRDefault="002758D9" w:rsidP="003E0A23">
      <w:pPr>
        <w:pStyle w:val="berschrift3"/>
      </w:pPr>
      <w:bookmarkStart w:id="0" w:name="_Hlk152678913"/>
    </w:p>
    <w:p w14:paraId="0A627A82" w14:textId="528F4449" w:rsidR="003E0A23" w:rsidRDefault="00533E21" w:rsidP="003E0A23">
      <w:pPr>
        <w:pStyle w:val="berschrift3"/>
      </w:pPr>
      <w:bookmarkStart w:id="1" w:name="_Hlk169170469"/>
      <w:r>
        <w:rPr>
          <w:bCs/>
        </w:rPr>
        <w:t>Kombinierte KI</w:t>
      </w:r>
      <w:r w:rsidR="00C63EED" w:rsidRPr="00C63EED">
        <w:t xml:space="preserve"> und </w:t>
      </w:r>
      <w:proofErr w:type="spellStart"/>
      <w:r w:rsidR="00C63EED" w:rsidRPr="00C63EED">
        <w:t>Multifo</w:t>
      </w:r>
      <w:r w:rsidR="003A1E26">
        <w:t>c</w:t>
      </w:r>
      <w:r w:rsidR="00C63EED" w:rsidRPr="00C63EED">
        <w:t>al</w:t>
      </w:r>
      <w:proofErr w:type="spellEnd"/>
      <w:r w:rsidR="00C63EED" w:rsidRPr="00C63EED">
        <w:t xml:space="preserve">-Sensortechnologie für maximale </w:t>
      </w:r>
      <w:r>
        <w:t>Leistung am Perimeter</w:t>
      </w:r>
    </w:p>
    <w:bookmarkEnd w:id="0"/>
    <w:p w14:paraId="0FF83079" w14:textId="103414F7" w:rsidR="0015390E" w:rsidRPr="00F91092" w:rsidRDefault="00F91092" w:rsidP="00742FF3">
      <w:pPr>
        <w:tabs>
          <w:tab w:val="left" w:pos="4110"/>
        </w:tabs>
        <w:rPr>
          <w:rFonts w:asciiTheme="minorHAnsi" w:hAnsiTheme="minorHAnsi" w:cstheme="minorHAnsi"/>
          <w:b/>
          <w:sz w:val="32"/>
          <w:szCs w:val="32"/>
        </w:rPr>
      </w:pPr>
      <w:r w:rsidRPr="00F91092">
        <w:rPr>
          <w:rFonts w:asciiTheme="minorHAnsi" w:hAnsiTheme="minorHAnsi" w:cstheme="minorHAnsi"/>
          <w:b/>
          <w:sz w:val="32"/>
          <w:szCs w:val="32"/>
        </w:rPr>
        <w:t xml:space="preserve">Dallmeier electronic auf der </w:t>
      </w:r>
      <w:r w:rsidR="00C93719">
        <w:rPr>
          <w:rFonts w:asciiTheme="minorHAnsi" w:hAnsiTheme="minorHAnsi" w:cstheme="minorHAnsi"/>
          <w:b/>
          <w:sz w:val="32"/>
          <w:szCs w:val="32"/>
        </w:rPr>
        <w:t xml:space="preserve">Perimeter </w:t>
      </w:r>
      <w:proofErr w:type="spellStart"/>
      <w:r w:rsidR="00C93719">
        <w:rPr>
          <w:rFonts w:asciiTheme="minorHAnsi" w:hAnsiTheme="minorHAnsi" w:cstheme="minorHAnsi"/>
          <w:b/>
          <w:sz w:val="32"/>
          <w:szCs w:val="32"/>
        </w:rPr>
        <w:t>Protection</w:t>
      </w:r>
      <w:proofErr w:type="spellEnd"/>
      <w:r w:rsidR="00C93719">
        <w:rPr>
          <w:rFonts w:asciiTheme="minorHAnsi" w:hAnsiTheme="minorHAnsi" w:cstheme="minorHAnsi"/>
          <w:b/>
          <w:sz w:val="32"/>
          <w:szCs w:val="32"/>
        </w:rPr>
        <w:t xml:space="preserve"> 2025</w:t>
      </w:r>
      <w:r w:rsidRPr="00F91092">
        <w:rPr>
          <w:rFonts w:asciiTheme="minorHAnsi" w:hAnsiTheme="minorHAnsi" w:cstheme="minorHAnsi"/>
          <w:b/>
          <w:sz w:val="32"/>
          <w:szCs w:val="32"/>
        </w:rPr>
        <w:t xml:space="preserve">: </w:t>
      </w:r>
      <w:r w:rsidR="00C93719">
        <w:rPr>
          <w:rFonts w:asciiTheme="minorHAnsi" w:hAnsiTheme="minorHAnsi" w:cstheme="minorHAnsi"/>
          <w:b/>
          <w:sz w:val="32"/>
          <w:szCs w:val="32"/>
        </w:rPr>
        <w:t>Panomera</w:t>
      </w:r>
      <w:r w:rsidR="00C93719" w:rsidRPr="00C93719">
        <w:rPr>
          <w:rFonts w:asciiTheme="minorHAnsi" w:hAnsiTheme="minorHAnsi" w:cstheme="minorHAnsi"/>
          <w:b/>
          <w:sz w:val="32"/>
          <w:szCs w:val="32"/>
        </w:rPr>
        <w:t>®</w:t>
      </w:r>
      <w:r w:rsidR="00C93719">
        <w:rPr>
          <w:rFonts w:asciiTheme="minorHAnsi" w:hAnsiTheme="minorHAnsi" w:cstheme="minorHAnsi"/>
          <w:b/>
          <w:sz w:val="32"/>
          <w:szCs w:val="32"/>
        </w:rPr>
        <w:t xml:space="preserve"> Perimeter</w:t>
      </w:r>
      <w:r w:rsidRPr="00F91092">
        <w:rPr>
          <w:rFonts w:asciiTheme="minorHAnsi" w:hAnsiTheme="minorHAnsi" w:cstheme="minorHAnsi"/>
          <w:b/>
          <w:sz w:val="32"/>
          <w:szCs w:val="32"/>
        </w:rPr>
        <w:t xml:space="preserve"> im Mi</w:t>
      </w:r>
      <w:r>
        <w:rPr>
          <w:rFonts w:asciiTheme="minorHAnsi" w:hAnsiTheme="minorHAnsi" w:cstheme="minorHAnsi"/>
          <w:b/>
          <w:sz w:val="32"/>
          <w:szCs w:val="32"/>
        </w:rPr>
        <w:t>ttelpunkt</w:t>
      </w:r>
    </w:p>
    <w:p w14:paraId="5E039041" w14:textId="77777777" w:rsidR="00F91092" w:rsidRPr="00F91092" w:rsidRDefault="00F91092" w:rsidP="00742FF3">
      <w:pPr>
        <w:tabs>
          <w:tab w:val="left" w:pos="4110"/>
        </w:tabs>
        <w:rPr>
          <w:rFonts w:asciiTheme="minorHAnsi" w:hAnsiTheme="minorHAnsi" w:cstheme="minorHAnsi"/>
        </w:rPr>
      </w:pPr>
    </w:p>
    <w:p w14:paraId="053254A7" w14:textId="270EB232" w:rsidR="00CE5E17" w:rsidRDefault="00D61B4D" w:rsidP="00DF2F03">
      <w:pPr>
        <w:tabs>
          <w:tab w:val="left" w:pos="4110"/>
        </w:tabs>
        <w:jc w:val="both"/>
        <w:rPr>
          <w:b/>
          <w:color w:val="000000" w:themeColor="text1"/>
        </w:rPr>
      </w:pPr>
      <w:r w:rsidRPr="00D61B4D">
        <w:rPr>
          <w:rFonts w:asciiTheme="minorHAnsi" w:hAnsiTheme="minorHAnsi" w:cstheme="minorHAnsi"/>
          <w:b/>
        </w:rPr>
        <w:t xml:space="preserve">Regensburg, </w:t>
      </w:r>
      <w:r w:rsidR="008E3EAC">
        <w:rPr>
          <w:rFonts w:asciiTheme="minorHAnsi" w:hAnsiTheme="minorHAnsi" w:cstheme="minorHAnsi"/>
          <w:b/>
        </w:rPr>
        <w:t>20</w:t>
      </w:r>
      <w:r w:rsidRPr="00D2627E">
        <w:rPr>
          <w:rFonts w:asciiTheme="minorHAnsi" w:hAnsiTheme="minorHAnsi" w:cstheme="minorHAnsi"/>
          <w:b/>
          <w:color w:val="000000" w:themeColor="text1"/>
        </w:rPr>
        <w:t xml:space="preserve">. </w:t>
      </w:r>
      <w:r w:rsidR="00C93719">
        <w:rPr>
          <w:rFonts w:asciiTheme="minorHAnsi" w:hAnsiTheme="minorHAnsi" w:cstheme="minorHAnsi"/>
          <w:b/>
          <w:color w:val="000000" w:themeColor="text1"/>
        </w:rPr>
        <w:t>November</w:t>
      </w:r>
      <w:r w:rsidRPr="00D2627E">
        <w:rPr>
          <w:rFonts w:asciiTheme="minorHAnsi" w:hAnsiTheme="minorHAnsi" w:cstheme="minorHAnsi"/>
          <w:b/>
          <w:color w:val="000000" w:themeColor="text1"/>
        </w:rPr>
        <w:t xml:space="preserve"> </w:t>
      </w:r>
      <w:r w:rsidRPr="00D61B4D">
        <w:rPr>
          <w:rFonts w:asciiTheme="minorHAnsi" w:hAnsiTheme="minorHAnsi" w:cstheme="minorHAnsi"/>
          <w:b/>
        </w:rPr>
        <w:t xml:space="preserve">2024 </w:t>
      </w:r>
      <w:r w:rsidRPr="00CE5E17">
        <w:rPr>
          <w:rFonts w:asciiTheme="minorHAnsi" w:hAnsiTheme="minorHAnsi" w:cstheme="minorHAnsi"/>
          <w:b/>
        </w:rPr>
        <w:t xml:space="preserve">– </w:t>
      </w:r>
      <w:r w:rsidR="004F3979" w:rsidRPr="004F3979">
        <w:rPr>
          <w:b/>
        </w:rPr>
        <w:t>Dallmeier, einer der führenden Anbieter intelligenter Videosicherheitssysteme, wird vom 14. bis 16. Januar 202</w:t>
      </w:r>
      <w:r w:rsidR="008E3EAC">
        <w:rPr>
          <w:b/>
        </w:rPr>
        <w:t>5</w:t>
      </w:r>
      <w:r w:rsidR="004F3979" w:rsidRPr="004F3979">
        <w:rPr>
          <w:b/>
        </w:rPr>
        <w:t xml:space="preserve"> auf der Perimeter </w:t>
      </w:r>
      <w:proofErr w:type="spellStart"/>
      <w:r w:rsidR="004F3979" w:rsidRPr="004F3979">
        <w:rPr>
          <w:b/>
        </w:rPr>
        <w:t>Protection</w:t>
      </w:r>
      <w:proofErr w:type="spellEnd"/>
      <w:r w:rsidR="004F3979" w:rsidRPr="004F3979">
        <w:rPr>
          <w:b/>
        </w:rPr>
        <w:t xml:space="preserve"> in Nürnberg seine neueste</w:t>
      </w:r>
      <w:r w:rsidR="00A32344">
        <w:rPr>
          <w:b/>
        </w:rPr>
        <w:t>n</w:t>
      </w:r>
      <w:r w:rsidR="004F3979" w:rsidRPr="004F3979">
        <w:rPr>
          <w:b/>
        </w:rPr>
        <w:t xml:space="preserve"> Lösung</w:t>
      </w:r>
      <w:r w:rsidR="00A32344">
        <w:rPr>
          <w:b/>
        </w:rPr>
        <w:t>en</w:t>
      </w:r>
      <w:r w:rsidR="004F3979" w:rsidRPr="004F3979">
        <w:rPr>
          <w:b/>
        </w:rPr>
        <w:t xml:space="preserve"> für </w:t>
      </w:r>
      <w:r w:rsidR="001068D8">
        <w:rPr>
          <w:b/>
        </w:rPr>
        <w:t xml:space="preserve">den </w:t>
      </w:r>
      <w:proofErr w:type="spellStart"/>
      <w:r w:rsidR="001068D8">
        <w:rPr>
          <w:b/>
        </w:rPr>
        <w:t>Perimeterschutz</w:t>
      </w:r>
      <w:proofErr w:type="spellEnd"/>
      <w:r w:rsidR="004F3979" w:rsidRPr="004F3979">
        <w:rPr>
          <w:b/>
        </w:rPr>
        <w:t xml:space="preserve"> vorstellen.</w:t>
      </w:r>
      <w:r w:rsidR="004F3979">
        <w:rPr>
          <w:b/>
        </w:rPr>
        <w:t xml:space="preserve"> </w:t>
      </w:r>
      <w:r w:rsidR="001222A6" w:rsidRPr="00894A6E">
        <w:rPr>
          <w:b/>
          <w:color w:val="000000" w:themeColor="text1"/>
        </w:rPr>
        <w:t>Die</w:t>
      </w:r>
      <w:r w:rsidR="001222A6">
        <w:rPr>
          <w:b/>
          <w:color w:val="000000" w:themeColor="text1"/>
        </w:rPr>
        <w:t xml:space="preserve"> </w:t>
      </w:r>
      <w:r w:rsidR="001222A6" w:rsidRPr="00656D8D">
        <w:rPr>
          <w:b/>
          <w:color w:val="000000" w:themeColor="text1"/>
        </w:rPr>
        <w:t>neue Panomera® S4 Perimeter vo</w:t>
      </w:r>
      <w:r w:rsidR="001222A6">
        <w:rPr>
          <w:b/>
          <w:color w:val="000000" w:themeColor="text1"/>
        </w:rPr>
        <w:t>n</w:t>
      </w:r>
      <w:r w:rsidR="001222A6" w:rsidRPr="00894A6E">
        <w:rPr>
          <w:b/>
          <w:color w:val="000000" w:themeColor="text1"/>
        </w:rPr>
        <w:t xml:space="preserve"> </w:t>
      </w:r>
      <w:r w:rsidR="001222A6">
        <w:rPr>
          <w:b/>
          <w:color w:val="000000" w:themeColor="text1"/>
        </w:rPr>
        <w:t xml:space="preserve">Dallmeier </w:t>
      </w:r>
      <w:r w:rsidR="001068D8">
        <w:rPr>
          <w:b/>
          <w:color w:val="000000" w:themeColor="text1"/>
        </w:rPr>
        <w:t xml:space="preserve">wurde </w:t>
      </w:r>
      <w:r w:rsidR="001222A6" w:rsidRPr="00894A6E">
        <w:rPr>
          <w:b/>
          <w:color w:val="000000" w:themeColor="text1"/>
        </w:rPr>
        <w:t xml:space="preserve">speziell für den Schutz von Perimetern in sicherheitssensiblen Bereichen </w:t>
      </w:r>
      <w:r w:rsidR="001222A6">
        <w:rPr>
          <w:b/>
          <w:color w:val="000000" w:themeColor="text1"/>
        </w:rPr>
        <w:t>entwickelt</w:t>
      </w:r>
      <w:r w:rsidR="001068D8">
        <w:rPr>
          <w:b/>
          <w:color w:val="000000" w:themeColor="text1"/>
        </w:rPr>
        <w:t xml:space="preserve">. Das neue System bietet maximale Sicherheitsleistung durch die einmalige Kombination einer speziellen optischen Geometrie und zwei sich ergänzender KI-Instanzen. </w:t>
      </w:r>
    </w:p>
    <w:p w14:paraId="50F89BF9" w14:textId="10897AC2" w:rsidR="001222A6" w:rsidRDefault="001222A6" w:rsidP="001222A6">
      <w:pPr>
        <w:tabs>
          <w:tab w:val="left" w:pos="4110"/>
        </w:tabs>
        <w:jc w:val="both"/>
        <w:rPr>
          <w:rFonts w:asciiTheme="minorHAnsi" w:hAnsiTheme="minorHAnsi" w:cstheme="minorHAnsi"/>
        </w:rPr>
      </w:pPr>
    </w:p>
    <w:p w14:paraId="04897756" w14:textId="3AECEC8D" w:rsidR="00F8472F" w:rsidRPr="00D6081B" w:rsidRDefault="00F8472F" w:rsidP="00CE5E17">
      <w:pPr>
        <w:tabs>
          <w:tab w:val="left" w:pos="4110"/>
        </w:tabs>
        <w:jc w:val="both"/>
        <w:rPr>
          <w:bCs/>
        </w:rPr>
      </w:pPr>
      <w:r w:rsidRPr="00F8472F">
        <w:rPr>
          <w:bCs/>
        </w:rPr>
        <w:t xml:space="preserve">Die Messe präsentiert Lösungen für ganzheitliche Sicherheitstechnik und </w:t>
      </w:r>
      <w:proofErr w:type="spellStart"/>
      <w:r w:rsidRPr="00F8472F">
        <w:rPr>
          <w:bCs/>
        </w:rPr>
        <w:t>Perimeterschutz</w:t>
      </w:r>
      <w:proofErr w:type="spellEnd"/>
      <w:r w:rsidRPr="00F8472F">
        <w:rPr>
          <w:bCs/>
        </w:rPr>
        <w:t xml:space="preserve"> – mit einem besonderen Fokus auf der Sicherung von Freigeländen und Gebäuden in sensiblen Bereichen. Am Stand von Dallmeier (Halle 2, Stand 2-506) können sich Besucher von den Vorteilen der „Made in Germany“</w:t>
      </w:r>
      <w:r w:rsidR="0034666C">
        <w:rPr>
          <w:bCs/>
        </w:rPr>
        <w:t xml:space="preserve"> </w:t>
      </w:r>
      <w:r w:rsidRPr="00F8472F">
        <w:rPr>
          <w:bCs/>
        </w:rPr>
        <w:t xml:space="preserve">Kameras </w:t>
      </w:r>
      <w:r w:rsidR="000E4FFA">
        <w:rPr>
          <w:bCs/>
        </w:rPr>
        <w:t xml:space="preserve">von Dallmeier </w:t>
      </w:r>
      <w:r w:rsidRPr="00F8472F">
        <w:rPr>
          <w:bCs/>
        </w:rPr>
        <w:t>überzeugen.</w:t>
      </w:r>
      <w:r w:rsidR="003A1E26">
        <w:rPr>
          <w:bCs/>
        </w:rPr>
        <w:t xml:space="preserve"> </w:t>
      </w:r>
      <w:r w:rsidR="001068D8">
        <w:rPr>
          <w:bCs/>
        </w:rPr>
        <w:t xml:space="preserve">Ergänzt wird der Messeauftritt durch den Vortrag zum Thema </w:t>
      </w:r>
      <w:r w:rsidR="001068D8" w:rsidRPr="00F8472F">
        <w:rPr>
          <w:bCs/>
        </w:rPr>
        <w:t xml:space="preserve">„Video-Revolution am Perimeter: Speziell trainierte KI trifft </w:t>
      </w:r>
      <w:proofErr w:type="spellStart"/>
      <w:r w:rsidR="001068D8" w:rsidRPr="00F8472F">
        <w:rPr>
          <w:bCs/>
        </w:rPr>
        <w:t>Multifo</w:t>
      </w:r>
      <w:r w:rsidR="001068D8">
        <w:rPr>
          <w:bCs/>
        </w:rPr>
        <w:t>c</w:t>
      </w:r>
      <w:r w:rsidR="001068D8" w:rsidRPr="00F8472F">
        <w:rPr>
          <w:bCs/>
        </w:rPr>
        <w:t>al</w:t>
      </w:r>
      <w:proofErr w:type="spellEnd"/>
      <w:r w:rsidR="001068D8" w:rsidRPr="00F8472F">
        <w:rPr>
          <w:bCs/>
        </w:rPr>
        <w:t>-Sensor</w:t>
      </w:r>
      <w:r w:rsidR="001068D8">
        <w:rPr>
          <w:bCs/>
        </w:rPr>
        <w:t>t</w:t>
      </w:r>
      <w:r w:rsidR="001068D8" w:rsidRPr="00F8472F">
        <w:rPr>
          <w:bCs/>
        </w:rPr>
        <w:t>echnologie“</w:t>
      </w:r>
      <w:r w:rsidR="001068D8">
        <w:rPr>
          <w:bCs/>
        </w:rPr>
        <w:t xml:space="preserve"> von </w:t>
      </w:r>
      <w:r w:rsidR="003A1E26" w:rsidRPr="00F8472F">
        <w:rPr>
          <w:bCs/>
        </w:rPr>
        <w:t xml:space="preserve">Josua Braun, </w:t>
      </w:r>
      <w:r w:rsidR="0098218B">
        <w:rPr>
          <w:bCs/>
        </w:rPr>
        <w:t>Chief Revenue Officer</w:t>
      </w:r>
      <w:r w:rsidR="003A1E26" w:rsidRPr="00F8472F">
        <w:rPr>
          <w:bCs/>
        </w:rPr>
        <w:t xml:space="preserve"> bei Dallmeier</w:t>
      </w:r>
      <w:r w:rsidR="001068D8">
        <w:rPr>
          <w:bCs/>
        </w:rPr>
        <w:t xml:space="preserve">. Dieser findet </w:t>
      </w:r>
      <w:r w:rsidR="003A1E26">
        <w:rPr>
          <w:bCs/>
        </w:rPr>
        <w:t>am 15. Januar von 10:20 bis 10:40 Uhr</w:t>
      </w:r>
      <w:r w:rsidR="00791FA6">
        <w:rPr>
          <w:b/>
          <w:color w:val="FF0000"/>
        </w:rPr>
        <w:t xml:space="preserve"> </w:t>
      </w:r>
      <w:r w:rsidR="00791FA6" w:rsidRPr="00791FA6">
        <w:rPr>
          <w:bCs/>
        </w:rPr>
        <w:t xml:space="preserve">im Fachforum der Perimeter </w:t>
      </w:r>
      <w:proofErr w:type="spellStart"/>
      <w:r w:rsidR="00791FA6" w:rsidRPr="00791FA6">
        <w:rPr>
          <w:bCs/>
        </w:rPr>
        <w:t>Protection</w:t>
      </w:r>
      <w:proofErr w:type="spellEnd"/>
      <w:r w:rsidR="003A1E26" w:rsidRPr="00791FA6">
        <w:rPr>
          <w:bCs/>
        </w:rPr>
        <w:t xml:space="preserve"> </w:t>
      </w:r>
      <w:r w:rsidR="00DD1855">
        <w:rPr>
          <w:bCs/>
        </w:rPr>
        <w:t xml:space="preserve">statt </w:t>
      </w:r>
      <w:r w:rsidR="00494FCE">
        <w:rPr>
          <w:bCs/>
        </w:rPr>
        <w:t xml:space="preserve">und bietet </w:t>
      </w:r>
      <w:r w:rsidR="003A1E26">
        <w:rPr>
          <w:bCs/>
        </w:rPr>
        <w:t>spannende Einblicke in das Panomera</w:t>
      </w:r>
      <w:r w:rsidR="003A1E26" w:rsidRPr="003A1E26">
        <w:rPr>
          <w:bCs/>
        </w:rPr>
        <w:t>®</w:t>
      </w:r>
      <w:r w:rsidR="003A1E26">
        <w:rPr>
          <w:bCs/>
        </w:rPr>
        <w:t xml:space="preserve"> System</w:t>
      </w:r>
      <w:r w:rsidR="005D23F4">
        <w:rPr>
          <w:bCs/>
        </w:rPr>
        <w:t xml:space="preserve">, die </w:t>
      </w:r>
      <w:r w:rsidR="00A1129B">
        <w:rPr>
          <w:bCs/>
        </w:rPr>
        <w:t xml:space="preserve">KI-Leistung und </w:t>
      </w:r>
      <w:r w:rsidR="00494FCE">
        <w:rPr>
          <w:bCs/>
        </w:rPr>
        <w:t xml:space="preserve">eine kurze Produktdemo. </w:t>
      </w:r>
    </w:p>
    <w:p w14:paraId="581A77DC" w14:textId="77777777" w:rsidR="00F8472F" w:rsidRDefault="00F8472F" w:rsidP="00CE5E17">
      <w:pPr>
        <w:tabs>
          <w:tab w:val="left" w:pos="4110"/>
        </w:tabs>
        <w:jc w:val="both"/>
        <w:rPr>
          <w:rFonts w:asciiTheme="minorHAnsi" w:hAnsiTheme="minorHAnsi" w:cstheme="minorHAnsi"/>
          <w:b/>
          <w:bCs/>
        </w:rPr>
      </w:pPr>
    </w:p>
    <w:p w14:paraId="44A7D869" w14:textId="77777777" w:rsidR="00D6081B" w:rsidRPr="00D6081B" w:rsidRDefault="00D6081B" w:rsidP="00D6081B">
      <w:pPr>
        <w:tabs>
          <w:tab w:val="left" w:pos="4110"/>
        </w:tabs>
        <w:jc w:val="both"/>
        <w:rPr>
          <w:rFonts w:asciiTheme="minorHAnsi" w:hAnsiTheme="minorHAnsi" w:cstheme="minorHAnsi"/>
          <w:b/>
          <w:bCs/>
        </w:rPr>
      </w:pPr>
      <w:r w:rsidRPr="00D6081B">
        <w:rPr>
          <w:rFonts w:asciiTheme="minorHAnsi" w:hAnsiTheme="minorHAnsi" w:cstheme="minorHAnsi"/>
          <w:b/>
          <w:bCs/>
        </w:rPr>
        <w:t>Maximale Überwachungsleistung auf 200 Metern Zaunlänge</w:t>
      </w:r>
    </w:p>
    <w:p w14:paraId="2CDC4F41" w14:textId="2E3BA049" w:rsidR="00D6081B" w:rsidRPr="00D6081B" w:rsidRDefault="00D6081B" w:rsidP="00D6081B">
      <w:pPr>
        <w:tabs>
          <w:tab w:val="left" w:pos="4110"/>
        </w:tabs>
        <w:jc w:val="both"/>
        <w:rPr>
          <w:rFonts w:asciiTheme="minorHAnsi" w:hAnsiTheme="minorHAnsi" w:cstheme="minorHAnsi"/>
        </w:rPr>
      </w:pPr>
      <w:r w:rsidRPr="00D6081B">
        <w:rPr>
          <w:rFonts w:asciiTheme="minorHAnsi" w:hAnsiTheme="minorHAnsi" w:cstheme="minorHAnsi"/>
        </w:rPr>
        <w:t xml:space="preserve">Die </w:t>
      </w:r>
      <w:hyperlink r:id="rId8" w:history="1">
        <w:r w:rsidRPr="003F67C1">
          <w:rPr>
            <w:rStyle w:val="Hyperlink"/>
            <w:rFonts w:asciiTheme="minorHAnsi" w:hAnsiTheme="minorHAnsi" w:cstheme="minorHAnsi"/>
          </w:rPr>
          <w:t>Panomera® S4 Perimeter</w:t>
        </w:r>
      </w:hyperlink>
      <w:r w:rsidRPr="00D6081B">
        <w:rPr>
          <w:rFonts w:asciiTheme="minorHAnsi" w:hAnsiTheme="minorHAnsi" w:cstheme="minorHAnsi"/>
        </w:rPr>
        <w:t xml:space="preserve"> vereint hochentwickelte </w:t>
      </w:r>
      <w:proofErr w:type="spellStart"/>
      <w:r w:rsidRPr="00D6081B">
        <w:rPr>
          <w:rFonts w:asciiTheme="minorHAnsi" w:hAnsiTheme="minorHAnsi" w:cstheme="minorHAnsi"/>
        </w:rPr>
        <w:t>Multifo</w:t>
      </w:r>
      <w:r w:rsidR="003A1E26">
        <w:rPr>
          <w:rFonts w:asciiTheme="minorHAnsi" w:hAnsiTheme="minorHAnsi" w:cstheme="minorHAnsi"/>
        </w:rPr>
        <w:t>c</w:t>
      </w:r>
      <w:r w:rsidRPr="00D6081B">
        <w:rPr>
          <w:rFonts w:asciiTheme="minorHAnsi" w:hAnsiTheme="minorHAnsi" w:cstheme="minorHAnsi"/>
        </w:rPr>
        <w:t>al</w:t>
      </w:r>
      <w:proofErr w:type="spellEnd"/>
      <w:r w:rsidRPr="00D6081B">
        <w:rPr>
          <w:rFonts w:asciiTheme="minorHAnsi" w:hAnsiTheme="minorHAnsi" w:cstheme="minorHAnsi"/>
        </w:rPr>
        <w:t>-Sensor</w:t>
      </w:r>
      <w:r>
        <w:rPr>
          <w:rFonts w:asciiTheme="minorHAnsi" w:hAnsiTheme="minorHAnsi" w:cstheme="minorHAnsi"/>
        </w:rPr>
        <w:t>t</w:t>
      </w:r>
      <w:r w:rsidRPr="00D6081B">
        <w:rPr>
          <w:rFonts w:asciiTheme="minorHAnsi" w:hAnsiTheme="minorHAnsi" w:cstheme="minorHAnsi"/>
        </w:rPr>
        <w:t xml:space="preserve">echnologie mit einer </w:t>
      </w:r>
      <w:r w:rsidR="00287596">
        <w:rPr>
          <w:rFonts w:asciiTheme="minorHAnsi" w:hAnsiTheme="minorHAnsi" w:cstheme="minorHAnsi"/>
        </w:rPr>
        <w:t xml:space="preserve">eigens </w:t>
      </w:r>
      <w:r w:rsidRPr="00D6081B">
        <w:rPr>
          <w:rFonts w:asciiTheme="minorHAnsi" w:hAnsiTheme="minorHAnsi" w:cstheme="minorHAnsi"/>
        </w:rPr>
        <w:t xml:space="preserve">für den </w:t>
      </w:r>
      <w:proofErr w:type="spellStart"/>
      <w:r w:rsidRPr="00D6081B">
        <w:rPr>
          <w:rFonts w:asciiTheme="minorHAnsi" w:hAnsiTheme="minorHAnsi" w:cstheme="minorHAnsi"/>
        </w:rPr>
        <w:t>Perimeterschutz</w:t>
      </w:r>
      <w:proofErr w:type="spellEnd"/>
      <w:r w:rsidRPr="00D6081B">
        <w:rPr>
          <w:rFonts w:asciiTheme="minorHAnsi" w:hAnsiTheme="minorHAnsi" w:cstheme="minorHAnsi"/>
        </w:rPr>
        <w:t xml:space="preserve"> trainierten </w:t>
      </w:r>
      <w:r w:rsidR="006921A6" w:rsidRPr="00894A6E">
        <w:rPr>
          <w:rFonts w:asciiTheme="minorHAnsi" w:hAnsiTheme="minorHAnsi" w:cstheme="minorHAnsi"/>
        </w:rPr>
        <w:t>„</w:t>
      </w:r>
      <w:r w:rsidR="00287596">
        <w:rPr>
          <w:rFonts w:asciiTheme="minorHAnsi" w:hAnsiTheme="minorHAnsi" w:cstheme="minorHAnsi"/>
        </w:rPr>
        <w:t>Perimeter KI</w:t>
      </w:r>
      <w:r w:rsidR="006921A6" w:rsidRPr="00894A6E">
        <w:rPr>
          <w:rFonts w:asciiTheme="minorHAnsi" w:hAnsiTheme="minorHAnsi" w:cstheme="minorHAnsi"/>
        </w:rPr>
        <w:t>“</w:t>
      </w:r>
      <w:r w:rsidR="00287596">
        <w:rPr>
          <w:rFonts w:asciiTheme="minorHAnsi" w:hAnsiTheme="minorHAnsi" w:cstheme="minorHAnsi"/>
        </w:rPr>
        <w:t xml:space="preserve"> und der „AI </w:t>
      </w:r>
      <w:proofErr w:type="spellStart"/>
      <w:r w:rsidR="00287596">
        <w:rPr>
          <w:rFonts w:asciiTheme="minorHAnsi" w:hAnsiTheme="minorHAnsi" w:cstheme="minorHAnsi"/>
        </w:rPr>
        <w:t>Tamper</w:t>
      </w:r>
      <w:proofErr w:type="spellEnd"/>
      <w:r w:rsidR="00287596">
        <w:rPr>
          <w:rFonts w:asciiTheme="minorHAnsi" w:hAnsiTheme="minorHAnsi" w:cstheme="minorHAnsi"/>
        </w:rPr>
        <w:t xml:space="preserve"> </w:t>
      </w:r>
      <w:proofErr w:type="spellStart"/>
      <w:r w:rsidR="00287596">
        <w:rPr>
          <w:rFonts w:asciiTheme="minorHAnsi" w:hAnsiTheme="minorHAnsi" w:cstheme="minorHAnsi"/>
        </w:rPr>
        <w:t>Detection</w:t>
      </w:r>
      <w:proofErr w:type="spellEnd"/>
      <w:r w:rsidR="00287596">
        <w:rPr>
          <w:rFonts w:asciiTheme="minorHAnsi" w:hAnsiTheme="minorHAnsi" w:cstheme="minorHAnsi"/>
        </w:rPr>
        <w:t>“</w:t>
      </w:r>
      <w:r w:rsidRPr="00D6081B">
        <w:rPr>
          <w:rFonts w:asciiTheme="minorHAnsi" w:hAnsiTheme="minorHAnsi" w:cstheme="minorHAnsi"/>
        </w:rPr>
        <w:t>. Die</w:t>
      </w:r>
      <w:r w:rsidR="000E4FFA">
        <w:rPr>
          <w:rFonts w:asciiTheme="minorHAnsi" w:hAnsiTheme="minorHAnsi" w:cstheme="minorHAnsi"/>
        </w:rPr>
        <w:t xml:space="preserve"> überlegene Optik aus vier Objektiven und Sensoren mit unterschiedlicher Brennweite </w:t>
      </w:r>
      <w:r w:rsidRPr="00D6081B">
        <w:rPr>
          <w:rFonts w:asciiTheme="minorHAnsi" w:hAnsiTheme="minorHAnsi" w:cstheme="minorHAnsi"/>
        </w:rPr>
        <w:t xml:space="preserve">ermöglicht eine </w:t>
      </w:r>
      <w:r w:rsidR="000E4FFA">
        <w:rPr>
          <w:rFonts w:asciiTheme="minorHAnsi" w:hAnsiTheme="minorHAnsi" w:cstheme="minorHAnsi"/>
        </w:rPr>
        <w:t xml:space="preserve">optimale Bildqualität </w:t>
      </w:r>
      <w:r w:rsidRPr="00D6081B">
        <w:rPr>
          <w:rFonts w:asciiTheme="minorHAnsi" w:hAnsiTheme="minorHAnsi" w:cstheme="minorHAnsi"/>
        </w:rPr>
        <w:t xml:space="preserve">auch bei </w:t>
      </w:r>
      <w:r w:rsidR="000E4FFA" w:rsidRPr="00D6081B">
        <w:rPr>
          <w:rFonts w:asciiTheme="minorHAnsi" w:hAnsiTheme="minorHAnsi" w:cstheme="minorHAnsi"/>
        </w:rPr>
        <w:t>schw</w:t>
      </w:r>
      <w:r w:rsidR="000E4FFA">
        <w:rPr>
          <w:rFonts w:asciiTheme="minorHAnsi" w:hAnsiTheme="minorHAnsi" w:cstheme="minorHAnsi"/>
        </w:rPr>
        <w:t>ierigen</w:t>
      </w:r>
      <w:r w:rsidR="000E4FFA" w:rsidRPr="00D6081B">
        <w:rPr>
          <w:rFonts w:asciiTheme="minorHAnsi" w:hAnsiTheme="minorHAnsi" w:cstheme="minorHAnsi"/>
        </w:rPr>
        <w:t xml:space="preserve"> </w:t>
      </w:r>
      <w:r w:rsidRPr="00D6081B">
        <w:rPr>
          <w:rFonts w:asciiTheme="minorHAnsi" w:hAnsiTheme="minorHAnsi" w:cstheme="minorHAnsi"/>
        </w:rPr>
        <w:t xml:space="preserve">Lichtverhältnissen </w:t>
      </w:r>
      <w:r w:rsidR="000E4FFA">
        <w:rPr>
          <w:rFonts w:asciiTheme="minorHAnsi" w:hAnsiTheme="minorHAnsi" w:cstheme="minorHAnsi"/>
        </w:rPr>
        <w:t xml:space="preserve">bei durchgehend hoher Auflösung über die gesamte Entfernung. </w:t>
      </w:r>
      <w:r w:rsidR="000E4FFA" w:rsidRPr="00D6081B">
        <w:rPr>
          <w:rFonts w:asciiTheme="minorHAnsi" w:hAnsiTheme="minorHAnsi" w:cstheme="minorHAnsi"/>
        </w:rPr>
        <w:t xml:space="preserve">Die Lösung bietet eine Abdeckung von bis zu 200 Metern Zaunlänge </w:t>
      </w:r>
      <w:r w:rsidR="000E4FFA">
        <w:rPr>
          <w:rFonts w:asciiTheme="minorHAnsi" w:hAnsiTheme="minorHAnsi" w:cstheme="minorHAnsi"/>
        </w:rPr>
        <w:t>bei</w:t>
      </w:r>
      <w:r w:rsidR="000E4FFA" w:rsidRPr="00D6081B">
        <w:rPr>
          <w:rFonts w:asciiTheme="minorHAnsi" w:hAnsiTheme="minorHAnsi" w:cstheme="minorHAnsi"/>
        </w:rPr>
        <w:t xml:space="preserve"> einer Auflösung</w:t>
      </w:r>
      <w:r w:rsidR="00DD1855">
        <w:rPr>
          <w:rFonts w:asciiTheme="minorHAnsi" w:hAnsiTheme="minorHAnsi" w:cstheme="minorHAnsi"/>
        </w:rPr>
        <w:t>s</w:t>
      </w:r>
      <w:r w:rsidR="000E4FFA">
        <w:rPr>
          <w:rFonts w:asciiTheme="minorHAnsi" w:hAnsiTheme="minorHAnsi" w:cstheme="minorHAnsi"/>
        </w:rPr>
        <w:t>dichte</w:t>
      </w:r>
      <w:r w:rsidR="000E4FFA" w:rsidRPr="00D6081B">
        <w:rPr>
          <w:rFonts w:asciiTheme="minorHAnsi" w:hAnsiTheme="minorHAnsi" w:cstheme="minorHAnsi"/>
        </w:rPr>
        <w:t xml:space="preserve"> von 125 Pixeln pro Meter. </w:t>
      </w:r>
      <w:r w:rsidR="006921A6">
        <w:rPr>
          <w:rFonts w:asciiTheme="minorHAnsi" w:hAnsiTheme="minorHAnsi" w:cstheme="minorHAnsi"/>
        </w:rPr>
        <w:t>D</w:t>
      </w:r>
      <w:r w:rsidR="006921A6" w:rsidRPr="006921A6">
        <w:rPr>
          <w:rFonts w:asciiTheme="minorHAnsi" w:hAnsiTheme="minorHAnsi" w:cstheme="minorHAnsi"/>
        </w:rPr>
        <w:t>as Team von Dallmeier freut sich darauf</w:t>
      </w:r>
      <w:r w:rsidR="00560F1D">
        <w:rPr>
          <w:rFonts w:asciiTheme="minorHAnsi" w:hAnsiTheme="minorHAnsi" w:cstheme="minorHAnsi"/>
        </w:rPr>
        <w:t>,</w:t>
      </w:r>
      <w:r w:rsidR="006921A6">
        <w:rPr>
          <w:rFonts w:asciiTheme="minorHAnsi" w:hAnsiTheme="minorHAnsi" w:cstheme="minorHAnsi"/>
        </w:rPr>
        <w:t xml:space="preserve"> sich mit den Besuchern der Perimeter </w:t>
      </w:r>
      <w:proofErr w:type="spellStart"/>
      <w:r w:rsidR="006921A6">
        <w:rPr>
          <w:rFonts w:asciiTheme="minorHAnsi" w:hAnsiTheme="minorHAnsi" w:cstheme="minorHAnsi"/>
        </w:rPr>
        <w:t>Protection</w:t>
      </w:r>
      <w:proofErr w:type="spellEnd"/>
      <w:r w:rsidR="006921A6">
        <w:rPr>
          <w:rFonts w:asciiTheme="minorHAnsi" w:hAnsiTheme="minorHAnsi" w:cstheme="minorHAnsi"/>
        </w:rPr>
        <w:t xml:space="preserve"> auszutauschen und </w:t>
      </w:r>
      <w:r w:rsidR="006921A6" w:rsidRPr="006921A6">
        <w:rPr>
          <w:rFonts w:asciiTheme="minorHAnsi" w:hAnsiTheme="minorHAnsi" w:cstheme="minorHAnsi"/>
        </w:rPr>
        <w:t>praxisnahe Einblicke</w:t>
      </w:r>
      <w:r w:rsidR="006921A6">
        <w:rPr>
          <w:rFonts w:asciiTheme="minorHAnsi" w:hAnsiTheme="minorHAnsi" w:cstheme="minorHAnsi"/>
        </w:rPr>
        <w:t xml:space="preserve"> in die Anwendungsbereiche der Panomera</w:t>
      </w:r>
      <w:r w:rsidR="006921A6" w:rsidRPr="00D6081B">
        <w:rPr>
          <w:rFonts w:asciiTheme="minorHAnsi" w:hAnsiTheme="minorHAnsi" w:cstheme="minorHAnsi"/>
        </w:rPr>
        <w:t>®</w:t>
      </w:r>
      <w:r w:rsidR="006921A6">
        <w:rPr>
          <w:rFonts w:asciiTheme="minorHAnsi" w:hAnsiTheme="minorHAnsi" w:cstheme="minorHAnsi"/>
        </w:rPr>
        <w:t xml:space="preserve"> Perimeter </w:t>
      </w:r>
      <w:r w:rsidR="006921A6" w:rsidRPr="006921A6">
        <w:rPr>
          <w:rFonts w:asciiTheme="minorHAnsi" w:hAnsiTheme="minorHAnsi" w:cstheme="minorHAnsi"/>
        </w:rPr>
        <w:t>zu geben.</w:t>
      </w:r>
    </w:p>
    <w:p w14:paraId="3CEE651C" w14:textId="77777777" w:rsidR="00D6081B" w:rsidRPr="00D6081B" w:rsidRDefault="00D6081B" w:rsidP="00D6081B">
      <w:pPr>
        <w:tabs>
          <w:tab w:val="left" w:pos="4110"/>
        </w:tabs>
        <w:jc w:val="both"/>
        <w:rPr>
          <w:rFonts w:asciiTheme="minorHAnsi" w:hAnsiTheme="minorHAnsi" w:cstheme="minorHAnsi"/>
        </w:rPr>
      </w:pPr>
    </w:p>
    <w:p w14:paraId="041A3CD4" w14:textId="3B1C5802" w:rsidR="00D126C5" w:rsidRPr="00D126C5" w:rsidRDefault="0022269A" w:rsidP="00D126C5">
      <w:pPr>
        <w:tabs>
          <w:tab w:val="left" w:pos="4110"/>
        </w:tabs>
        <w:jc w:val="both"/>
        <w:rPr>
          <w:rFonts w:asciiTheme="minorHAnsi" w:hAnsiTheme="minorHAnsi" w:cstheme="minorHAnsi"/>
          <w:b/>
          <w:bCs/>
        </w:rPr>
      </w:pPr>
      <w:r>
        <w:rPr>
          <w:rFonts w:asciiTheme="minorHAnsi" w:hAnsiTheme="minorHAnsi" w:cstheme="minorHAnsi"/>
          <w:b/>
          <w:bCs/>
        </w:rPr>
        <w:t xml:space="preserve">Doppelt </w:t>
      </w:r>
      <w:r w:rsidR="003D236D">
        <w:rPr>
          <w:rFonts w:asciiTheme="minorHAnsi" w:hAnsiTheme="minorHAnsi" w:cstheme="minorHAnsi"/>
          <w:b/>
          <w:bCs/>
        </w:rPr>
        <w:t>hält besser</w:t>
      </w:r>
      <w:r>
        <w:rPr>
          <w:rFonts w:asciiTheme="minorHAnsi" w:hAnsiTheme="minorHAnsi" w:cstheme="minorHAnsi"/>
          <w:b/>
          <w:bCs/>
        </w:rPr>
        <w:t xml:space="preserve"> </w:t>
      </w:r>
      <w:r w:rsidRPr="00656D8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3D236D">
        <w:rPr>
          <w:rFonts w:asciiTheme="minorHAnsi" w:hAnsiTheme="minorHAnsi" w:cstheme="minorHAnsi"/>
          <w:b/>
          <w:bCs/>
        </w:rPr>
        <w:t>Kombination der</w:t>
      </w:r>
      <w:r>
        <w:rPr>
          <w:rFonts w:asciiTheme="minorHAnsi" w:hAnsiTheme="minorHAnsi" w:cstheme="minorHAnsi"/>
          <w:b/>
          <w:bCs/>
        </w:rPr>
        <w:t xml:space="preserve"> Perimeter AI und </w:t>
      </w:r>
      <w:proofErr w:type="spellStart"/>
      <w:r>
        <w:rPr>
          <w:rFonts w:asciiTheme="minorHAnsi" w:hAnsiTheme="minorHAnsi" w:cstheme="minorHAnsi"/>
          <w:b/>
          <w:bCs/>
        </w:rPr>
        <w:t>Tamper</w:t>
      </w:r>
      <w:proofErr w:type="spellEnd"/>
      <w:r>
        <w:rPr>
          <w:rFonts w:asciiTheme="minorHAnsi" w:hAnsiTheme="minorHAnsi" w:cstheme="minorHAnsi"/>
          <w:b/>
          <w:bCs/>
        </w:rPr>
        <w:t xml:space="preserve"> AI</w:t>
      </w:r>
    </w:p>
    <w:p w14:paraId="2275FC17" w14:textId="4D30A057" w:rsidR="0022269A" w:rsidRPr="00276028" w:rsidRDefault="0022269A" w:rsidP="0022269A">
      <w:pPr>
        <w:tabs>
          <w:tab w:val="left" w:pos="4110"/>
        </w:tabs>
        <w:jc w:val="both"/>
        <w:rPr>
          <w:rFonts w:asciiTheme="minorHAnsi" w:hAnsiTheme="minorHAnsi" w:cstheme="minorHAnsi"/>
        </w:rPr>
      </w:pPr>
      <w:r w:rsidRPr="00276028">
        <w:rPr>
          <w:rFonts w:asciiTheme="minorHAnsi" w:hAnsiTheme="minorHAnsi" w:cstheme="minorHAnsi"/>
        </w:rPr>
        <w:t xml:space="preserve">Ausgestattet mit einem speziell für den </w:t>
      </w:r>
      <w:proofErr w:type="spellStart"/>
      <w:r w:rsidRPr="00276028">
        <w:rPr>
          <w:rFonts w:asciiTheme="minorHAnsi" w:hAnsiTheme="minorHAnsi" w:cstheme="minorHAnsi"/>
        </w:rPr>
        <w:t>Perimeterschutz</w:t>
      </w:r>
      <w:proofErr w:type="spellEnd"/>
      <w:r w:rsidRPr="00276028">
        <w:rPr>
          <w:rFonts w:asciiTheme="minorHAnsi" w:hAnsiTheme="minorHAnsi" w:cstheme="minorHAnsi"/>
        </w:rPr>
        <w:t xml:space="preserve"> trainierten neuronalen Netz erkennt die Panomera® S4 Perimeter zuverlässig Personen mit ungewöhnlichen Körperhaltungen und Bewegungsmustern. Auch Personen in Tarnanzügen wie Camouflage Central Europe, British </w:t>
      </w:r>
      <w:proofErr w:type="spellStart"/>
      <w:r w:rsidRPr="00276028">
        <w:rPr>
          <w:rFonts w:asciiTheme="minorHAnsi" w:hAnsiTheme="minorHAnsi" w:cstheme="minorHAnsi"/>
        </w:rPr>
        <w:t>Smock</w:t>
      </w:r>
      <w:proofErr w:type="spellEnd"/>
      <w:r w:rsidRPr="00276028">
        <w:rPr>
          <w:rFonts w:asciiTheme="minorHAnsi" w:hAnsiTheme="minorHAnsi" w:cstheme="minorHAnsi"/>
        </w:rPr>
        <w:t xml:space="preserve"> oder </w:t>
      </w:r>
      <w:proofErr w:type="spellStart"/>
      <w:r w:rsidRPr="00276028">
        <w:rPr>
          <w:rFonts w:asciiTheme="minorHAnsi" w:hAnsiTheme="minorHAnsi" w:cstheme="minorHAnsi"/>
        </w:rPr>
        <w:t>Ghillie</w:t>
      </w:r>
      <w:proofErr w:type="spellEnd"/>
      <w:r w:rsidRPr="00276028">
        <w:rPr>
          <w:rFonts w:asciiTheme="minorHAnsi" w:hAnsiTheme="minorHAnsi" w:cstheme="minorHAnsi"/>
        </w:rPr>
        <w:t xml:space="preserve"> werden zuverlässig </w:t>
      </w:r>
      <w:r w:rsidR="003D236D">
        <w:rPr>
          <w:rFonts w:asciiTheme="minorHAnsi" w:hAnsiTheme="minorHAnsi" w:cstheme="minorHAnsi"/>
        </w:rPr>
        <w:t>registriert</w:t>
      </w:r>
      <w:r w:rsidRPr="00276028">
        <w:rPr>
          <w:rFonts w:asciiTheme="minorHAnsi" w:hAnsiTheme="minorHAnsi" w:cstheme="minorHAnsi"/>
        </w:rPr>
        <w:t>.</w:t>
      </w:r>
      <w:r>
        <w:rPr>
          <w:rFonts w:asciiTheme="minorHAnsi" w:hAnsiTheme="minorHAnsi" w:cstheme="minorHAnsi"/>
        </w:rPr>
        <w:t xml:space="preserve"> </w:t>
      </w:r>
      <w:r w:rsidRPr="00276028">
        <w:rPr>
          <w:rFonts w:asciiTheme="minorHAnsi" w:hAnsiTheme="minorHAnsi" w:cstheme="minorHAnsi"/>
        </w:rPr>
        <w:t xml:space="preserve">Die erweiterte AI </w:t>
      </w:r>
      <w:proofErr w:type="spellStart"/>
      <w:r w:rsidRPr="00276028">
        <w:rPr>
          <w:rFonts w:asciiTheme="minorHAnsi" w:hAnsiTheme="minorHAnsi" w:cstheme="minorHAnsi"/>
        </w:rPr>
        <w:t>Tamper</w:t>
      </w:r>
      <w:proofErr w:type="spellEnd"/>
      <w:r w:rsidRPr="00276028">
        <w:rPr>
          <w:rFonts w:asciiTheme="minorHAnsi" w:hAnsiTheme="minorHAnsi" w:cstheme="minorHAnsi"/>
        </w:rPr>
        <w:t xml:space="preserve"> </w:t>
      </w:r>
      <w:proofErr w:type="spellStart"/>
      <w:r w:rsidRPr="00276028">
        <w:rPr>
          <w:rFonts w:asciiTheme="minorHAnsi" w:hAnsiTheme="minorHAnsi" w:cstheme="minorHAnsi"/>
        </w:rPr>
        <w:t>Detection</w:t>
      </w:r>
      <w:proofErr w:type="spellEnd"/>
      <w:r w:rsidRPr="00276028">
        <w:rPr>
          <w:rFonts w:asciiTheme="minorHAnsi" w:hAnsiTheme="minorHAnsi" w:cstheme="minorHAnsi"/>
        </w:rPr>
        <w:t xml:space="preserve"> Applikation unterstützt die Erkennung von Manipulationsversuchen, die typischerweise an einem Perimeter zu erwarten sind. Neben den klassischen Ansätzen wie Verdrehen, </w:t>
      </w:r>
      <w:proofErr w:type="spellStart"/>
      <w:r w:rsidRPr="00276028">
        <w:rPr>
          <w:rFonts w:asciiTheme="minorHAnsi" w:hAnsiTheme="minorHAnsi" w:cstheme="minorHAnsi"/>
        </w:rPr>
        <w:t>Defokussieren</w:t>
      </w:r>
      <w:proofErr w:type="spellEnd"/>
      <w:r w:rsidRPr="00276028">
        <w:rPr>
          <w:rFonts w:asciiTheme="minorHAnsi" w:hAnsiTheme="minorHAnsi" w:cstheme="minorHAnsi"/>
        </w:rPr>
        <w:t xml:space="preserve">, Besprühen und Abdecken der Kamera oder IR-Beleuchtung wird auch das Blenden der Kamera mittels Laserpointer, Taschenlampe oder Stroboskoplicht zuverlässig </w:t>
      </w:r>
      <w:r w:rsidRPr="00276028">
        <w:rPr>
          <w:rFonts w:asciiTheme="minorHAnsi" w:hAnsiTheme="minorHAnsi" w:cstheme="minorHAnsi"/>
        </w:rPr>
        <w:lastRenderedPageBreak/>
        <w:t>er</w:t>
      </w:r>
      <w:r w:rsidR="00715075">
        <w:rPr>
          <w:rFonts w:asciiTheme="minorHAnsi" w:hAnsiTheme="minorHAnsi" w:cstheme="minorHAnsi"/>
        </w:rPr>
        <w:t>fasst</w:t>
      </w:r>
      <w:r w:rsidRPr="00276028">
        <w:rPr>
          <w:rFonts w:asciiTheme="minorHAnsi" w:hAnsiTheme="minorHAnsi" w:cstheme="minorHAnsi"/>
        </w:rPr>
        <w:t>. Darüber hinaus werden indirekte Manipulationen durch absichtliches Vernebeln des Erfassungsbereichs mit Pyrotechnik wie Nebelgranaten oder Rauchtöpfen erkannt und alarmiert. Die Kombination beider Auswertetechniken bietet eine optimale Detektion von Eindringversuchen mit einer gleichzeitig sehr geringen Fehler- und Falschalarmrate.</w:t>
      </w:r>
    </w:p>
    <w:p w14:paraId="0B1C1417" w14:textId="77777777" w:rsidR="00D126C5" w:rsidRPr="00D126C5" w:rsidRDefault="00D126C5" w:rsidP="00D126C5">
      <w:pPr>
        <w:tabs>
          <w:tab w:val="left" w:pos="4110"/>
        </w:tabs>
        <w:jc w:val="both"/>
        <w:rPr>
          <w:rFonts w:asciiTheme="minorHAnsi" w:hAnsiTheme="minorHAnsi" w:cstheme="minorHAnsi"/>
          <w:b/>
          <w:bCs/>
        </w:rPr>
      </w:pPr>
    </w:p>
    <w:p w14:paraId="4F3B6A6E" w14:textId="49237B94" w:rsidR="00D126C5" w:rsidRPr="00D126C5" w:rsidRDefault="00D126C5" w:rsidP="00D126C5">
      <w:pPr>
        <w:tabs>
          <w:tab w:val="left" w:pos="4110"/>
        </w:tabs>
        <w:jc w:val="both"/>
        <w:rPr>
          <w:rFonts w:asciiTheme="minorHAnsi" w:hAnsiTheme="minorHAnsi" w:cstheme="minorHAnsi"/>
          <w:b/>
          <w:bCs/>
        </w:rPr>
      </w:pPr>
      <w:r>
        <w:rPr>
          <w:rFonts w:asciiTheme="minorHAnsi" w:hAnsiTheme="minorHAnsi" w:cstheme="minorHAnsi"/>
          <w:b/>
          <w:bCs/>
        </w:rPr>
        <w:t>E</w:t>
      </w:r>
      <w:r w:rsidRPr="00D126C5">
        <w:rPr>
          <w:rFonts w:asciiTheme="minorHAnsi" w:hAnsiTheme="minorHAnsi" w:cstheme="minorHAnsi"/>
          <w:b/>
          <w:bCs/>
        </w:rPr>
        <w:t>ffiziente Infrastruktur</w:t>
      </w:r>
      <w:r>
        <w:rPr>
          <w:rFonts w:asciiTheme="minorHAnsi" w:hAnsiTheme="minorHAnsi" w:cstheme="minorHAnsi"/>
          <w:b/>
          <w:bCs/>
        </w:rPr>
        <w:t xml:space="preserve"> – kosteneffiziente Lösung</w:t>
      </w:r>
    </w:p>
    <w:p w14:paraId="2DA45595" w14:textId="1491E620" w:rsidR="00F8472F" w:rsidRDefault="004E0A02" w:rsidP="00CE5E17">
      <w:pPr>
        <w:tabs>
          <w:tab w:val="left" w:pos="4110"/>
        </w:tabs>
        <w:jc w:val="both"/>
        <w:rPr>
          <w:rFonts w:asciiTheme="minorHAnsi" w:hAnsiTheme="minorHAnsi" w:cstheme="minorHAnsi"/>
          <w:b/>
          <w:bCs/>
        </w:rPr>
      </w:pPr>
      <w:r>
        <w:rPr>
          <w:rFonts w:asciiTheme="minorHAnsi" w:hAnsiTheme="minorHAnsi" w:cstheme="minorHAnsi"/>
        </w:rPr>
        <w:t>Neben der verbesserten Sicherheitsleistung durch mehr Überblick und zweifache KI bietet die Perimeter Panomera® auch aus Sicht der Gesamtbetriebskosten einen objektiven Vorteil. Dadurch</w:t>
      </w:r>
      <w:r w:rsidR="00791FA6">
        <w:rPr>
          <w:rFonts w:asciiTheme="minorHAnsi" w:hAnsiTheme="minorHAnsi" w:cstheme="minorHAnsi"/>
        </w:rPr>
        <w:t>,</w:t>
      </w:r>
      <w:r>
        <w:rPr>
          <w:rFonts w:asciiTheme="minorHAnsi" w:hAnsiTheme="minorHAnsi" w:cstheme="minorHAnsi"/>
        </w:rPr>
        <w:t xml:space="preserve"> dass um ein mehrfaches weniger Kameras benötigt werden, verringert sich der Infrastrukturaufwand sowie der Personalbedarf für die Live-Überwachung. </w:t>
      </w:r>
      <w:r w:rsidR="00715075" w:rsidRPr="00715075">
        <w:rPr>
          <w:rFonts w:asciiTheme="minorHAnsi" w:hAnsiTheme="minorHAnsi" w:cstheme="minorHAnsi"/>
        </w:rPr>
        <w:t xml:space="preserve">Die </w:t>
      </w:r>
      <w:r w:rsidR="00715075">
        <w:rPr>
          <w:rFonts w:asciiTheme="minorHAnsi" w:hAnsiTheme="minorHAnsi" w:cstheme="minorHAnsi"/>
        </w:rPr>
        <w:t xml:space="preserve">Kombination der </w:t>
      </w:r>
      <w:r w:rsidR="00715075" w:rsidRPr="00715075">
        <w:rPr>
          <w:rFonts w:asciiTheme="minorHAnsi" w:hAnsiTheme="minorHAnsi" w:cstheme="minorHAnsi"/>
        </w:rPr>
        <w:t>speziell trainierte</w:t>
      </w:r>
      <w:r w:rsidR="008E3EAC">
        <w:rPr>
          <w:rFonts w:asciiTheme="minorHAnsi" w:hAnsiTheme="minorHAnsi" w:cstheme="minorHAnsi"/>
        </w:rPr>
        <w:t>n</w:t>
      </w:r>
      <w:r w:rsidR="00715075" w:rsidRPr="00715075">
        <w:rPr>
          <w:rFonts w:asciiTheme="minorHAnsi" w:hAnsiTheme="minorHAnsi" w:cstheme="minorHAnsi"/>
        </w:rPr>
        <w:t xml:space="preserve"> Perimeter-KI </w:t>
      </w:r>
      <w:r w:rsidR="00715075">
        <w:rPr>
          <w:rFonts w:asciiTheme="minorHAnsi" w:hAnsiTheme="minorHAnsi" w:cstheme="minorHAnsi"/>
        </w:rPr>
        <w:t xml:space="preserve">und </w:t>
      </w:r>
      <w:proofErr w:type="spellStart"/>
      <w:r w:rsidR="00715075">
        <w:rPr>
          <w:rFonts w:asciiTheme="minorHAnsi" w:hAnsiTheme="minorHAnsi" w:cstheme="minorHAnsi"/>
        </w:rPr>
        <w:t>Tamper</w:t>
      </w:r>
      <w:proofErr w:type="spellEnd"/>
      <w:r w:rsidR="00715075">
        <w:rPr>
          <w:rFonts w:asciiTheme="minorHAnsi" w:hAnsiTheme="minorHAnsi" w:cstheme="minorHAnsi"/>
        </w:rPr>
        <w:t xml:space="preserve"> AI</w:t>
      </w:r>
      <w:r w:rsidR="00715075" w:rsidRPr="00715075">
        <w:rPr>
          <w:rFonts w:asciiTheme="minorHAnsi" w:hAnsiTheme="minorHAnsi" w:cstheme="minorHAnsi"/>
        </w:rPr>
        <w:t xml:space="preserve"> erkennt </w:t>
      </w:r>
      <w:r>
        <w:rPr>
          <w:rFonts w:asciiTheme="minorHAnsi" w:hAnsiTheme="minorHAnsi" w:cstheme="minorHAnsi"/>
        </w:rPr>
        <w:t>auch sehr professionelles Vorgehen</w:t>
      </w:r>
      <w:r w:rsidR="00715075" w:rsidRPr="00715075">
        <w:rPr>
          <w:rFonts w:asciiTheme="minorHAnsi" w:hAnsiTheme="minorHAnsi" w:cstheme="minorHAnsi"/>
        </w:rPr>
        <w:t xml:space="preserve"> </w:t>
      </w:r>
      <w:r>
        <w:rPr>
          <w:rFonts w:asciiTheme="minorHAnsi" w:hAnsiTheme="minorHAnsi" w:cstheme="minorHAnsi"/>
        </w:rPr>
        <w:t>und</w:t>
      </w:r>
      <w:r w:rsidR="00791FA6">
        <w:rPr>
          <w:rFonts w:asciiTheme="minorHAnsi" w:hAnsiTheme="minorHAnsi" w:cstheme="minorHAnsi"/>
        </w:rPr>
        <w:t xml:space="preserve"> </w:t>
      </w:r>
      <w:r w:rsidR="00715075" w:rsidRPr="00715075">
        <w:rPr>
          <w:rFonts w:asciiTheme="minorHAnsi" w:hAnsiTheme="minorHAnsi" w:cstheme="minorHAnsi"/>
        </w:rPr>
        <w:t>komplexe Manipulationsversuche zuverlässig. Damit bietet das System eine leistungsstarke, kosteneffiziente und leicht integrierbare Lösung für die Überwachung</w:t>
      </w:r>
      <w:r>
        <w:rPr>
          <w:rFonts w:asciiTheme="minorHAnsi" w:hAnsiTheme="minorHAnsi" w:cstheme="minorHAnsi"/>
        </w:rPr>
        <w:t xml:space="preserve"> von Liegenschaften, Unternehmensgeländen und „</w:t>
      </w:r>
      <w:r w:rsidR="00715075" w:rsidRPr="00715075">
        <w:rPr>
          <w:rFonts w:asciiTheme="minorHAnsi" w:hAnsiTheme="minorHAnsi" w:cstheme="minorHAnsi"/>
        </w:rPr>
        <w:t>sterile</w:t>
      </w:r>
      <w:r w:rsidR="008E3EAC">
        <w:rPr>
          <w:rFonts w:asciiTheme="minorHAnsi" w:hAnsiTheme="minorHAnsi" w:cstheme="minorHAnsi"/>
        </w:rPr>
        <w:t>n</w:t>
      </w:r>
      <w:r w:rsidR="00715075" w:rsidRPr="00715075">
        <w:rPr>
          <w:rFonts w:asciiTheme="minorHAnsi" w:hAnsiTheme="minorHAnsi" w:cstheme="minorHAnsi"/>
        </w:rPr>
        <w:t xml:space="preserve"> Zonen</w:t>
      </w:r>
      <w:r>
        <w:rPr>
          <w:rFonts w:asciiTheme="minorHAnsi" w:hAnsiTheme="minorHAnsi" w:cstheme="minorHAnsi"/>
        </w:rPr>
        <w:t>“ aller Art</w:t>
      </w:r>
      <w:r w:rsidR="00715075" w:rsidRPr="00715075">
        <w:rPr>
          <w:rFonts w:asciiTheme="minorHAnsi" w:hAnsiTheme="minorHAnsi" w:cstheme="minorHAnsi"/>
        </w:rPr>
        <w:t xml:space="preserve">. </w:t>
      </w:r>
    </w:p>
    <w:p w14:paraId="05B04E1F" w14:textId="77777777" w:rsidR="0034666C" w:rsidRDefault="0034666C" w:rsidP="00CE5E17">
      <w:pPr>
        <w:tabs>
          <w:tab w:val="left" w:pos="4110"/>
        </w:tabs>
        <w:jc w:val="both"/>
        <w:rPr>
          <w:rFonts w:asciiTheme="minorHAnsi" w:hAnsiTheme="minorHAnsi" w:cstheme="minorHAnsi"/>
          <w:b/>
          <w:bCs/>
        </w:rPr>
      </w:pPr>
    </w:p>
    <w:p w14:paraId="5F3FB276" w14:textId="77777777" w:rsidR="00D2627E" w:rsidRPr="00111276" w:rsidRDefault="00D2627E" w:rsidP="00D2627E">
      <w:pPr>
        <w:jc w:val="both"/>
        <w:rPr>
          <w:rFonts w:asciiTheme="minorHAnsi" w:hAnsiTheme="minorHAnsi" w:cstheme="minorHAnsi"/>
          <w:b/>
        </w:rPr>
      </w:pPr>
      <w:r w:rsidRPr="00111276">
        <w:rPr>
          <w:rFonts w:asciiTheme="minorHAnsi" w:hAnsiTheme="minorHAnsi" w:cstheme="minorHAnsi"/>
          <w:b/>
        </w:rPr>
        <w:t>Weitere Informationen:</w:t>
      </w:r>
    </w:p>
    <w:p w14:paraId="689BB50F" w14:textId="29B6ED5B" w:rsidR="0096255F" w:rsidRPr="0034666C" w:rsidRDefault="0096255F" w:rsidP="003F158F">
      <w:pPr>
        <w:pStyle w:val="Listenabsatz"/>
        <w:numPr>
          <w:ilvl w:val="0"/>
          <w:numId w:val="10"/>
        </w:numPr>
        <w:rPr>
          <w:rStyle w:val="Hyperlink"/>
          <w:color w:val="auto"/>
          <w:u w:val="none"/>
        </w:rPr>
      </w:pPr>
      <w:hyperlink r:id="rId9" w:history="1">
        <w:r w:rsidRPr="003F67C1">
          <w:rPr>
            <w:rStyle w:val="Hyperlink"/>
          </w:rPr>
          <w:t>Panomera® S4 Perimeter</w:t>
        </w:r>
      </w:hyperlink>
    </w:p>
    <w:p w14:paraId="1803969C" w14:textId="77777777" w:rsidR="0034666C" w:rsidRPr="0096255F" w:rsidRDefault="0034666C" w:rsidP="0034666C">
      <w:pPr>
        <w:pStyle w:val="Listenabsatz"/>
        <w:numPr>
          <w:ilvl w:val="0"/>
          <w:numId w:val="10"/>
        </w:numPr>
        <w:rPr>
          <w:rStyle w:val="Hyperlink"/>
          <w:color w:val="auto"/>
          <w:u w:val="none"/>
        </w:rPr>
      </w:pPr>
      <w:hyperlink r:id="rId10" w:history="1">
        <w:r w:rsidRPr="00D2627E">
          <w:rPr>
            <w:rStyle w:val="Hyperlink"/>
          </w:rPr>
          <w:t>Panomera® Kameras</w:t>
        </w:r>
      </w:hyperlink>
    </w:p>
    <w:p w14:paraId="00B9293E" w14:textId="2CA916B0" w:rsidR="00B22ABB" w:rsidRPr="00B22ABB" w:rsidRDefault="00033FDE" w:rsidP="003F158F">
      <w:pPr>
        <w:pStyle w:val="Listenabsatz"/>
        <w:numPr>
          <w:ilvl w:val="0"/>
          <w:numId w:val="10"/>
        </w:numPr>
        <w:rPr>
          <w:rStyle w:val="Hyperlink"/>
          <w:color w:val="auto"/>
          <w:u w:val="none"/>
        </w:rPr>
      </w:pPr>
      <w:hyperlink r:id="rId11" w:history="1">
        <w:r w:rsidRPr="00033FDE">
          <w:rPr>
            <w:rStyle w:val="Hyperlink"/>
          </w:rPr>
          <w:t>Videoanalyse &amp; KI</w:t>
        </w:r>
      </w:hyperlink>
    </w:p>
    <w:p w14:paraId="7A0E2624" w14:textId="77777777" w:rsidR="00B22ABB" w:rsidRDefault="00B22ABB" w:rsidP="00B22ABB">
      <w:pPr>
        <w:ind w:left="360"/>
      </w:pPr>
    </w:p>
    <w:p w14:paraId="5E953F40" w14:textId="77777777" w:rsidR="0096255F" w:rsidRDefault="0096255F" w:rsidP="00B22ABB">
      <w:pPr>
        <w:ind w:left="360"/>
      </w:pPr>
    </w:p>
    <w:p w14:paraId="61354845" w14:textId="38D9341A" w:rsidR="004B022E" w:rsidRPr="004A5C6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BILDUNTERSCHRIFTEN</w:t>
      </w:r>
      <w:r w:rsidRPr="004A5C6E">
        <w:rPr>
          <w:rFonts w:asciiTheme="minorHAnsi" w:hAnsiTheme="minorHAnsi" w:cstheme="minorHAnsi"/>
          <w:b/>
          <w:color w:val="FF0000"/>
        </w:rPr>
        <w:t xml:space="preserve"> +++</w:t>
      </w:r>
    </w:p>
    <w:p w14:paraId="013FF784" w14:textId="7640886B" w:rsidR="00285901" w:rsidRDefault="00285901" w:rsidP="00285901">
      <w:pPr>
        <w:jc w:val="both"/>
        <w:rPr>
          <w:rFonts w:asciiTheme="minorHAnsi" w:hAnsiTheme="minorHAnsi" w:cstheme="minorHAnsi"/>
          <w:bCs/>
        </w:rPr>
      </w:pPr>
    </w:p>
    <w:p w14:paraId="1F38DB6A" w14:textId="22ABCB90" w:rsidR="001B6FB3" w:rsidRPr="00656D8D" w:rsidRDefault="001B6FB3" w:rsidP="001B6FB3">
      <w:pPr>
        <w:jc w:val="both"/>
        <w:rPr>
          <w:rFonts w:asciiTheme="minorHAnsi" w:hAnsiTheme="minorHAnsi" w:cstheme="minorHAnsi"/>
          <w:b/>
          <w:color w:val="FF0000"/>
        </w:rPr>
      </w:pPr>
      <w:r w:rsidRPr="00656D8D">
        <w:rPr>
          <w:rFonts w:asciiTheme="minorHAnsi" w:hAnsiTheme="minorHAnsi" w:cstheme="minorHAnsi"/>
          <w:b/>
          <w:color w:val="FF0000"/>
        </w:rPr>
        <w:t>Panomera-Perimeter</w:t>
      </w:r>
      <w:r>
        <w:rPr>
          <w:rFonts w:asciiTheme="minorHAnsi" w:hAnsiTheme="minorHAnsi" w:cstheme="minorHAnsi"/>
          <w:b/>
          <w:color w:val="FF0000"/>
        </w:rPr>
        <w:t>-Protection-2025</w:t>
      </w:r>
    </w:p>
    <w:p w14:paraId="634644C0" w14:textId="1421DAC6" w:rsidR="001B6FB3" w:rsidRPr="000D7F62" w:rsidRDefault="001B6FB3" w:rsidP="001B6FB3">
      <w:pPr>
        <w:ind w:right="570"/>
        <w:jc w:val="both"/>
        <w:rPr>
          <w:i/>
          <w:iCs/>
        </w:rPr>
      </w:pPr>
      <w:r>
        <w:t xml:space="preserve">Dallmeier präsentiert </w:t>
      </w:r>
      <w:r w:rsidRPr="001B6FB3">
        <w:t xml:space="preserve">die </w:t>
      </w:r>
      <w:r w:rsidRPr="001B6FB3">
        <w:rPr>
          <w:color w:val="000000" w:themeColor="text1"/>
        </w:rPr>
        <w:t xml:space="preserve">Panomera® S4 Perimeter auf der Perimeter </w:t>
      </w:r>
      <w:proofErr w:type="spellStart"/>
      <w:r w:rsidRPr="001B6FB3">
        <w:rPr>
          <w:color w:val="000000" w:themeColor="text1"/>
        </w:rPr>
        <w:t>Protection</w:t>
      </w:r>
      <w:proofErr w:type="spellEnd"/>
      <w:r w:rsidRPr="001B6FB3">
        <w:rPr>
          <w:color w:val="000000" w:themeColor="text1"/>
        </w:rPr>
        <w:t xml:space="preserve"> 2025</w:t>
      </w:r>
      <w:r>
        <w:rPr>
          <w:color w:val="000000" w:themeColor="text1"/>
        </w:rPr>
        <w:t>.</w:t>
      </w:r>
    </w:p>
    <w:p w14:paraId="19C87263" w14:textId="77777777" w:rsidR="001B6FB3" w:rsidRPr="00DD1855" w:rsidRDefault="001B6FB3" w:rsidP="001B6FB3">
      <w:pPr>
        <w:ind w:right="570"/>
        <w:jc w:val="both"/>
        <w:rPr>
          <w:i/>
          <w:iCs/>
        </w:rPr>
      </w:pPr>
      <w:r w:rsidRPr="00DD1855">
        <w:rPr>
          <w:i/>
          <w:iCs/>
        </w:rPr>
        <w:t xml:space="preserve">Bildnachweis: Dallmeier electronic </w:t>
      </w:r>
    </w:p>
    <w:p w14:paraId="5589AA7E" w14:textId="77777777" w:rsidR="001B6FB3" w:rsidRDefault="001B6FB3" w:rsidP="00EC5BF8">
      <w:pPr>
        <w:jc w:val="both"/>
        <w:rPr>
          <w:rFonts w:asciiTheme="minorHAnsi" w:hAnsiTheme="minorHAnsi" w:cstheme="minorHAnsi"/>
          <w:b/>
          <w:color w:val="FF0000"/>
        </w:rPr>
      </w:pPr>
    </w:p>
    <w:p w14:paraId="50CBE4A8" w14:textId="39D90460" w:rsidR="00EC5BF8" w:rsidRPr="00656D8D" w:rsidRDefault="00EC5BF8" w:rsidP="00EC5BF8">
      <w:pPr>
        <w:jc w:val="both"/>
        <w:rPr>
          <w:rFonts w:asciiTheme="minorHAnsi" w:hAnsiTheme="minorHAnsi" w:cstheme="minorHAnsi"/>
          <w:b/>
          <w:color w:val="FF0000"/>
        </w:rPr>
      </w:pPr>
      <w:r w:rsidRPr="00656D8D">
        <w:rPr>
          <w:rFonts w:asciiTheme="minorHAnsi" w:hAnsiTheme="minorHAnsi" w:cstheme="minorHAnsi"/>
          <w:b/>
          <w:color w:val="FF0000"/>
        </w:rPr>
        <w:t>Panomera-</w:t>
      </w:r>
      <w:proofErr w:type="spellStart"/>
      <w:r w:rsidRPr="00656D8D">
        <w:rPr>
          <w:rFonts w:asciiTheme="minorHAnsi" w:hAnsiTheme="minorHAnsi" w:cstheme="minorHAnsi"/>
          <w:b/>
          <w:color w:val="FF0000"/>
        </w:rPr>
        <w:t>Perimeter_Infrastructure</w:t>
      </w:r>
      <w:proofErr w:type="spellEnd"/>
    </w:p>
    <w:p w14:paraId="390FCE95" w14:textId="77777777" w:rsidR="00EC5BF8" w:rsidRPr="000D7F62" w:rsidRDefault="00EC5BF8" w:rsidP="00EC5BF8">
      <w:pPr>
        <w:ind w:right="570"/>
        <w:jc w:val="both"/>
        <w:rPr>
          <w:i/>
          <w:iCs/>
        </w:rPr>
      </w:pPr>
      <w:r w:rsidRPr="00FF3495">
        <w:t>Weniger Kameras bedeute</w:t>
      </w:r>
      <w:r>
        <w:t>n</w:t>
      </w:r>
      <w:r w:rsidRPr="00FF3495">
        <w:t xml:space="preserve"> weniger Infrastrukturkosten und mehr objektive Sicherheit.</w:t>
      </w:r>
    </w:p>
    <w:p w14:paraId="2E7503E5" w14:textId="77777777" w:rsidR="00EC5BF8" w:rsidRPr="001A7A5B" w:rsidRDefault="00EC5BF8" w:rsidP="00EC5BF8">
      <w:pPr>
        <w:ind w:right="570"/>
        <w:jc w:val="both"/>
        <w:rPr>
          <w:i/>
          <w:iCs/>
          <w:lang w:val="en-GB"/>
        </w:rPr>
      </w:pPr>
      <w:r w:rsidRPr="001A7A5B">
        <w:rPr>
          <w:i/>
          <w:iCs/>
          <w:lang w:val="en-GB"/>
        </w:rPr>
        <w:t xml:space="preserve">Bildnachweis: Dallmeier electronic </w:t>
      </w:r>
    </w:p>
    <w:p w14:paraId="754FF3E0" w14:textId="7D7727C8" w:rsidR="00EC5BF8" w:rsidRPr="00DD1855" w:rsidRDefault="00EC5BF8" w:rsidP="00EC5BF8">
      <w:pPr>
        <w:jc w:val="both"/>
        <w:rPr>
          <w:rFonts w:asciiTheme="minorHAnsi" w:hAnsiTheme="minorHAnsi" w:cstheme="minorHAnsi"/>
          <w:bCs/>
          <w:lang w:val="en-GB"/>
        </w:rPr>
      </w:pPr>
    </w:p>
    <w:p w14:paraId="4D3A6A35" w14:textId="77777777" w:rsidR="00EC5BF8" w:rsidRPr="00DD1855" w:rsidRDefault="00EC5BF8" w:rsidP="00EC5BF8">
      <w:pPr>
        <w:jc w:val="both"/>
        <w:rPr>
          <w:rFonts w:asciiTheme="minorHAnsi" w:hAnsiTheme="minorHAnsi" w:cstheme="minorHAnsi"/>
          <w:b/>
          <w:color w:val="FF0000"/>
          <w:lang w:val="en-GB"/>
        </w:rPr>
      </w:pPr>
      <w:r w:rsidRPr="00DD1855">
        <w:rPr>
          <w:rFonts w:asciiTheme="minorHAnsi" w:hAnsiTheme="minorHAnsi" w:cstheme="minorHAnsi"/>
          <w:b/>
          <w:color w:val="FF0000"/>
          <w:lang w:val="en-GB"/>
        </w:rPr>
        <w:t>Panomera-Perimeter_Tamper-Detection</w:t>
      </w:r>
    </w:p>
    <w:p w14:paraId="3DF0E300" w14:textId="77777777" w:rsidR="001438F7" w:rsidRDefault="00EC5BF8" w:rsidP="00EC5BF8">
      <w:pPr>
        <w:ind w:right="570"/>
        <w:jc w:val="both"/>
        <w:rPr>
          <w:rFonts w:asciiTheme="minorHAnsi" w:hAnsiTheme="minorHAnsi" w:cstheme="minorHAnsi"/>
        </w:rPr>
      </w:pPr>
      <w:r w:rsidRPr="00FF3495">
        <w:rPr>
          <w:rFonts w:asciiTheme="minorHAnsi" w:hAnsiTheme="minorHAnsi" w:cstheme="minorHAnsi"/>
        </w:rPr>
        <w:t xml:space="preserve">Die erweiterte AI </w:t>
      </w:r>
      <w:proofErr w:type="spellStart"/>
      <w:r w:rsidRPr="00FF3495">
        <w:rPr>
          <w:rFonts w:asciiTheme="minorHAnsi" w:hAnsiTheme="minorHAnsi" w:cstheme="minorHAnsi"/>
        </w:rPr>
        <w:t>Tamper</w:t>
      </w:r>
      <w:proofErr w:type="spellEnd"/>
      <w:r w:rsidRPr="00FF3495">
        <w:rPr>
          <w:rFonts w:asciiTheme="minorHAnsi" w:hAnsiTheme="minorHAnsi" w:cstheme="minorHAnsi"/>
        </w:rPr>
        <w:t xml:space="preserve"> </w:t>
      </w:r>
      <w:proofErr w:type="spellStart"/>
      <w:r w:rsidRPr="00FF3495">
        <w:rPr>
          <w:rFonts w:asciiTheme="minorHAnsi" w:hAnsiTheme="minorHAnsi" w:cstheme="minorHAnsi"/>
        </w:rPr>
        <w:t>Detection</w:t>
      </w:r>
      <w:proofErr w:type="spellEnd"/>
      <w:r w:rsidRPr="00FF3495">
        <w:rPr>
          <w:rFonts w:asciiTheme="minorHAnsi" w:hAnsiTheme="minorHAnsi" w:cstheme="minorHAnsi"/>
        </w:rPr>
        <w:t xml:space="preserve"> Applikation unterstützt die „Perimeter App“ der Panomera</w:t>
      </w:r>
      <w:r>
        <w:rPr>
          <w:rFonts w:asciiTheme="minorHAnsi" w:hAnsiTheme="minorHAnsi" w:cstheme="minorHAnsi"/>
        </w:rPr>
        <w:t>®</w:t>
      </w:r>
      <w:r w:rsidRPr="00FF3495">
        <w:rPr>
          <w:rFonts w:asciiTheme="minorHAnsi" w:hAnsiTheme="minorHAnsi" w:cstheme="minorHAnsi"/>
        </w:rPr>
        <w:t xml:space="preserve"> durch die Erkennung einer Vielzahl von Manipulationsversuchen.</w:t>
      </w:r>
    </w:p>
    <w:p w14:paraId="55094F57" w14:textId="2EC7B17D" w:rsidR="00EC5BF8" w:rsidRPr="00DD1855" w:rsidRDefault="00EC5BF8" w:rsidP="00EC5BF8">
      <w:pPr>
        <w:ind w:right="570"/>
        <w:jc w:val="both"/>
        <w:rPr>
          <w:i/>
          <w:iCs/>
          <w:lang w:val="en-GB"/>
        </w:rPr>
      </w:pPr>
      <w:r w:rsidRPr="00DD1855">
        <w:rPr>
          <w:i/>
          <w:iCs/>
          <w:lang w:val="en-GB"/>
        </w:rPr>
        <w:t xml:space="preserve">Bildnachweis: Dallmeier electronic </w:t>
      </w:r>
    </w:p>
    <w:p w14:paraId="04F57130" w14:textId="77777777" w:rsidR="00EE4852" w:rsidRPr="00DD1855" w:rsidRDefault="00EE4852" w:rsidP="00285901">
      <w:pPr>
        <w:jc w:val="both"/>
        <w:rPr>
          <w:rFonts w:asciiTheme="minorHAnsi" w:hAnsiTheme="minorHAnsi" w:cstheme="minorHAnsi"/>
          <w:bCs/>
          <w:lang w:val="en-GB"/>
        </w:rPr>
      </w:pPr>
    </w:p>
    <w:bookmarkEnd w:id="1"/>
    <w:p w14:paraId="1CEAE476" w14:textId="77777777" w:rsidR="004B022E" w:rsidRPr="00DD1855" w:rsidRDefault="004B022E" w:rsidP="0039701C">
      <w:pPr>
        <w:rPr>
          <w:rFonts w:asciiTheme="minorHAnsi" w:hAnsiTheme="minorHAnsi" w:cstheme="minorHAnsi"/>
          <w:b/>
          <w:lang w:val="en-GB"/>
        </w:rPr>
      </w:pPr>
    </w:p>
    <w:p w14:paraId="14F852BA" w14:textId="4EC9EA5C" w:rsidR="0039701C" w:rsidRPr="00DD1855" w:rsidRDefault="0039701C" w:rsidP="001E78BB">
      <w:pPr>
        <w:spacing w:after="160" w:line="259" w:lineRule="auto"/>
        <w:rPr>
          <w:rFonts w:asciiTheme="minorHAnsi" w:hAnsiTheme="minorHAnsi" w:cstheme="minorHAnsi"/>
          <w:b/>
          <w:lang w:val="en-GB"/>
        </w:rPr>
      </w:pPr>
      <w:r w:rsidRPr="00DD1855">
        <w:rPr>
          <w:rFonts w:asciiTheme="minorHAnsi" w:hAnsiTheme="minorHAnsi" w:cstheme="minorHAnsi"/>
          <w:b/>
          <w:lang w:val="en-GB"/>
        </w:rPr>
        <w:t>*****</w:t>
      </w:r>
    </w:p>
    <w:p w14:paraId="063562EA" w14:textId="77777777" w:rsidR="00486A0D" w:rsidRPr="00DD1855" w:rsidRDefault="00486A0D" w:rsidP="00486A0D">
      <w:pPr>
        <w:pStyle w:val="berschrift1"/>
        <w:rPr>
          <w:lang w:val="en-GB"/>
        </w:rPr>
      </w:pPr>
      <w:r w:rsidRPr="00DD1855">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 xml:space="preserve">Im Jahr 1984 gründete Dieter Dallmeier die heutige Dallmeier electronic GmbH &amp; Co. KG – nicht in der sprichwörtlichen Garage, aber immerhin in einem Gartenhaus in Regensburg. </w:t>
      </w:r>
      <w:r>
        <w:lastRenderedPageBreak/>
        <w:t>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77777777"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niedrigem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proofErr w:type="spellStart"/>
      <w:r>
        <w:rPr>
          <w:b/>
          <w:bCs/>
        </w:rPr>
        <w:t>Cybersecurity</w:t>
      </w:r>
      <w:proofErr w:type="spellEnd"/>
      <w:r>
        <w:rPr>
          <w:b/>
          <w:bCs/>
        </w:rPr>
        <w:t>, Datenschutz und ethische Verantwortung durch maximale Fertigungstiefe</w:t>
      </w:r>
    </w:p>
    <w:p w14:paraId="5416552E" w14:textId="77777777" w:rsidR="00486A0D" w:rsidRDefault="00486A0D" w:rsidP="00486A0D">
      <w:pPr>
        <w:jc w:val="both"/>
      </w:pPr>
      <w:r>
        <w:t xml:space="preserve">Durch 100 %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2"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3" w:history="1">
        <w:r>
          <w:rPr>
            <w:rStyle w:val="Hyperlink"/>
          </w:rPr>
          <w:t>www.panomera.com</w:t>
        </w:r>
      </w:hyperlink>
    </w:p>
    <w:sectPr w:rsidR="00486A0D" w:rsidRPr="00A2113E" w:rsidSect="00D02756">
      <w:headerReference w:type="default" r:id="rId14"/>
      <w:footerReference w:type="default" r:id="rId15"/>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24B92CAB"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34666C">
            <w:rPr>
              <w:rFonts w:asciiTheme="minorHAnsi" w:hAnsiTheme="minorHAnsi" w:cstheme="minorHAnsi"/>
              <w:sz w:val="14"/>
              <w:szCs w:val="14"/>
            </w:rPr>
            <w:t>11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7865E2C3" w14:textId="77777777" w:rsidR="0034666C" w:rsidRPr="0034666C" w:rsidRDefault="0034666C" w:rsidP="0034666C">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9F"/>
    <w:rsid w:val="00011430"/>
    <w:rsid w:val="00021941"/>
    <w:rsid w:val="00023E42"/>
    <w:rsid w:val="0002400E"/>
    <w:rsid w:val="00033FDE"/>
    <w:rsid w:val="00041BFF"/>
    <w:rsid w:val="0006181B"/>
    <w:rsid w:val="00061A41"/>
    <w:rsid w:val="00063C2D"/>
    <w:rsid w:val="00063F09"/>
    <w:rsid w:val="00065C8A"/>
    <w:rsid w:val="00074C5B"/>
    <w:rsid w:val="00077A91"/>
    <w:rsid w:val="00077F4F"/>
    <w:rsid w:val="00082B2D"/>
    <w:rsid w:val="00083B45"/>
    <w:rsid w:val="00083E16"/>
    <w:rsid w:val="000843CE"/>
    <w:rsid w:val="000843F6"/>
    <w:rsid w:val="00086716"/>
    <w:rsid w:val="000915B3"/>
    <w:rsid w:val="00097ECE"/>
    <w:rsid w:val="000A1CEA"/>
    <w:rsid w:val="000B2862"/>
    <w:rsid w:val="000C01B2"/>
    <w:rsid w:val="000C7C4E"/>
    <w:rsid w:val="000D570A"/>
    <w:rsid w:val="000E25A4"/>
    <w:rsid w:val="000E4FFA"/>
    <w:rsid w:val="000E7838"/>
    <w:rsid w:val="000F4775"/>
    <w:rsid w:val="000F60F7"/>
    <w:rsid w:val="001068D8"/>
    <w:rsid w:val="00114428"/>
    <w:rsid w:val="00120DC5"/>
    <w:rsid w:val="001222A6"/>
    <w:rsid w:val="00123D82"/>
    <w:rsid w:val="00125865"/>
    <w:rsid w:val="0012622F"/>
    <w:rsid w:val="0013599B"/>
    <w:rsid w:val="001367D4"/>
    <w:rsid w:val="00137381"/>
    <w:rsid w:val="00140A70"/>
    <w:rsid w:val="001438F7"/>
    <w:rsid w:val="00144CE5"/>
    <w:rsid w:val="00150E94"/>
    <w:rsid w:val="00152699"/>
    <w:rsid w:val="0015390E"/>
    <w:rsid w:val="00154462"/>
    <w:rsid w:val="001552D0"/>
    <w:rsid w:val="00164ED4"/>
    <w:rsid w:val="001650EC"/>
    <w:rsid w:val="00165E18"/>
    <w:rsid w:val="00182E5D"/>
    <w:rsid w:val="001928AF"/>
    <w:rsid w:val="00194446"/>
    <w:rsid w:val="00197632"/>
    <w:rsid w:val="001B0349"/>
    <w:rsid w:val="001B6FB3"/>
    <w:rsid w:val="001C249B"/>
    <w:rsid w:val="001C3BA6"/>
    <w:rsid w:val="001C75C2"/>
    <w:rsid w:val="001C7DB0"/>
    <w:rsid w:val="001E2B7F"/>
    <w:rsid w:val="001E78BB"/>
    <w:rsid w:val="001E7903"/>
    <w:rsid w:val="001F38F3"/>
    <w:rsid w:val="002034E4"/>
    <w:rsid w:val="00204591"/>
    <w:rsid w:val="00206634"/>
    <w:rsid w:val="00210210"/>
    <w:rsid w:val="0021237C"/>
    <w:rsid w:val="00212BCA"/>
    <w:rsid w:val="002155A8"/>
    <w:rsid w:val="002156E0"/>
    <w:rsid w:val="0021577F"/>
    <w:rsid w:val="00220A8E"/>
    <w:rsid w:val="002215CD"/>
    <w:rsid w:val="0022269A"/>
    <w:rsid w:val="002275C2"/>
    <w:rsid w:val="002350A6"/>
    <w:rsid w:val="00236A5E"/>
    <w:rsid w:val="002463E4"/>
    <w:rsid w:val="0024676E"/>
    <w:rsid w:val="00251B19"/>
    <w:rsid w:val="002532F8"/>
    <w:rsid w:val="002610F1"/>
    <w:rsid w:val="00263379"/>
    <w:rsid w:val="00274A98"/>
    <w:rsid w:val="00275889"/>
    <w:rsid w:val="002758D9"/>
    <w:rsid w:val="002769D9"/>
    <w:rsid w:val="00276B4A"/>
    <w:rsid w:val="00281364"/>
    <w:rsid w:val="0028407A"/>
    <w:rsid w:val="00284970"/>
    <w:rsid w:val="00285901"/>
    <w:rsid w:val="00287596"/>
    <w:rsid w:val="00295BCE"/>
    <w:rsid w:val="002A12F3"/>
    <w:rsid w:val="002A27EC"/>
    <w:rsid w:val="002A42A7"/>
    <w:rsid w:val="002A63AB"/>
    <w:rsid w:val="002B760B"/>
    <w:rsid w:val="002C571F"/>
    <w:rsid w:val="002D35E1"/>
    <w:rsid w:val="002D3B32"/>
    <w:rsid w:val="002E356E"/>
    <w:rsid w:val="002E5D97"/>
    <w:rsid w:val="002E6A47"/>
    <w:rsid w:val="002F082E"/>
    <w:rsid w:val="002F1B6A"/>
    <w:rsid w:val="003020DF"/>
    <w:rsid w:val="00302571"/>
    <w:rsid w:val="00304792"/>
    <w:rsid w:val="003075A7"/>
    <w:rsid w:val="00307A33"/>
    <w:rsid w:val="00311265"/>
    <w:rsid w:val="00311699"/>
    <w:rsid w:val="00314530"/>
    <w:rsid w:val="00330E1C"/>
    <w:rsid w:val="003353B7"/>
    <w:rsid w:val="00344F26"/>
    <w:rsid w:val="0034666C"/>
    <w:rsid w:val="003476BC"/>
    <w:rsid w:val="00347759"/>
    <w:rsid w:val="00347D4E"/>
    <w:rsid w:val="00352C90"/>
    <w:rsid w:val="003723DA"/>
    <w:rsid w:val="0037524D"/>
    <w:rsid w:val="003839E8"/>
    <w:rsid w:val="00385DD9"/>
    <w:rsid w:val="00390227"/>
    <w:rsid w:val="0039701C"/>
    <w:rsid w:val="003A1E26"/>
    <w:rsid w:val="003A4E03"/>
    <w:rsid w:val="003A56F0"/>
    <w:rsid w:val="003A5DCE"/>
    <w:rsid w:val="003A660D"/>
    <w:rsid w:val="003B0C19"/>
    <w:rsid w:val="003B2965"/>
    <w:rsid w:val="003B2DA5"/>
    <w:rsid w:val="003C285E"/>
    <w:rsid w:val="003C661C"/>
    <w:rsid w:val="003D236D"/>
    <w:rsid w:val="003D28BD"/>
    <w:rsid w:val="003E0076"/>
    <w:rsid w:val="003E0A23"/>
    <w:rsid w:val="003E3869"/>
    <w:rsid w:val="003E4F5D"/>
    <w:rsid w:val="003F158F"/>
    <w:rsid w:val="003F52E6"/>
    <w:rsid w:val="003F6024"/>
    <w:rsid w:val="003F6274"/>
    <w:rsid w:val="003F67C1"/>
    <w:rsid w:val="003F7202"/>
    <w:rsid w:val="00405DE1"/>
    <w:rsid w:val="00405E35"/>
    <w:rsid w:val="00406355"/>
    <w:rsid w:val="00417275"/>
    <w:rsid w:val="00423899"/>
    <w:rsid w:val="00424F33"/>
    <w:rsid w:val="004325CD"/>
    <w:rsid w:val="00433C0C"/>
    <w:rsid w:val="004361DF"/>
    <w:rsid w:val="00437A39"/>
    <w:rsid w:val="00447005"/>
    <w:rsid w:val="004471AB"/>
    <w:rsid w:val="0045126A"/>
    <w:rsid w:val="00456034"/>
    <w:rsid w:val="00460AB4"/>
    <w:rsid w:val="004635AA"/>
    <w:rsid w:val="00466F41"/>
    <w:rsid w:val="00467DAD"/>
    <w:rsid w:val="00470EBB"/>
    <w:rsid w:val="00475FDE"/>
    <w:rsid w:val="00477283"/>
    <w:rsid w:val="004819D8"/>
    <w:rsid w:val="004862C0"/>
    <w:rsid w:val="004869AF"/>
    <w:rsid w:val="00486A0D"/>
    <w:rsid w:val="00492F2B"/>
    <w:rsid w:val="0049342A"/>
    <w:rsid w:val="00494FCE"/>
    <w:rsid w:val="004A5BFB"/>
    <w:rsid w:val="004A70E4"/>
    <w:rsid w:val="004B022E"/>
    <w:rsid w:val="004B1F22"/>
    <w:rsid w:val="004B4FD5"/>
    <w:rsid w:val="004C3A27"/>
    <w:rsid w:val="004C5077"/>
    <w:rsid w:val="004D172C"/>
    <w:rsid w:val="004D6872"/>
    <w:rsid w:val="004E0A02"/>
    <w:rsid w:val="004E58DD"/>
    <w:rsid w:val="004F3979"/>
    <w:rsid w:val="004F5531"/>
    <w:rsid w:val="00500D35"/>
    <w:rsid w:val="00504ED4"/>
    <w:rsid w:val="00507D76"/>
    <w:rsid w:val="005108AE"/>
    <w:rsid w:val="00511487"/>
    <w:rsid w:val="0051242F"/>
    <w:rsid w:val="005207E5"/>
    <w:rsid w:val="0052475B"/>
    <w:rsid w:val="00532AFE"/>
    <w:rsid w:val="00533E21"/>
    <w:rsid w:val="005360BB"/>
    <w:rsid w:val="005445F0"/>
    <w:rsid w:val="005454EB"/>
    <w:rsid w:val="00553777"/>
    <w:rsid w:val="00555CC5"/>
    <w:rsid w:val="005576B4"/>
    <w:rsid w:val="00560F1D"/>
    <w:rsid w:val="00564D06"/>
    <w:rsid w:val="00585C9F"/>
    <w:rsid w:val="005A1CA3"/>
    <w:rsid w:val="005B071E"/>
    <w:rsid w:val="005B1237"/>
    <w:rsid w:val="005B5B9B"/>
    <w:rsid w:val="005C27EE"/>
    <w:rsid w:val="005C2A60"/>
    <w:rsid w:val="005C4FFF"/>
    <w:rsid w:val="005C6E6D"/>
    <w:rsid w:val="005D1870"/>
    <w:rsid w:val="005D23F4"/>
    <w:rsid w:val="005D57F0"/>
    <w:rsid w:val="005E1109"/>
    <w:rsid w:val="005E69B9"/>
    <w:rsid w:val="005F363E"/>
    <w:rsid w:val="005F5ABB"/>
    <w:rsid w:val="00602F12"/>
    <w:rsid w:val="00604656"/>
    <w:rsid w:val="0060622C"/>
    <w:rsid w:val="00613728"/>
    <w:rsid w:val="00615A37"/>
    <w:rsid w:val="006229CB"/>
    <w:rsid w:val="00622E9A"/>
    <w:rsid w:val="00624F8D"/>
    <w:rsid w:val="006260FA"/>
    <w:rsid w:val="00627F9E"/>
    <w:rsid w:val="00631F60"/>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5075"/>
    <w:rsid w:val="00717E19"/>
    <w:rsid w:val="0072691F"/>
    <w:rsid w:val="00730020"/>
    <w:rsid w:val="00730C60"/>
    <w:rsid w:val="00730C97"/>
    <w:rsid w:val="007312D6"/>
    <w:rsid w:val="00731DA1"/>
    <w:rsid w:val="00742FF3"/>
    <w:rsid w:val="0074314E"/>
    <w:rsid w:val="00745B1A"/>
    <w:rsid w:val="00760D2D"/>
    <w:rsid w:val="00763F41"/>
    <w:rsid w:val="00766056"/>
    <w:rsid w:val="00766F79"/>
    <w:rsid w:val="00767CAC"/>
    <w:rsid w:val="00772D02"/>
    <w:rsid w:val="0077529D"/>
    <w:rsid w:val="00775D28"/>
    <w:rsid w:val="00776F54"/>
    <w:rsid w:val="007772F3"/>
    <w:rsid w:val="0078222A"/>
    <w:rsid w:val="00782470"/>
    <w:rsid w:val="0078290C"/>
    <w:rsid w:val="00790F01"/>
    <w:rsid w:val="00791FA6"/>
    <w:rsid w:val="007A0117"/>
    <w:rsid w:val="007A1476"/>
    <w:rsid w:val="007A2B69"/>
    <w:rsid w:val="007A49B2"/>
    <w:rsid w:val="007A64B0"/>
    <w:rsid w:val="007B121E"/>
    <w:rsid w:val="007B4F78"/>
    <w:rsid w:val="007D1C81"/>
    <w:rsid w:val="007D72B3"/>
    <w:rsid w:val="007D7A84"/>
    <w:rsid w:val="007E719C"/>
    <w:rsid w:val="007F0193"/>
    <w:rsid w:val="007F2F15"/>
    <w:rsid w:val="007F5CFC"/>
    <w:rsid w:val="00807568"/>
    <w:rsid w:val="008211EB"/>
    <w:rsid w:val="008326F3"/>
    <w:rsid w:val="00832D2F"/>
    <w:rsid w:val="0083440D"/>
    <w:rsid w:val="00846B84"/>
    <w:rsid w:val="0085127C"/>
    <w:rsid w:val="00853BC6"/>
    <w:rsid w:val="008566CE"/>
    <w:rsid w:val="00856D15"/>
    <w:rsid w:val="00857CCB"/>
    <w:rsid w:val="00872F66"/>
    <w:rsid w:val="008752D3"/>
    <w:rsid w:val="00877F70"/>
    <w:rsid w:val="0089315C"/>
    <w:rsid w:val="008A039A"/>
    <w:rsid w:val="008A0CD0"/>
    <w:rsid w:val="008A1E4F"/>
    <w:rsid w:val="008A3BC7"/>
    <w:rsid w:val="008A40F1"/>
    <w:rsid w:val="008C12E9"/>
    <w:rsid w:val="008C1758"/>
    <w:rsid w:val="008C18E5"/>
    <w:rsid w:val="008C7D77"/>
    <w:rsid w:val="008D0CEB"/>
    <w:rsid w:val="008D0E62"/>
    <w:rsid w:val="008D4AD5"/>
    <w:rsid w:val="008D524F"/>
    <w:rsid w:val="008D6885"/>
    <w:rsid w:val="008D6E8A"/>
    <w:rsid w:val="008D7B26"/>
    <w:rsid w:val="008E13CC"/>
    <w:rsid w:val="008E3EAC"/>
    <w:rsid w:val="008E498D"/>
    <w:rsid w:val="008E7170"/>
    <w:rsid w:val="0092177B"/>
    <w:rsid w:val="00925171"/>
    <w:rsid w:val="00930E90"/>
    <w:rsid w:val="0093191C"/>
    <w:rsid w:val="009330E8"/>
    <w:rsid w:val="00936044"/>
    <w:rsid w:val="009400C5"/>
    <w:rsid w:val="009403BA"/>
    <w:rsid w:val="00960F30"/>
    <w:rsid w:val="0096255F"/>
    <w:rsid w:val="00964664"/>
    <w:rsid w:val="00965DAF"/>
    <w:rsid w:val="00967E18"/>
    <w:rsid w:val="009718A3"/>
    <w:rsid w:val="00977C21"/>
    <w:rsid w:val="00981B24"/>
    <w:rsid w:val="0098218B"/>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57FC"/>
    <w:rsid w:val="00A571C7"/>
    <w:rsid w:val="00A6279D"/>
    <w:rsid w:val="00A65B1E"/>
    <w:rsid w:val="00A7262F"/>
    <w:rsid w:val="00A90125"/>
    <w:rsid w:val="00A91311"/>
    <w:rsid w:val="00A947DD"/>
    <w:rsid w:val="00A959EA"/>
    <w:rsid w:val="00AA0084"/>
    <w:rsid w:val="00AA2A44"/>
    <w:rsid w:val="00AA6641"/>
    <w:rsid w:val="00AB6173"/>
    <w:rsid w:val="00AB62F8"/>
    <w:rsid w:val="00AB7352"/>
    <w:rsid w:val="00AC1098"/>
    <w:rsid w:val="00AC4EC5"/>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24A"/>
    <w:rsid w:val="00B66348"/>
    <w:rsid w:val="00B7149B"/>
    <w:rsid w:val="00B72AF5"/>
    <w:rsid w:val="00B824EB"/>
    <w:rsid w:val="00B83B29"/>
    <w:rsid w:val="00B85AC1"/>
    <w:rsid w:val="00B91184"/>
    <w:rsid w:val="00BA3276"/>
    <w:rsid w:val="00BA6D75"/>
    <w:rsid w:val="00BB1E8D"/>
    <w:rsid w:val="00BB7E9E"/>
    <w:rsid w:val="00BC0065"/>
    <w:rsid w:val="00BD3C51"/>
    <w:rsid w:val="00BD3F3C"/>
    <w:rsid w:val="00BE460F"/>
    <w:rsid w:val="00BE6146"/>
    <w:rsid w:val="00BE6CB0"/>
    <w:rsid w:val="00BE7773"/>
    <w:rsid w:val="00BE7F3C"/>
    <w:rsid w:val="00BF0E93"/>
    <w:rsid w:val="00BF3F9A"/>
    <w:rsid w:val="00BF4857"/>
    <w:rsid w:val="00BF4DD9"/>
    <w:rsid w:val="00C04655"/>
    <w:rsid w:val="00C144F3"/>
    <w:rsid w:val="00C20746"/>
    <w:rsid w:val="00C21B5E"/>
    <w:rsid w:val="00C26415"/>
    <w:rsid w:val="00C27E29"/>
    <w:rsid w:val="00C31839"/>
    <w:rsid w:val="00C33076"/>
    <w:rsid w:val="00C37BB2"/>
    <w:rsid w:val="00C4040D"/>
    <w:rsid w:val="00C44732"/>
    <w:rsid w:val="00C47E1B"/>
    <w:rsid w:val="00C501E1"/>
    <w:rsid w:val="00C6307D"/>
    <w:rsid w:val="00C63EED"/>
    <w:rsid w:val="00C65530"/>
    <w:rsid w:val="00C66BDB"/>
    <w:rsid w:val="00C7627B"/>
    <w:rsid w:val="00C82A75"/>
    <w:rsid w:val="00C85C84"/>
    <w:rsid w:val="00C87171"/>
    <w:rsid w:val="00C90B8C"/>
    <w:rsid w:val="00C91525"/>
    <w:rsid w:val="00C919AB"/>
    <w:rsid w:val="00C93719"/>
    <w:rsid w:val="00C93DD6"/>
    <w:rsid w:val="00C96528"/>
    <w:rsid w:val="00CA1C93"/>
    <w:rsid w:val="00CA2A3B"/>
    <w:rsid w:val="00CA3B0D"/>
    <w:rsid w:val="00CA57FE"/>
    <w:rsid w:val="00CB2ABE"/>
    <w:rsid w:val="00CB3E2C"/>
    <w:rsid w:val="00CB67B8"/>
    <w:rsid w:val="00CB6B1E"/>
    <w:rsid w:val="00CC2AE2"/>
    <w:rsid w:val="00CD0C6F"/>
    <w:rsid w:val="00CD6894"/>
    <w:rsid w:val="00CD73D9"/>
    <w:rsid w:val="00CE5E17"/>
    <w:rsid w:val="00CF1F0F"/>
    <w:rsid w:val="00CF2F3C"/>
    <w:rsid w:val="00CF3F3C"/>
    <w:rsid w:val="00D02086"/>
    <w:rsid w:val="00D02756"/>
    <w:rsid w:val="00D05278"/>
    <w:rsid w:val="00D122B3"/>
    <w:rsid w:val="00D126C5"/>
    <w:rsid w:val="00D13740"/>
    <w:rsid w:val="00D17048"/>
    <w:rsid w:val="00D17B7E"/>
    <w:rsid w:val="00D2627E"/>
    <w:rsid w:val="00D27076"/>
    <w:rsid w:val="00D2788E"/>
    <w:rsid w:val="00D37D65"/>
    <w:rsid w:val="00D4041A"/>
    <w:rsid w:val="00D412A9"/>
    <w:rsid w:val="00D51813"/>
    <w:rsid w:val="00D5381B"/>
    <w:rsid w:val="00D541B2"/>
    <w:rsid w:val="00D5568B"/>
    <w:rsid w:val="00D6081B"/>
    <w:rsid w:val="00D613BE"/>
    <w:rsid w:val="00D61B4D"/>
    <w:rsid w:val="00D6300E"/>
    <w:rsid w:val="00D65C20"/>
    <w:rsid w:val="00D7147A"/>
    <w:rsid w:val="00D75C36"/>
    <w:rsid w:val="00D76BE9"/>
    <w:rsid w:val="00D813E8"/>
    <w:rsid w:val="00D9049A"/>
    <w:rsid w:val="00D90581"/>
    <w:rsid w:val="00D95CF5"/>
    <w:rsid w:val="00DA6CC0"/>
    <w:rsid w:val="00DC134C"/>
    <w:rsid w:val="00DC2962"/>
    <w:rsid w:val="00DC5A0A"/>
    <w:rsid w:val="00DC6B6B"/>
    <w:rsid w:val="00DD0476"/>
    <w:rsid w:val="00DD1855"/>
    <w:rsid w:val="00DD1A17"/>
    <w:rsid w:val="00DD5009"/>
    <w:rsid w:val="00DD6718"/>
    <w:rsid w:val="00DE025D"/>
    <w:rsid w:val="00DE1901"/>
    <w:rsid w:val="00DE2792"/>
    <w:rsid w:val="00DF10AD"/>
    <w:rsid w:val="00DF2F03"/>
    <w:rsid w:val="00E021EB"/>
    <w:rsid w:val="00E0550D"/>
    <w:rsid w:val="00E0758D"/>
    <w:rsid w:val="00E112CD"/>
    <w:rsid w:val="00E12264"/>
    <w:rsid w:val="00E12470"/>
    <w:rsid w:val="00E12CC2"/>
    <w:rsid w:val="00E20F3B"/>
    <w:rsid w:val="00E21ACC"/>
    <w:rsid w:val="00E226CE"/>
    <w:rsid w:val="00E314BD"/>
    <w:rsid w:val="00E342B4"/>
    <w:rsid w:val="00E35C0D"/>
    <w:rsid w:val="00E40B32"/>
    <w:rsid w:val="00E43AAC"/>
    <w:rsid w:val="00E476AA"/>
    <w:rsid w:val="00E562E1"/>
    <w:rsid w:val="00E60256"/>
    <w:rsid w:val="00E612EB"/>
    <w:rsid w:val="00E63350"/>
    <w:rsid w:val="00E83DD9"/>
    <w:rsid w:val="00E90BED"/>
    <w:rsid w:val="00E90DC9"/>
    <w:rsid w:val="00E925C6"/>
    <w:rsid w:val="00E930F7"/>
    <w:rsid w:val="00E93D09"/>
    <w:rsid w:val="00EB3C81"/>
    <w:rsid w:val="00EB5860"/>
    <w:rsid w:val="00EB620D"/>
    <w:rsid w:val="00EB6A99"/>
    <w:rsid w:val="00EC3C7A"/>
    <w:rsid w:val="00EC43C5"/>
    <w:rsid w:val="00EC5BF8"/>
    <w:rsid w:val="00EC7A67"/>
    <w:rsid w:val="00ED2E3D"/>
    <w:rsid w:val="00EE4852"/>
    <w:rsid w:val="00EE7A2F"/>
    <w:rsid w:val="00F0643B"/>
    <w:rsid w:val="00F21902"/>
    <w:rsid w:val="00F26CBB"/>
    <w:rsid w:val="00F346E4"/>
    <w:rsid w:val="00F37B89"/>
    <w:rsid w:val="00F46AE1"/>
    <w:rsid w:val="00F47522"/>
    <w:rsid w:val="00F477EB"/>
    <w:rsid w:val="00F50197"/>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3484"/>
    <w:rsid w:val="00FC77FF"/>
    <w:rsid w:val="00FD2781"/>
    <w:rsid w:val="00FD4D3B"/>
    <w:rsid w:val="00FD736D"/>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38098010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42340918">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215002478">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85397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anomera-perimeter" TargetMode="External"/><Relationship Id="rId13" Type="http://schemas.openxmlformats.org/officeDocument/2006/relationships/hyperlink" Target="http://www.panomer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llmeie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produkte/videoanalyse-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allmeier.com/de/produkte/panomera-kameras" TargetMode="External"/><Relationship Id="rId4" Type="http://schemas.openxmlformats.org/officeDocument/2006/relationships/settings" Target="settings.xml"/><Relationship Id="rId9" Type="http://schemas.openxmlformats.org/officeDocument/2006/relationships/hyperlink" Target="https://www.dallmeier.com/de/panomera-perimete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1003</Words>
  <Characters>6326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13</cp:revision>
  <cp:lastPrinted>2018-01-17T16:18:00Z</cp:lastPrinted>
  <dcterms:created xsi:type="dcterms:W3CDTF">2024-11-14T07:38:00Z</dcterms:created>
  <dcterms:modified xsi:type="dcterms:W3CDTF">2024-11-20T08:07:00Z</dcterms:modified>
</cp:coreProperties>
</file>