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54C20683" w:rsidR="003E0A23" w:rsidRDefault="00846B84" w:rsidP="003E0A23">
      <w:pPr>
        <w:pStyle w:val="berschrift3"/>
      </w:pPr>
      <w:bookmarkStart w:id="1" w:name="_Hlk169170469"/>
      <w:proofErr w:type="spellStart"/>
      <w:r>
        <w:t>Cybersecurity</w:t>
      </w:r>
      <w:proofErr w:type="spellEnd"/>
      <w:r>
        <w:t xml:space="preserve"> beginnt nicht erst beim </w:t>
      </w:r>
      <w:r w:rsidR="0037524D">
        <w:t>Anwender</w:t>
      </w:r>
    </w:p>
    <w:p w14:paraId="62C75776" w14:textId="66FA996D" w:rsidR="00A16645" w:rsidRDefault="00EB620D" w:rsidP="0015390E">
      <w:pPr>
        <w:pStyle w:val="berschrift1"/>
      </w:pPr>
      <w:r>
        <w:t>Dallmeier erhält ISO 2700</w:t>
      </w:r>
      <w:r w:rsidR="00377DC0">
        <w:t>1</w:t>
      </w:r>
      <w:r>
        <w:t xml:space="preserve"> Zertifizierung </w:t>
      </w:r>
    </w:p>
    <w:bookmarkEnd w:id="0"/>
    <w:p w14:paraId="0FF83079" w14:textId="77777777" w:rsidR="0015390E" w:rsidRDefault="0015390E" w:rsidP="00742FF3">
      <w:pPr>
        <w:tabs>
          <w:tab w:val="left" w:pos="4110"/>
        </w:tabs>
        <w:rPr>
          <w:rFonts w:asciiTheme="minorHAnsi" w:hAnsiTheme="minorHAnsi" w:cstheme="minorHAnsi"/>
        </w:rPr>
      </w:pPr>
    </w:p>
    <w:p w14:paraId="6E91BDD9" w14:textId="646E524F" w:rsidR="009951D2" w:rsidRPr="00EC3C7A" w:rsidRDefault="00D61B4D" w:rsidP="00DF2F03">
      <w:pPr>
        <w:tabs>
          <w:tab w:val="left" w:pos="4110"/>
        </w:tabs>
        <w:jc w:val="both"/>
        <w:rPr>
          <w:rFonts w:asciiTheme="minorHAnsi" w:hAnsiTheme="minorHAnsi" w:cstheme="minorHAnsi"/>
          <w:b/>
        </w:rPr>
      </w:pPr>
      <w:r w:rsidRPr="00D61B4D">
        <w:rPr>
          <w:rFonts w:asciiTheme="minorHAnsi" w:hAnsiTheme="minorHAnsi" w:cstheme="minorHAnsi"/>
          <w:b/>
        </w:rPr>
        <w:t>Regensburg, 1</w:t>
      </w:r>
      <w:r w:rsidR="002758D9">
        <w:rPr>
          <w:rFonts w:asciiTheme="minorHAnsi" w:hAnsiTheme="minorHAnsi" w:cstheme="minorHAnsi"/>
          <w:b/>
        </w:rPr>
        <w:t>9</w:t>
      </w:r>
      <w:r w:rsidRPr="00D61B4D">
        <w:rPr>
          <w:rFonts w:asciiTheme="minorHAnsi" w:hAnsiTheme="minorHAnsi" w:cstheme="minorHAnsi"/>
          <w:b/>
        </w:rPr>
        <w:t xml:space="preserve">. Juni 2024 – </w:t>
      </w:r>
      <w:r w:rsidR="008C18E5" w:rsidRPr="008C18E5">
        <w:rPr>
          <w:rFonts w:asciiTheme="minorHAnsi" w:hAnsiTheme="minorHAnsi" w:cstheme="minorHAnsi"/>
          <w:b/>
        </w:rPr>
        <w:t xml:space="preserve">Der Regensburger Videotechnik-Hersteller Dallmeier electronic gibt bekannt, dass das Unternehmen für sein Informationssicherheits-Managementsystem (ISMS) die Zertifizierung nach ISO 27001 erhalten hat. Die internationale Norm für Informationssicherheits-Management stellt sicher, dass Unternehmen höchste Standards in Bezug auf Datenschutz und Datensicherheit erfüllen. </w:t>
      </w:r>
    </w:p>
    <w:p w14:paraId="464221B1" w14:textId="78B38518" w:rsidR="00CA3B0D" w:rsidRDefault="00CA3B0D" w:rsidP="00742FF3">
      <w:pPr>
        <w:tabs>
          <w:tab w:val="left" w:pos="4110"/>
        </w:tabs>
        <w:rPr>
          <w:rFonts w:asciiTheme="minorHAnsi" w:hAnsiTheme="minorHAnsi" w:cstheme="minorHAnsi"/>
        </w:rPr>
      </w:pPr>
    </w:p>
    <w:p w14:paraId="0249DF31" w14:textId="4341EA63" w:rsidR="00D61B4D" w:rsidRPr="00D61B4D" w:rsidRDefault="008C18E5" w:rsidP="00D61B4D">
      <w:pPr>
        <w:tabs>
          <w:tab w:val="left" w:pos="4110"/>
        </w:tabs>
        <w:jc w:val="both"/>
        <w:rPr>
          <w:rFonts w:asciiTheme="minorHAnsi" w:hAnsiTheme="minorHAnsi" w:cstheme="minorHAnsi"/>
        </w:rPr>
      </w:pPr>
      <w:r w:rsidRPr="008C18E5">
        <w:rPr>
          <w:rFonts w:asciiTheme="minorHAnsi" w:hAnsiTheme="minorHAnsi" w:cstheme="minorHAnsi"/>
        </w:rPr>
        <w:t xml:space="preserve">Überwachungskameras, Software oder Aufzeichnungssysteme sind als IoT-Komponenten genauso verwundbar wie andere IT-Systeme. Vor dem Hintergrund von </w:t>
      </w:r>
      <w:hyperlink r:id="rId8" w:history="1">
        <w:proofErr w:type="spellStart"/>
        <w:r w:rsidRPr="009229FC">
          <w:rPr>
            <w:rStyle w:val="Hyperlink"/>
            <w:rFonts w:asciiTheme="minorHAnsi" w:hAnsiTheme="minorHAnsi" w:cstheme="minorHAnsi"/>
          </w:rPr>
          <w:t>Cybersecurity</w:t>
        </w:r>
        <w:proofErr w:type="spellEnd"/>
        <w:r w:rsidRPr="009229FC">
          <w:rPr>
            <w:rStyle w:val="Hyperlink"/>
            <w:rFonts w:asciiTheme="minorHAnsi" w:hAnsiTheme="minorHAnsi" w:cstheme="minorHAnsi"/>
          </w:rPr>
          <w:t xml:space="preserve"> und Datenschutz</w:t>
        </w:r>
      </w:hyperlink>
      <w:r w:rsidRPr="008C18E5">
        <w:rPr>
          <w:rFonts w:asciiTheme="minorHAnsi" w:hAnsiTheme="minorHAnsi" w:cstheme="minorHAnsi"/>
        </w:rPr>
        <w:t xml:space="preserve"> sollten Kunden bei der Auswahl des geeigneten Herstellers sogar besonders genau hinschauen, schließlich ist die Integrität des Lieferanten ein entscheidendes Glied in der Sicherheitskette. Die Zertifizierung nach ISO 27001 bestätigt, dass Dallmeier electronic über wirksame Prozesse und Systeme verfügt, um sensible Daten zu schützen, Risiken zu minimieren und die Informationssicherheit kontinuierlich zu verbessern. </w:t>
      </w:r>
    </w:p>
    <w:p w14:paraId="371AB43F" w14:textId="77777777" w:rsidR="00D90581" w:rsidRDefault="00D90581" w:rsidP="00D61B4D">
      <w:pPr>
        <w:tabs>
          <w:tab w:val="left" w:pos="4110"/>
        </w:tabs>
        <w:jc w:val="both"/>
        <w:rPr>
          <w:rFonts w:asciiTheme="minorHAnsi" w:hAnsiTheme="minorHAnsi" w:cstheme="minorHAnsi"/>
        </w:rPr>
      </w:pPr>
    </w:p>
    <w:p w14:paraId="52B1E134" w14:textId="61610FCC" w:rsidR="006862F6" w:rsidRDefault="008C18E5" w:rsidP="009F7A61">
      <w:pPr>
        <w:tabs>
          <w:tab w:val="left" w:pos="4110"/>
        </w:tabs>
        <w:jc w:val="both"/>
        <w:rPr>
          <w:rFonts w:asciiTheme="minorHAnsi" w:hAnsiTheme="minorHAnsi" w:cstheme="minorHAnsi"/>
        </w:rPr>
      </w:pPr>
      <w:r w:rsidRPr="008C18E5">
        <w:rPr>
          <w:rFonts w:asciiTheme="minorHAnsi" w:hAnsiTheme="minorHAnsi" w:cstheme="minorHAnsi"/>
        </w:rPr>
        <w:t>Für die Kunden von Dallmeier electronic bietet die Zertifizierung nach ISO 27001 die Gewissheit, dass ihre Daten und Systeme beim Einsatz von Dallmeier Hard- und Softwareprodukten optimal vor möglichen Bedrohungen geschützt sind. Dallmeier electronic setzt dabei auf modernste Sicherheitsprotokolle und regelmäßige Sicherheitsüberprüfungen, um ein Höchstmaß an Sicherheit zu gewährleisten.</w:t>
      </w:r>
    </w:p>
    <w:p w14:paraId="3C9665A1" w14:textId="77777777" w:rsidR="008C18E5" w:rsidRDefault="008C18E5" w:rsidP="009F7A61">
      <w:pPr>
        <w:tabs>
          <w:tab w:val="left" w:pos="4110"/>
        </w:tabs>
        <w:jc w:val="both"/>
        <w:rPr>
          <w:rFonts w:asciiTheme="minorHAnsi" w:hAnsiTheme="minorHAnsi" w:cstheme="minorHAnsi"/>
        </w:rPr>
      </w:pPr>
    </w:p>
    <w:p w14:paraId="514CD3E1" w14:textId="761CCD3B" w:rsidR="006862F6" w:rsidRPr="006862F6" w:rsidRDefault="006862F6" w:rsidP="009F7A61">
      <w:pPr>
        <w:tabs>
          <w:tab w:val="left" w:pos="4110"/>
        </w:tabs>
        <w:jc w:val="both"/>
        <w:rPr>
          <w:rFonts w:asciiTheme="minorHAnsi" w:hAnsiTheme="minorHAnsi" w:cstheme="minorHAnsi"/>
          <w:b/>
          <w:bCs/>
        </w:rPr>
      </w:pPr>
      <w:r w:rsidRPr="006862F6">
        <w:rPr>
          <w:rFonts w:asciiTheme="minorHAnsi" w:hAnsiTheme="minorHAnsi" w:cstheme="minorHAnsi"/>
          <w:b/>
          <w:bCs/>
        </w:rPr>
        <w:t>NIS</w:t>
      </w:r>
      <w:r w:rsidR="009F7A61">
        <w:rPr>
          <w:rFonts w:asciiTheme="minorHAnsi" w:hAnsiTheme="minorHAnsi" w:cstheme="minorHAnsi"/>
          <w:b/>
          <w:bCs/>
        </w:rPr>
        <w:t>-</w:t>
      </w:r>
      <w:r w:rsidRPr="006862F6">
        <w:rPr>
          <w:rFonts w:asciiTheme="minorHAnsi" w:hAnsiTheme="minorHAnsi" w:cstheme="minorHAnsi"/>
          <w:b/>
          <w:bCs/>
        </w:rPr>
        <w:t xml:space="preserve">2 Anforderungen erfüllen </w:t>
      </w:r>
    </w:p>
    <w:p w14:paraId="7987D083" w14:textId="1E18FC66" w:rsidR="006862F6" w:rsidRPr="008F4157" w:rsidRDefault="008F4157" w:rsidP="009F7A61">
      <w:pPr>
        <w:jc w:val="both"/>
        <w:rPr>
          <w:rFonts w:ascii="Aptos" w:hAnsi="Aptos"/>
          <w:sz w:val="22"/>
          <w:szCs w:val="22"/>
        </w:rPr>
      </w:pPr>
      <w:r>
        <w:t>Für Betreiber kritischer Anlagen und alle besonders wichtigen und wichtigen Einrichtungen bedeutet die ISO 27001 Zertifizierung des Videosicherheits-Herstellers insbesondere auch die Basis dafür, die eigenen NIS-2 Anforderungen bezüglich einer sicheren Lieferkette heute und in Zukunft erfüllen zu können.</w:t>
      </w:r>
      <w:r>
        <w:rPr>
          <w:rFonts w:ascii="Aptos" w:hAnsi="Aptos"/>
          <w:sz w:val="22"/>
          <w:szCs w:val="22"/>
        </w:rPr>
        <w:t xml:space="preserve"> </w:t>
      </w:r>
      <w:r w:rsidR="006862F6">
        <w:rPr>
          <w:rFonts w:asciiTheme="minorHAnsi" w:hAnsiTheme="minorHAnsi" w:cstheme="minorHAnsi"/>
        </w:rPr>
        <w:t xml:space="preserve">Neben der ISO 27001 Zertifizierung stellt der Regensburger Hersteller schon seit </w:t>
      </w:r>
      <w:r w:rsidR="00377DC0">
        <w:rPr>
          <w:rFonts w:asciiTheme="minorHAnsi" w:hAnsiTheme="minorHAnsi" w:cstheme="minorHAnsi"/>
        </w:rPr>
        <w:t>l</w:t>
      </w:r>
      <w:r w:rsidR="006862F6">
        <w:rPr>
          <w:rFonts w:asciiTheme="minorHAnsi" w:hAnsiTheme="minorHAnsi" w:cstheme="minorHAnsi"/>
        </w:rPr>
        <w:t xml:space="preserve">ängerem die </w:t>
      </w:r>
      <w:r w:rsidR="006862F6" w:rsidRPr="00D61B4D">
        <w:rPr>
          <w:rFonts w:asciiTheme="minorHAnsi" w:hAnsiTheme="minorHAnsi" w:cstheme="minorHAnsi"/>
        </w:rPr>
        <w:t xml:space="preserve">Einhaltung der </w:t>
      </w:r>
      <w:r w:rsidR="006862F6">
        <w:rPr>
          <w:rFonts w:asciiTheme="minorHAnsi" w:hAnsiTheme="minorHAnsi" w:cstheme="minorHAnsi"/>
        </w:rPr>
        <w:t xml:space="preserve">DSGVO </w:t>
      </w:r>
      <w:r w:rsidR="006862F6" w:rsidRPr="00D61B4D">
        <w:rPr>
          <w:rFonts w:asciiTheme="minorHAnsi" w:hAnsiTheme="minorHAnsi" w:cstheme="minorHAnsi"/>
        </w:rPr>
        <w:t xml:space="preserve">und der NDAA (National Defense </w:t>
      </w:r>
      <w:proofErr w:type="spellStart"/>
      <w:r w:rsidR="006862F6" w:rsidRPr="00D61B4D">
        <w:rPr>
          <w:rFonts w:asciiTheme="minorHAnsi" w:hAnsiTheme="minorHAnsi" w:cstheme="minorHAnsi"/>
        </w:rPr>
        <w:t>Authorization</w:t>
      </w:r>
      <w:proofErr w:type="spellEnd"/>
      <w:r w:rsidR="006862F6" w:rsidRPr="00D61B4D">
        <w:rPr>
          <w:rFonts w:asciiTheme="minorHAnsi" w:hAnsiTheme="minorHAnsi" w:cstheme="minorHAnsi"/>
        </w:rPr>
        <w:t xml:space="preserve"> Act) </w:t>
      </w:r>
      <w:r w:rsidR="006862F6">
        <w:rPr>
          <w:rFonts w:asciiTheme="minorHAnsi" w:hAnsiTheme="minorHAnsi" w:cstheme="minorHAnsi"/>
        </w:rPr>
        <w:t>in seinen Lösungen</w:t>
      </w:r>
      <w:r w:rsidR="006862F6" w:rsidRPr="00D61B4D">
        <w:rPr>
          <w:rFonts w:asciiTheme="minorHAnsi" w:hAnsiTheme="minorHAnsi" w:cstheme="minorHAnsi"/>
        </w:rPr>
        <w:t xml:space="preserve"> sicher</w:t>
      </w:r>
      <w:r w:rsidR="006862F6">
        <w:rPr>
          <w:rFonts w:asciiTheme="minorHAnsi" w:hAnsiTheme="minorHAnsi" w:cstheme="minorHAnsi"/>
        </w:rPr>
        <w:t xml:space="preserve">. </w:t>
      </w:r>
      <w:r w:rsidR="006862F6" w:rsidRPr="00D61B4D">
        <w:rPr>
          <w:rFonts w:asciiTheme="minorHAnsi" w:hAnsiTheme="minorHAnsi" w:cstheme="minorHAnsi"/>
        </w:rPr>
        <w:t>Dies ist besonders wichtig für Kunden, die international tätig sind und sich auf rechtliche und sichere Datenverarbeitung verlassen müssen.</w:t>
      </w:r>
    </w:p>
    <w:p w14:paraId="2E61DA89" w14:textId="77777777" w:rsidR="00D90581" w:rsidRDefault="00D90581" w:rsidP="009F7A61">
      <w:pPr>
        <w:tabs>
          <w:tab w:val="left" w:pos="4110"/>
        </w:tabs>
        <w:jc w:val="both"/>
        <w:rPr>
          <w:rFonts w:asciiTheme="minorHAnsi" w:hAnsiTheme="minorHAnsi" w:cstheme="minorHAnsi"/>
        </w:rPr>
      </w:pPr>
    </w:p>
    <w:p w14:paraId="3276F9E9" w14:textId="1930C0BB" w:rsidR="001E78BB" w:rsidRDefault="008C18E5" w:rsidP="009F7A61">
      <w:pPr>
        <w:jc w:val="both"/>
        <w:rPr>
          <w:rFonts w:asciiTheme="minorHAnsi" w:hAnsiTheme="minorHAnsi" w:cstheme="minorHAnsi"/>
        </w:rPr>
      </w:pPr>
      <w:r w:rsidRPr="008C18E5">
        <w:rPr>
          <w:rFonts w:asciiTheme="minorHAnsi" w:hAnsiTheme="minorHAnsi" w:cstheme="minorHAnsi"/>
        </w:rPr>
        <w:t>Armin Biersack, CSO bei Dallmeier electronic, erklärt: „Die ISO 27001 Zertifizierung ist ein wichtiger Meilenstein für Dallmeier electronic und unterstreicht unser Engagement für höchste Sicherheitsstandards und den Schutz der sensiblen Daten unserer Kunden. In Kombination mit unserer bestehenden NDAA- und GDPR-Compliance können unsere Kunden sicher sein, dass sie mit einem vertrauenswürdigen Partner zusammenarbeiten, der ihre Sicherheits- und Datenschutzbedürfnisse versteht und die aktuellen und zukünftigen gesetzlichen Anforderungen erfüllt.</w:t>
      </w:r>
      <w:r w:rsidR="00377DC0">
        <w:rPr>
          <w:rFonts w:asciiTheme="minorHAnsi" w:hAnsiTheme="minorHAnsi" w:cstheme="minorHAnsi"/>
        </w:rPr>
        <w:t>“</w:t>
      </w:r>
    </w:p>
    <w:p w14:paraId="60324CC4" w14:textId="77777777" w:rsidR="008C18E5" w:rsidRDefault="008C18E5" w:rsidP="004B022E">
      <w:pPr>
        <w:jc w:val="both"/>
        <w:rPr>
          <w:rFonts w:asciiTheme="minorHAnsi" w:hAnsiTheme="minorHAnsi" w:cstheme="minorHAnsi"/>
        </w:rPr>
      </w:pPr>
    </w:p>
    <w:p w14:paraId="05E826C4" w14:textId="77777777" w:rsidR="00377DC0" w:rsidRDefault="00377DC0" w:rsidP="004B022E">
      <w:pPr>
        <w:jc w:val="both"/>
        <w:rPr>
          <w:rFonts w:asciiTheme="minorHAnsi" w:hAnsiTheme="minorHAnsi" w:cstheme="minorHAnsi"/>
        </w:rPr>
      </w:pPr>
    </w:p>
    <w:p w14:paraId="1B692E20" w14:textId="77777777" w:rsidR="00377DC0" w:rsidRDefault="00377DC0" w:rsidP="004B022E">
      <w:pPr>
        <w:jc w:val="both"/>
        <w:rPr>
          <w:rFonts w:asciiTheme="minorHAnsi" w:hAnsiTheme="minorHAnsi" w:cstheme="minorHAnsi"/>
        </w:rPr>
      </w:pPr>
    </w:p>
    <w:p w14:paraId="0849B2B0" w14:textId="77777777" w:rsidR="00377DC0" w:rsidRDefault="00377DC0" w:rsidP="004B022E">
      <w:pPr>
        <w:jc w:val="both"/>
        <w:rPr>
          <w:rFonts w:asciiTheme="minorHAnsi" w:hAnsiTheme="minorHAnsi" w:cstheme="minorHAnsi"/>
        </w:rPr>
      </w:pPr>
    </w:p>
    <w:p w14:paraId="0024BDA1" w14:textId="77777777" w:rsidR="00377DC0" w:rsidRDefault="00377DC0" w:rsidP="004B022E">
      <w:pPr>
        <w:jc w:val="both"/>
        <w:rPr>
          <w:rFonts w:asciiTheme="minorHAnsi" w:hAnsiTheme="minorHAnsi" w:cstheme="minorHAnsi"/>
        </w:rPr>
      </w:pPr>
    </w:p>
    <w:p w14:paraId="2CFE3026" w14:textId="77777777" w:rsidR="00377DC0" w:rsidRDefault="00377DC0" w:rsidP="004B022E">
      <w:pPr>
        <w:jc w:val="both"/>
        <w:rPr>
          <w:rFonts w:asciiTheme="minorHAnsi" w:hAnsiTheme="minorHAnsi" w:cstheme="minorHAnsi"/>
        </w:rPr>
      </w:pPr>
    </w:p>
    <w:p w14:paraId="61354845" w14:textId="77777777"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
        </w:rPr>
      </w:pPr>
    </w:p>
    <w:p w14:paraId="0E536429" w14:textId="4FAA606A" w:rsidR="00E12CC2" w:rsidRDefault="00D61B4D" w:rsidP="00285901">
      <w:pPr>
        <w:jc w:val="both"/>
        <w:rPr>
          <w:rFonts w:asciiTheme="minorHAnsi" w:hAnsiTheme="minorHAnsi" w:cstheme="minorHAnsi"/>
          <w:b/>
          <w:color w:val="FF0000"/>
        </w:rPr>
      </w:pPr>
      <w:r>
        <w:rPr>
          <w:rFonts w:asciiTheme="minorHAnsi" w:hAnsiTheme="minorHAnsi" w:cstheme="minorHAnsi"/>
          <w:b/>
          <w:color w:val="FF0000"/>
        </w:rPr>
        <w:t>Dallmeie</w:t>
      </w:r>
      <w:r w:rsidR="00D90581">
        <w:rPr>
          <w:rFonts w:asciiTheme="minorHAnsi" w:hAnsiTheme="minorHAnsi" w:cstheme="minorHAnsi"/>
          <w:b/>
          <w:color w:val="FF0000"/>
        </w:rPr>
        <w:t>r</w:t>
      </w:r>
      <w:r w:rsidR="00E84D3E">
        <w:rPr>
          <w:rFonts w:asciiTheme="minorHAnsi" w:hAnsiTheme="minorHAnsi" w:cstheme="minorHAnsi"/>
          <w:b/>
          <w:color w:val="FF0000"/>
        </w:rPr>
        <w:t>_</w:t>
      </w:r>
      <w:r w:rsidR="00D90581">
        <w:rPr>
          <w:rFonts w:asciiTheme="minorHAnsi" w:hAnsiTheme="minorHAnsi" w:cstheme="minorHAnsi"/>
          <w:b/>
          <w:color w:val="FF0000"/>
        </w:rPr>
        <w:t>ISO27001</w:t>
      </w:r>
    </w:p>
    <w:p w14:paraId="05320189" w14:textId="49FA5A87" w:rsidR="008C18E5" w:rsidRPr="008C18E5" w:rsidRDefault="008C18E5" w:rsidP="00285901">
      <w:pPr>
        <w:jc w:val="both"/>
        <w:rPr>
          <w:rFonts w:asciiTheme="minorHAnsi" w:hAnsiTheme="minorHAnsi" w:cstheme="minorHAnsi"/>
          <w:b/>
          <w:color w:val="FF0000"/>
        </w:rPr>
      </w:pPr>
      <w:r>
        <w:rPr>
          <w:rFonts w:asciiTheme="minorHAnsi" w:hAnsiTheme="minorHAnsi" w:cstheme="minorHAnsi"/>
        </w:rPr>
        <w:t>Für Unternehmen und Organisationen der Kritischen Infrastrukturen bedeutet die ISO 27001 Zertifizierung des Videosicherheits-Herstellers insbesondere auch die Gewährleistung, die NIS</w:t>
      </w:r>
      <w:r w:rsidR="009F7A61">
        <w:rPr>
          <w:rFonts w:asciiTheme="minorHAnsi" w:hAnsiTheme="minorHAnsi" w:cstheme="minorHAnsi"/>
        </w:rPr>
        <w:t>-</w:t>
      </w:r>
      <w:r>
        <w:rPr>
          <w:rFonts w:asciiTheme="minorHAnsi" w:hAnsiTheme="minorHAnsi" w:cstheme="minorHAnsi"/>
        </w:rPr>
        <w:t xml:space="preserve">2 Anforderungen bezüglich der Lieferkette heute und in Zukunft erfüllen zu können. Neben der ISO 27001 Zertifizierung stellt </w:t>
      </w:r>
      <w:r w:rsidR="00377DC0">
        <w:rPr>
          <w:rFonts w:asciiTheme="minorHAnsi" w:hAnsiTheme="minorHAnsi" w:cstheme="minorHAnsi"/>
        </w:rPr>
        <w:t>Dallmeier</w:t>
      </w:r>
      <w:r>
        <w:rPr>
          <w:rFonts w:asciiTheme="minorHAnsi" w:hAnsiTheme="minorHAnsi" w:cstheme="minorHAnsi"/>
        </w:rPr>
        <w:t xml:space="preserve"> schon seit längerem die </w:t>
      </w:r>
      <w:r w:rsidRPr="00D61B4D">
        <w:rPr>
          <w:rFonts w:asciiTheme="minorHAnsi" w:hAnsiTheme="minorHAnsi" w:cstheme="minorHAnsi"/>
        </w:rPr>
        <w:t xml:space="preserve">Einhaltung der </w:t>
      </w:r>
      <w:r>
        <w:rPr>
          <w:rFonts w:asciiTheme="minorHAnsi" w:hAnsiTheme="minorHAnsi" w:cstheme="minorHAnsi"/>
        </w:rPr>
        <w:t xml:space="preserve">DSGVO </w:t>
      </w:r>
      <w:r w:rsidRPr="00D61B4D">
        <w:rPr>
          <w:rFonts w:asciiTheme="minorHAnsi" w:hAnsiTheme="minorHAnsi" w:cstheme="minorHAnsi"/>
        </w:rPr>
        <w:t xml:space="preserve">und der NDAA (National Defense </w:t>
      </w:r>
      <w:proofErr w:type="spellStart"/>
      <w:r w:rsidRPr="00D61B4D">
        <w:rPr>
          <w:rFonts w:asciiTheme="minorHAnsi" w:hAnsiTheme="minorHAnsi" w:cstheme="minorHAnsi"/>
        </w:rPr>
        <w:t>Authorization</w:t>
      </w:r>
      <w:proofErr w:type="spellEnd"/>
      <w:r w:rsidRPr="00D61B4D">
        <w:rPr>
          <w:rFonts w:asciiTheme="minorHAnsi" w:hAnsiTheme="minorHAnsi" w:cstheme="minorHAnsi"/>
        </w:rPr>
        <w:t xml:space="preserve"> Act) </w:t>
      </w:r>
      <w:r>
        <w:rPr>
          <w:rFonts w:asciiTheme="minorHAnsi" w:hAnsiTheme="minorHAnsi" w:cstheme="minorHAnsi"/>
        </w:rPr>
        <w:t>in seinen Lösungen</w:t>
      </w:r>
      <w:r w:rsidRPr="00D61B4D">
        <w:rPr>
          <w:rFonts w:asciiTheme="minorHAnsi" w:hAnsiTheme="minorHAnsi" w:cstheme="minorHAnsi"/>
        </w:rPr>
        <w:t xml:space="preserve"> sicher</w:t>
      </w:r>
      <w:r>
        <w:rPr>
          <w:rFonts w:asciiTheme="minorHAnsi" w:hAnsiTheme="minorHAnsi" w:cstheme="minorHAnsi"/>
        </w:rPr>
        <w:t>.</w:t>
      </w:r>
    </w:p>
    <w:p w14:paraId="0C186656" w14:textId="77777777" w:rsidR="008C18E5" w:rsidRPr="00023E42" w:rsidRDefault="008C18E5" w:rsidP="008C18E5">
      <w:pPr>
        <w:ind w:right="570"/>
        <w:rPr>
          <w:i/>
          <w:iCs/>
          <w:lang w:val="it-IT"/>
        </w:rPr>
      </w:pPr>
      <w:proofErr w:type="spellStart"/>
      <w:r w:rsidRPr="00023E42">
        <w:rPr>
          <w:i/>
          <w:iCs/>
          <w:lang w:val="it-IT"/>
        </w:rPr>
        <w:t>Bildnachweis</w:t>
      </w:r>
      <w:proofErr w:type="spellEnd"/>
      <w:r w:rsidRPr="00023E42">
        <w:rPr>
          <w:i/>
          <w:iCs/>
          <w:lang w:val="it-IT"/>
        </w:rPr>
        <w:t xml:space="preserve">: Dallmeier </w:t>
      </w:r>
      <w:proofErr w:type="spellStart"/>
      <w:r w:rsidRPr="00023E42">
        <w:rPr>
          <w:i/>
          <w:iCs/>
          <w:lang w:val="it-IT"/>
        </w:rPr>
        <w:t>electronic</w:t>
      </w:r>
      <w:proofErr w:type="spellEnd"/>
      <w:r w:rsidRPr="00023E42">
        <w:rPr>
          <w:i/>
          <w:iCs/>
          <w:lang w:val="it-IT"/>
        </w:rPr>
        <w:t xml:space="preserve"> </w:t>
      </w:r>
    </w:p>
    <w:p w14:paraId="6D22EA60" w14:textId="77777777" w:rsidR="008C18E5" w:rsidRPr="009F7A61" w:rsidRDefault="008C18E5" w:rsidP="00285901">
      <w:pPr>
        <w:jc w:val="both"/>
        <w:rPr>
          <w:rFonts w:asciiTheme="minorHAnsi" w:hAnsiTheme="minorHAnsi" w:cstheme="minorHAnsi"/>
          <w:b/>
          <w:color w:val="FF0000"/>
        </w:rPr>
      </w:pPr>
    </w:p>
    <w:p w14:paraId="108D415B" w14:textId="4BDDDE8F" w:rsidR="00D90581" w:rsidRPr="009F7A61" w:rsidRDefault="00D90581" w:rsidP="00E84D3E">
      <w:pPr>
        <w:tabs>
          <w:tab w:val="left" w:pos="6735"/>
        </w:tabs>
        <w:jc w:val="both"/>
        <w:rPr>
          <w:rFonts w:asciiTheme="minorHAnsi" w:hAnsiTheme="minorHAnsi" w:cstheme="minorHAnsi"/>
          <w:b/>
          <w:color w:val="FF0000"/>
        </w:rPr>
      </w:pPr>
      <w:proofErr w:type="spellStart"/>
      <w:r w:rsidRPr="009F7A61">
        <w:rPr>
          <w:rFonts w:asciiTheme="minorHAnsi" w:hAnsiTheme="minorHAnsi" w:cstheme="minorHAnsi"/>
          <w:b/>
          <w:color w:val="FF0000"/>
        </w:rPr>
        <w:t>Armin</w:t>
      </w:r>
      <w:r w:rsidR="00E84D3E" w:rsidRPr="009F7A61">
        <w:rPr>
          <w:rFonts w:asciiTheme="minorHAnsi" w:hAnsiTheme="minorHAnsi" w:cstheme="minorHAnsi"/>
          <w:b/>
          <w:color w:val="FF0000"/>
        </w:rPr>
        <w:t>_</w:t>
      </w:r>
      <w:r w:rsidRPr="009F7A61">
        <w:rPr>
          <w:rFonts w:asciiTheme="minorHAnsi" w:hAnsiTheme="minorHAnsi" w:cstheme="minorHAnsi"/>
          <w:b/>
          <w:color w:val="FF0000"/>
        </w:rPr>
        <w:t>Biersack</w:t>
      </w:r>
      <w:proofErr w:type="spellEnd"/>
      <w:r w:rsidR="00E84D3E" w:rsidRPr="009F7A61">
        <w:rPr>
          <w:rFonts w:asciiTheme="minorHAnsi" w:hAnsiTheme="minorHAnsi" w:cstheme="minorHAnsi"/>
          <w:b/>
          <w:color w:val="FF0000"/>
        </w:rPr>
        <w:tab/>
      </w:r>
    </w:p>
    <w:p w14:paraId="2B7CB0F5" w14:textId="63EFCA6A" w:rsidR="00BE6CB0" w:rsidRPr="008C18E5" w:rsidRDefault="008C18E5" w:rsidP="00285901">
      <w:pPr>
        <w:jc w:val="both"/>
        <w:rPr>
          <w:rFonts w:asciiTheme="minorHAnsi" w:hAnsiTheme="minorHAnsi" w:cstheme="minorHAnsi"/>
          <w:bCs/>
          <w:lang w:val="en-GB"/>
        </w:rPr>
      </w:pPr>
      <w:r w:rsidRPr="008C18E5">
        <w:rPr>
          <w:rFonts w:asciiTheme="minorHAnsi" w:hAnsiTheme="minorHAnsi" w:cstheme="minorHAnsi"/>
          <w:bCs/>
          <w:lang w:val="en-GB"/>
        </w:rPr>
        <w:t>Armin Biersack, Chief Security Officer, Dallmeier electronic</w:t>
      </w:r>
    </w:p>
    <w:p w14:paraId="00F0123D" w14:textId="565B190C" w:rsidR="00D4041A" w:rsidRPr="00023E42" w:rsidRDefault="004B022E" w:rsidP="00F73DD9">
      <w:pPr>
        <w:ind w:right="570"/>
        <w:rPr>
          <w:i/>
          <w:iCs/>
          <w:lang w:val="it-IT"/>
        </w:rPr>
      </w:pPr>
      <w:proofErr w:type="spellStart"/>
      <w:r w:rsidRPr="00023E42">
        <w:rPr>
          <w:i/>
          <w:iCs/>
          <w:lang w:val="it-IT"/>
        </w:rPr>
        <w:t>Bildnachweis</w:t>
      </w:r>
      <w:proofErr w:type="spellEnd"/>
      <w:r w:rsidRPr="00023E42">
        <w:rPr>
          <w:i/>
          <w:iCs/>
          <w:lang w:val="it-IT"/>
        </w:rPr>
        <w:t xml:space="preserve">: Dallmeier </w:t>
      </w:r>
      <w:proofErr w:type="spellStart"/>
      <w:r w:rsidRPr="00023E42">
        <w:rPr>
          <w:i/>
          <w:iCs/>
          <w:lang w:val="it-IT"/>
        </w:rPr>
        <w:t>electronic</w:t>
      </w:r>
      <w:proofErr w:type="spellEnd"/>
      <w:r w:rsidRPr="00023E42">
        <w:rPr>
          <w:i/>
          <w:iCs/>
          <w:lang w:val="it-IT"/>
        </w:rPr>
        <w:t xml:space="preserve"> </w:t>
      </w:r>
    </w:p>
    <w:bookmarkEnd w:id="1"/>
    <w:p w14:paraId="1CEAE476" w14:textId="77777777" w:rsidR="004B022E" w:rsidRPr="00377DC0" w:rsidRDefault="004B022E" w:rsidP="0039701C">
      <w:pPr>
        <w:rPr>
          <w:rFonts w:asciiTheme="minorHAnsi" w:hAnsiTheme="minorHAnsi" w:cstheme="minorHAnsi"/>
          <w:b/>
          <w:lang w:val="en-GB"/>
        </w:rPr>
      </w:pPr>
    </w:p>
    <w:p w14:paraId="3330B3DF" w14:textId="77777777" w:rsidR="001E78BB" w:rsidRPr="00377DC0" w:rsidRDefault="001E78BB" w:rsidP="001E78BB">
      <w:pPr>
        <w:spacing w:after="160" w:line="259" w:lineRule="auto"/>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w:t>
      </w:r>
      <w:r>
        <w:lastRenderedPageBreak/>
        <w:t>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9229FC" w:rsidP="00486A0D">
      <w:pPr>
        <w:jc w:val="both"/>
      </w:pPr>
      <w:hyperlink r:id="rId9" w:history="1">
        <w:r w:rsidR="00486A0D">
          <w:rPr>
            <w:rStyle w:val="Hyperlink"/>
          </w:rPr>
          <w:t>www.dallmeier.com</w:t>
        </w:r>
      </w:hyperlink>
    </w:p>
    <w:p w14:paraId="3BAA933D" w14:textId="77777777" w:rsidR="00486A0D" w:rsidRDefault="009229FC" w:rsidP="00486A0D">
      <w:pPr>
        <w:ind w:right="570"/>
        <w:jc w:val="both"/>
        <w:rPr>
          <w:rFonts w:asciiTheme="minorHAnsi" w:hAnsiTheme="minorHAnsi" w:cstheme="minorHAnsi"/>
          <w:color w:val="2B2C30"/>
          <w:shd w:val="clear" w:color="auto" w:fill="FFFFFF"/>
        </w:rPr>
      </w:pPr>
      <w:hyperlink r:id="rId10" w:history="1">
        <w:r w:rsidR="00486A0D">
          <w:rPr>
            <w:rStyle w:val="Hyperlink"/>
          </w:rPr>
          <w:t>www.panomera.com</w:t>
        </w:r>
      </w:hyperlink>
    </w:p>
    <w:p w14:paraId="799A2420" w14:textId="77777777" w:rsidR="00486A0D" w:rsidRPr="00A2113E" w:rsidRDefault="00486A0D" w:rsidP="00A2113E">
      <w:pPr>
        <w:jc w:val="both"/>
        <w:rPr>
          <w:rFonts w:asciiTheme="minorHAnsi" w:hAnsiTheme="minorHAnsi" w:cstheme="minorHAnsi"/>
          <w:color w:val="1CBBFF"/>
          <w:u w:val="single"/>
        </w:rPr>
      </w:pPr>
    </w:p>
    <w:sectPr w:rsidR="00486A0D" w:rsidRPr="00A2113E"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21041CF"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377DC0">
            <w:rPr>
              <w:rFonts w:asciiTheme="minorHAnsi" w:hAnsiTheme="minorHAnsi" w:cstheme="minorHAnsi"/>
              <w:sz w:val="14"/>
              <w:szCs w:val="14"/>
            </w:rPr>
            <w:t>6</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BD1DF88" w:rsidR="007B121E" w:rsidRDefault="00B175DD" w:rsidP="00EB620D">
    <w:pPr>
      <w:pStyle w:val="Titel"/>
    </w:pPr>
    <w:r w:rsidRPr="008C12E9">
      <w:t xml:space="preserve">Dallmeier </w:t>
    </w:r>
    <w:r w:rsidR="00EB620D">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1"/>
  </w:num>
  <w:num w:numId="2" w16cid:durableId="478882071">
    <w:abstractNumId w:val="6"/>
  </w:num>
  <w:num w:numId="3" w16cid:durableId="1083262807">
    <w:abstractNumId w:val="5"/>
  </w:num>
  <w:num w:numId="4" w16cid:durableId="1287588180">
    <w:abstractNumId w:val="3"/>
  </w:num>
  <w:num w:numId="5" w16cid:durableId="934437694">
    <w:abstractNumId w:val="0"/>
  </w:num>
  <w:num w:numId="6" w16cid:durableId="24214192">
    <w:abstractNumId w:val="2"/>
  </w:num>
  <w:num w:numId="7" w16cid:durableId="1982072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11430"/>
    <w:rsid w:val="00021941"/>
    <w:rsid w:val="00023E42"/>
    <w:rsid w:val="0002400E"/>
    <w:rsid w:val="00041BFF"/>
    <w:rsid w:val="0006181B"/>
    <w:rsid w:val="00063C2D"/>
    <w:rsid w:val="00063F09"/>
    <w:rsid w:val="00065C8A"/>
    <w:rsid w:val="00074C5B"/>
    <w:rsid w:val="00077F4F"/>
    <w:rsid w:val="00082B2D"/>
    <w:rsid w:val="00083E16"/>
    <w:rsid w:val="000843CE"/>
    <w:rsid w:val="00086716"/>
    <w:rsid w:val="000915B3"/>
    <w:rsid w:val="00097ECE"/>
    <w:rsid w:val="000A1CEA"/>
    <w:rsid w:val="000B2862"/>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40A70"/>
    <w:rsid w:val="00144CE5"/>
    <w:rsid w:val="00150E94"/>
    <w:rsid w:val="00152699"/>
    <w:rsid w:val="0015390E"/>
    <w:rsid w:val="00154462"/>
    <w:rsid w:val="001552D0"/>
    <w:rsid w:val="00164ED4"/>
    <w:rsid w:val="00165E18"/>
    <w:rsid w:val="00182E5D"/>
    <w:rsid w:val="00194446"/>
    <w:rsid w:val="00197632"/>
    <w:rsid w:val="001B0349"/>
    <w:rsid w:val="001C249B"/>
    <w:rsid w:val="001C3BA6"/>
    <w:rsid w:val="001C75C2"/>
    <w:rsid w:val="001D6D87"/>
    <w:rsid w:val="001E78BB"/>
    <w:rsid w:val="001E7903"/>
    <w:rsid w:val="001F38F3"/>
    <w:rsid w:val="002034E4"/>
    <w:rsid w:val="00204591"/>
    <w:rsid w:val="00210210"/>
    <w:rsid w:val="0021237C"/>
    <w:rsid w:val="00212BCA"/>
    <w:rsid w:val="002155A8"/>
    <w:rsid w:val="002156E0"/>
    <w:rsid w:val="0021577F"/>
    <w:rsid w:val="00220A8E"/>
    <w:rsid w:val="002215CD"/>
    <w:rsid w:val="002350A6"/>
    <w:rsid w:val="00236A5E"/>
    <w:rsid w:val="002463E4"/>
    <w:rsid w:val="0024676E"/>
    <w:rsid w:val="002610F1"/>
    <w:rsid w:val="00263379"/>
    <w:rsid w:val="00274A98"/>
    <w:rsid w:val="00275889"/>
    <w:rsid w:val="002758D9"/>
    <w:rsid w:val="002769D9"/>
    <w:rsid w:val="00276B4A"/>
    <w:rsid w:val="00281364"/>
    <w:rsid w:val="00285901"/>
    <w:rsid w:val="00295BCE"/>
    <w:rsid w:val="002A12F3"/>
    <w:rsid w:val="002A27EC"/>
    <w:rsid w:val="002A42A7"/>
    <w:rsid w:val="002A63AB"/>
    <w:rsid w:val="002B760B"/>
    <w:rsid w:val="002C571F"/>
    <w:rsid w:val="002D3B32"/>
    <w:rsid w:val="002E5D97"/>
    <w:rsid w:val="002E6A47"/>
    <w:rsid w:val="002F082E"/>
    <w:rsid w:val="002F1B6A"/>
    <w:rsid w:val="00302571"/>
    <w:rsid w:val="00304792"/>
    <w:rsid w:val="003075A7"/>
    <w:rsid w:val="00307A33"/>
    <w:rsid w:val="00311699"/>
    <w:rsid w:val="00314530"/>
    <w:rsid w:val="00330E1C"/>
    <w:rsid w:val="003353B7"/>
    <w:rsid w:val="00344F26"/>
    <w:rsid w:val="00347759"/>
    <w:rsid w:val="00347D4E"/>
    <w:rsid w:val="00352C90"/>
    <w:rsid w:val="003723DA"/>
    <w:rsid w:val="0037524D"/>
    <w:rsid w:val="00377DC0"/>
    <w:rsid w:val="003839E8"/>
    <w:rsid w:val="00385DD9"/>
    <w:rsid w:val="00390227"/>
    <w:rsid w:val="0039701C"/>
    <w:rsid w:val="003A4E03"/>
    <w:rsid w:val="003A5DCE"/>
    <w:rsid w:val="003A660D"/>
    <w:rsid w:val="003B0C19"/>
    <w:rsid w:val="003B2965"/>
    <w:rsid w:val="003C285E"/>
    <w:rsid w:val="003C4297"/>
    <w:rsid w:val="003C661C"/>
    <w:rsid w:val="003D28BD"/>
    <w:rsid w:val="003E0076"/>
    <w:rsid w:val="003E0A23"/>
    <w:rsid w:val="003E3869"/>
    <w:rsid w:val="003E4F5D"/>
    <w:rsid w:val="003F52E6"/>
    <w:rsid w:val="003F7202"/>
    <w:rsid w:val="00405DE1"/>
    <w:rsid w:val="00417275"/>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2F2B"/>
    <w:rsid w:val="0049342A"/>
    <w:rsid w:val="004A5BFB"/>
    <w:rsid w:val="004A70E4"/>
    <w:rsid w:val="004B022E"/>
    <w:rsid w:val="004B1F22"/>
    <w:rsid w:val="004C5077"/>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60D2D"/>
    <w:rsid w:val="00763F41"/>
    <w:rsid w:val="00766056"/>
    <w:rsid w:val="00766F79"/>
    <w:rsid w:val="00772D02"/>
    <w:rsid w:val="0077529D"/>
    <w:rsid w:val="00775D28"/>
    <w:rsid w:val="007772F3"/>
    <w:rsid w:val="00782470"/>
    <w:rsid w:val="0078290C"/>
    <w:rsid w:val="00790F01"/>
    <w:rsid w:val="007A0117"/>
    <w:rsid w:val="007A1476"/>
    <w:rsid w:val="007A2B69"/>
    <w:rsid w:val="007A49B2"/>
    <w:rsid w:val="007A64B0"/>
    <w:rsid w:val="007B121E"/>
    <w:rsid w:val="007D1C81"/>
    <w:rsid w:val="007D72B3"/>
    <w:rsid w:val="007E719C"/>
    <w:rsid w:val="007F0193"/>
    <w:rsid w:val="007F2F15"/>
    <w:rsid w:val="007F5CFC"/>
    <w:rsid w:val="007F7337"/>
    <w:rsid w:val="00807568"/>
    <w:rsid w:val="008211EB"/>
    <w:rsid w:val="008326F3"/>
    <w:rsid w:val="00832D2F"/>
    <w:rsid w:val="0083440D"/>
    <w:rsid w:val="00834836"/>
    <w:rsid w:val="00846B84"/>
    <w:rsid w:val="0085127C"/>
    <w:rsid w:val="00853BC6"/>
    <w:rsid w:val="008566CE"/>
    <w:rsid w:val="00856D15"/>
    <w:rsid w:val="00872F66"/>
    <w:rsid w:val="008752D3"/>
    <w:rsid w:val="008762B2"/>
    <w:rsid w:val="0089315C"/>
    <w:rsid w:val="008A0CD0"/>
    <w:rsid w:val="008A1E4F"/>
    <w:rsid w:val="008A3BC7"/>
    <w:rsid w:val="008A40F1"/>
    <w:rsid w:val="008C12E9"/>
    <w:rsid w:val="008C1758"/>
    <w:rsid w:val="008C18E5"/>
    <w:rsid w:val="008D4AD5"/>
    <w:rsid w:val="008D524F"/>
    <w:rsid w:val="008D6885"/>
    <w:rsid w:val="008D6E8A"/>
    <w:rsid w:val="008D7B26"/>
    <w:rsid w:val="008E13CC"/>
    <w:rsid w:val="008E2B88"/>
    <w:rsid w:val="008E498D"/>
    <w:rsid w:val="008E7170"/>
    <w:rsid w:val="008F4157"/>
    <w:rsid w:val="0092177B"/>
    <w:rsid w:val="009229FC"/>
    <w:rsid w:val="00930E90"/>
    <w:rsid w:val="0093191C"/>
    <w:rsid w:val="009330E8"/>
    <w:rsid w:val="00936044"/>
    <w:rsid w:val="009400C5"/>
    <w:rsid w:val="009403BA"/>
    <w:rsid w:val="00960F30"/>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7433"/>
    <w:rsid w:val="009E2430"/>
    <w:rsid w:val="009E2898"/>
    <w:rsid w:val="009E477A"/>
    <w:rsid w:val="009F3BFA"/>
    <w:rsid w:val="009F6357"/>
    <w:rsid w:val="009F6D09"/>
    <w:rsid w:val="009F7A61"/>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B1E"/>
    <w:rsid w:val="00CD0C6F"/>
    <w:rsid w:val="00CD6894"/>
    <w:rsid w:val="00CD73D9"/>
    <w:rsid w:val="00CF1F0F"/>
    <w:rsid w:val="00CF2F3C"/>
    <w:rsid w:val="00CF3F3C"/>
    <w:rsid w:val="00D02086"/>
    <w:rsid w:val="00D02756"/>
    <w:rsid w:val="00D05278"/>
    <w:rsid w:val="00D122B3"/>
    <w:rsid w:val="00D13740"/>
    <w:rsid w:val="00D17048"/>
    <w:rsid w:val="00D17B7E"/>
    <w:rsid w:val="00D27076"/>
    <w:rsid w:val="00D2788E"/>
    <w:rsid w:val="00D37D65"/>
    <w:rsid w:val="00D4041A"/>
    <w:rsid w:val="00D412A9"/>
    <w:rsid w:val="00D51813"/>
    <w:rsid w:val="00D5381B"/>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1C4E"/>
    <w:rsid w:val="00DD5009"/>
    <w:rsid w:val="00DD6718"/>
    <w:rsid w:val="00DE025D"/>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60256"/>
    <w:rsid w:val="00E612EB"/>
    <w:rsid w:val="00E63350"/>
    <w:rsid w:val="00E83DD9"/>
    <w:rsid w:val="00E84D3E"/>
    <w:rsid w:val="00E90BED"/>
    <w:rsid w:val="00E90DC9"/>
    <w:rsid w:val="00E925C6"/>
    <w:rsid w:val="00E930F7"/>
    <w:rsid w:val="00E93D09"/>
    <w:rsid w:val="00EB3C81"/>
    <w:rsid w:val="00EB5860"/>
    <w:rsid w:val="00EB620D"/>
    <w:rsid w:val="00EC3C7A"/>
    <w:rsid w:val="00EC43C5"/>
    <w:rsid w:val="00ED2E3D"/>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905B2"/>
    <w:rsid w:val="00F969FB"/>
    <w:rsid w:val="00F97C89"/>
    <w:rsid w:val="00FA106B"/>
    <w:rsid w:val="00FA5CBD"/>
    <w:rsid w:val="00FB20C2"/>
    <w:rsid w:val="00FB7173"/>
    <w:rsid w:val="00FC3484"/>
    <w:rsid w:val="00FC77FF"/>
    <w:rsid w:val="00FD2781"/>
    <w:rsid w:val="00FD4D3B"/>
    <w:rsid w:val="00FD736D"/>
    <w:rsid w:val="00FE1C9D"/>
    <w:rsid w:val="00FE5F6E"/>
    <w:rsid w:val="00FE6B00"/>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1089475">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atenschutz-datensicherh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792</Words>
  <Characters>4991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7</cp:revision>
  <cp:lastPrinted>2018-01-17T16:18:00Z</cp:lastPrinted>
  <dcterms:created xsi:type="dcterms:W3CDTF">2024-06-13T09:29:00Z</dcterms:created>
  <dcterms:modified xsi:type="dcterms:W3CDTF">2024-06-17T06:50:00Z</dcterms:modified>
</cp:coreProperties>
</file>