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B3EC" w14:textId="77777777" w:rsidR="002758D9" w:rsidRDefault="002758D9" w:rsidP="003E0A23">
      <w:pPr>
        <w:pStyle w:val="Ttulo3"/>
      </w:pPr>
      <w:bookmarkStart w:id="0" w:name="_Hlk152678913"/>
    </w:p>
    <w:p w14:paraId="0A627A82" w14:textId="323EFA7D" w:rsidR="003E0A23" w:rsidRPr="00936C44" w:rsidRDefault="00FA6C2E" w:rsidP="003E0A23">
      <w:pPr>
        <w:pStyle w:val="Ttulo3"/>
        <w:rPr>
          <w:lang w:val="es-ES"/>
        </w:rPr>
      </w:pPr>
      <w:bookmarkStart w:id="1" w:name="_Hlk169170469"/>
      <w:r w:rsidRPr="00091FCA">
        <w:rPr>
          <w:lang w:val="es-ES"/>
        </w:rPr>
        <w:t>Preparado</w:t>
      </w:r>
      <w:r w:rsidR="00936C44" w:rsidRPr="00936C44">
        <w:rPr>
          <w:lang w:val="es-ES"/>
        </w:rPr>
        <w:t xml:space="preserve"> para</w:t>
      </w:r>
      <w:r w:rsidR="00252A2E" w:rsidRPr="00936C44">
        <w:rPr>
          <w:lang w:val="es-ES"/>
        </w:rPr>
        <w:t xml:space="preserve"> NIS2 </w:t>
      </w:r>
      <w:r w:rsidR="00091FCA">
        <w:rPr>
          <w:lang w:val="es-ES"/>
        </w:rPr>
        <w:t>y otras</w:t>
      </w:r>
      <w:r w:rsidR="00252A2E" w:rsidRPr="00936C44">
        <w:rPr>
          <w:lang w:val="es-ES"/>
        </w:rPr>
        <w:t xml:space="preserve"> </w:t>
      </w:r>
      <w:r w:rsidR="00936C44" w:rsidRPr="00936C44">
        <w:rPr>
          <w:lang w:val="es-ES"/>
        </w:rPr>
        <w:t>con tecnología de vídeo</w:t>
      </w:r>
      <w:r w:rsidR="00252A2E" w:rsidRPr="00936C44">
        <w:rPr>
          <w:lang w:val="es-ES"/>
        </w:rPr>
        <w:t xml:space="preserve"> </w:t>
      </w:r>
      <w:r>
        <w:rPr>
          <w:lang w:val="es-ES"/>
        </w:rPr>
        <w:t>“</w:t>
      </w:r>
      <w:proofErr w:type="spellStart"/>
      <w:r>
        <w:rPr>
          <w:lang w:val="es-ES"/>
        </w:rPr>
        <w:t>M</w:t>
      </w:r>
      <w:r w:rsidR="00252A2E" w:rsidRPr="00936C44">
        <w:rPr>
          <w:lang w:val="es-ES"/>
        </w:rPr>
        <w:t>ade</w:t>
      </w:r>
      <w:proofErr w:type="spellEnd"/>
      <w:r w:rsidR="00252A2E" w:rsidRPr="00936C44">
        <w:rPr>
          <w:lang w:val="es-ES"/>
        </w:rPr>
        <w:t xml:space="preserve"> in </w:t>
      </w:r>
      <w:proofErr w:type="spellStart"/>
      <w:r w:rsidR="00252A2E" w:rsidRPr="00936C44">
        <w:rPr>
          <w:lang w:val="es-ES"/>
        </w:rPr>
        <w:t>Germany</w:t>
      </w:r>
      <w:proofErr w:type="spellEnd"/>
      <w:r>
        <w:rPr>
          <w:lang w:val="es-ES"/>
        </w:rPr>
        <w:t>”</w:t>
      </w:r>
    </w:p>
    <w:bookmarkEnd w:id="0"/>
    <w:p w14:paraId="0FF83079" w14:textId="351C5FC2" w:rsidR="0015390E" w:rsidRPr="00C67227" w:rsidRDefault="00252A2E" w:rsidP="00742FF3">
      <w:pPr>
        <w:tabs>
          <w:tab w:val="left" w:pos="4110"/>
        </w:tabs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C67227">
        <w:rPr>
          <w:rFonts w:asciiTheme="minorHAnsi" w:hAnsiTheme="minorHAnsi" w:cstheme="minorHAnsi"/>
          <w:b/>
          <w:sz w:val="32"/>
          <w:szCs w:val="32"/>
          <w:lang w:val="es-ES"/>
        </w:rPr>
        <w:t xml:space="preserve">Dallmeier </w:t>
      </w:r>
      <w:proofErr w:type="spellStart"/>
      <w:r w:rsidRPr="00C67227">
        <w:rPr>
          <w:rFonts w:asciiTheme="minorHAnsi" w:hAnsiTheme="minorHAnsi" w:cstheme="minorHAnsi"/>
          <w:b/>
          <w:sz w:val="32"/>
          <w:szCs w:val="32"/>
          <w:lang w:val="es-ES"/>
        </w:rPr>
        <w:t>electronic</w:t>
      </w:r>
      <w:proofErr w:type="spellEnd"/>
      <w:r w:rsidRPr="00C67227">
        <w:rPr>
          <w:rFonts w:asciiTheme="minorHAnsi" w:hAnsiTheme="minorHAnsi" w:cstheme="minorHAnsi"/>
          <w:b/>
          <w:sz w:val="32"/>
          <w:szCs w:val="32"/>
          <w:lang w:val="es-ES"/>
        </w:rPr>
        <w:t xml:space="preserve"> </w:t>
      </w:r>
      <w:r w:rsidR="00034476" w:rsidRPr="00C67227">
        <w:rPr>
          <w:rFonts w:asciiTheme="minorHAnsi" w:hAnsiTheme="minorHAnsi" w:cstheme="minorHAnsi"/>
          <w:b/>
          <w:sz w:val="32"/>
          <w:szCs w:val="32"/>
          <w:lang w:val="es-ES"/>
        </w:rPr>
        <w:t xml:space="preserve">en </w:t>
      </w:r>
      <w:r w:rsidR="00FA6C2E">
        <w:rPr>
          <w:rFonts w:asciiTheme="minorHAnsi" w:hAnsiTheme="minorHAnsi" w:cstheme="minorHAnsi"/>
          <w:b/>
          <w:sz w:val="32"/>
          <w:szCs w:val="32"/>
          <w:lang w:val="es-ES"/>
        </w:rPr>
        <w:t>la feria</w:t>
      </w:r>
      <w:r w:rsidRPr="00C67227">
        <w:rPr>
          <w:rFonts w:asciiTheme="minorHAnsi" w:hAnsiTheme="minorHAnsi" w:cstheme="minorHAnsi"/>
          <w:b/>
          <w:sz w:val="32"/>
          <w:szCs w:val="32"/>
          <w:lang w:val="es-ES"/>
        </w:rPr>
        <w:t xml:space="preserve"> Security 2024: </w:t>
      </w:r>
      <w:r w:rsidR="00FA6C2E">
        <w:rPr>
          <w:rFonts w:asciiTheme="minorHAnsi" w:hAnsiTheme="minorHAnsi" w:cstheme="minorHAnsi"/>
          <w:b/>
          <w:sz w:val="32"/>
          <w:szCs w:val="32"/>
          <w:lang w:val="es-ES"/>
        </w:rPr>
        <w:t xml:space="preserve">Infraestructuras Críticas y </w:t>
      </w:r>
      <w:r w:rsidR="00FA6C2E" w:rsidRPr="00091FCA">
        <w:rPr>
          <w:rFonts w:asciiTheme="minorHAnsi" w:hAnsiTheme="minorHAnsi" w:cstheme="minorHAnsi"/>
          <w:b/>
          <w:sz w:val="32"/>
          <w:szCs w:val="32"/>
          <w:lang w:val="es-ES"/>
        </w:rPr>
        <w:t>alianzas</w:t>
      </w:r>
      <w:r w:rsidR="00FA6C2E">
        <w:rPr>
          <w:rFonts w:asciiTheme="minorHAnsi" w:hAnsiTheme="minorHAnsi" w:cstheme="minorHAnsi"/>
          <w:b/>
          <w:sz w:val="32"/>
          <w:szCs w:val="32"/>
          <w:lang w:val="es-ES"/>
        </w:rPr>
        <w:t xml:space="preserve"> en el centro de atención</w:t>
      </w:r>
    </w:p>
    <w:p w14:paraId="5E039041" w14:textId="77777777" w:rsidR="00F91092" w:rsidRPr="00C67227" w:rsidRDefault="00F91092" w:rsidP="00742FF3">
      <w:pPr>
        <w:tabs>
          <w:tab w:val="left" w:pos="4110"/>
        </w:tabs>
        <w:rPr>
          <w:rFonts w:asciiTheme="minorHAnsi" w:hAnsiTheme="minorHAnsi" w:cstheme="minorHAnsi"/>
          <w:lang w:val="es-ES"/>
        </w:rPr>
      </w:pPr>
    </w:p>
    <w:p w14:paraId="70213773" w14:textId="1418477C" w:rsidR="00252A2E" w:rsidRPr="00034476" w:rsidRDefault="00252A2E" w:rsidP="00DF2F03">
      <w:pPr>
        <w:tabs>
          <w:tab w:val="left" w:pos="4110"/>
        </w:tabs>
        <w:jc w:val="both"/>
        <w:rPr>
          <w:b/>
          <w:lang w:val="es-ES"/>
        </w:rPr>
      </w:pPr>
      <w:r w:rsidRPr="00936C44">
        <w:rPr>
          <w:b/>
          <w:lang w:val="es-ES"/>
        </w:rPr>
        <w:t>R</w:t>
      </w:r>
      <w:r w:rsidR="00936C44" w:rsidRPr="00936C44">
        <w:rPr>
          <w:b/>
          <w:lang w:val="es-ES"/>
        </w:rPr>
        <w:t>atisbona</w:t>
      </w:r>
      <w:r w:rsidRPr="00936C44">
        <w:rPr>
          <w:b/>
          <w:lang w:val="es-ES"/>
        </w:rPr>
        <w:t xml:space="preserve">, </w:t>
      </w:r>
      <w:r w:rsidR="007C3F17" w:rsidRPr="00936C44">
        <w:rPr>
          <w:b/>
          <w:lang w:val="es-ES"/>
        </w:rPr>
        <w:t>7</w:t>
      </w:r>
      <w:r w:rsidRPr="00936C44">
        <w:rPr>
          <w:b/>
          <w:lang w:val="es-ES"/>
        </w:rPr>
        <w:t xml:space="preserve"> </w:t>
      </w:r>
      <w:r w:rsidR="00E63DEA">
        <w:rPr>
          <w:b/>
          <w:lang w:val="es-ES"/>
        </w:rPr>
        <w:t xml:space="preserve">de </w:t>
      </w:r>
      <w:r w:rsidR="00FA6C2E">
        <w:rPr>
          <w:b/>
          <w:lang w:val="es-ES"/>
        </w:rPr>
        <w:t>a</w:t>
      </w:r>
      <w:r w:rsidR="00E63DEA" w:rsidRPr="00936C44">
        <w:rPr>
          <w:b/>
          <w:lang w:val="es-ES"/>
        </w:rPr>
        <w:t>gosto</w:t>
      </w:r>
      <w:r w:rsidR="00936C44" w:rsidRPr="00936C44">
        <w:rPr>
          <w:b/>
          <w:lang w:val="es-ES"/>
        </w:rPr>
        <w:t xml:space="preserve"> </w:t>
      </w:r>
      <w:r w:rsidR="00E63DEA">
        <w:rPr>
          <w:b/>
          <w:lang w:val="es-ES"/>
        </w:rPr>
        <w:t xml:space="preserve">de </w:t>
      </w:r>
      <w:r w:rsidRPr="00936C44">
        <w:rPr>
          <w:b/>
          <w:lang w:val="es-ES"/>
        </w:rPr>
        <w:t>2024 (</w:t>
      </w:r>
      <w:r w:rsidR="00936C44" w:rsidRPr="00936C44">
        <w:rPr>
          <w:b/>
          <w:lang w:val="es-ES"/>
        </w:rPr>
        <w:t>Alemania</w:t>
      </w:r>
      <w:r w:rsidRPr="00936C44">
        <w:rPr>
          <w:b/>
          <w:lang w:val="es-ES"/>
        </w:rPr>
        <w:t xml:space="preserve">) </w:t>
      </w:r>
      <w:r w:rsidRPr="00936C44">
        <w:rPr>
          <w:rFonts w:asciiTheme="minorHAnsi" w:hAnsiTheme="minorHAnsi" w:cstheme="minorHAnsi"/>
          <w:b/>
          <w:lang w:val="es-ES"/>
        </w:rPr>
        <w:t>–</w:t>
      </w:r>
      <w:r w:rsidRPr="00936C44">
        <w:rPr>
          <w:b/>
          <w:lang w:val="es-ES"/>
        </w:rPr>
        <w:t xml:space="preserve"> Dallmeier, </w:t>
      </w:r>
      <w:r w:rsidR="00DC61B9">
        <w:rPr>
          <w:b/>
          <w:lang w:val="es-ES"/>
        </w:rPr>
        <w:t xml:space="preserve">uno de los </w:t>
      </w:r>
      <w:r w:rsidR="00936C44" w:rsidRPr="00936C44">
        <w:rPr>
          <w:b/>
          <w:lang w:val="es-ES"/>
        </w:rPr>
        <w:t>proveedor</w:t>
      </w:r>
      <w:r w:rsidR="00DC61B9">
        <w:rPr>
          <w:b/>
          <w:lang w:val="es-ES"/>
        </w:rPr>
        <w:t>es</w:t>
      </w:r>
      <w:r w:rsidR="00936C44" w:rsidRPr="00936C44">
        <w:rPr>
          <w:b/>
          <w:lang w:val="es-ES"/>
        </w:rPr>
        <w:t xml:space="preserve"> líder de soluciones de seguridad inteligentes</w:t>
      </w:r>
      <w:r w:rsidRPr="00936C44">
        <w:rPr>
          <w:b/>
          <w:lang w:val="es-ES"/>
        </w:rPr>
        <w:t xml:space="preserve">, </w:t>
      </w:r>
      <w:r w:rsidR="00936C44" w:rsidRPr="00936C44">
        <w:rPr>
          <w:b/>
          <w:lang w:val="es-ES"/>
        </w:rPr>
        <w:t>pr</w:t>
      </w:r>
      <w:r w:rsidR="00936C44">
        <w:rPr>
          <w:b/>
          <w:lang w:val="es-ES"/>
        </w:rPr>
        <w:t>esentará sus últimas innovaciones</w:t>
      </w:r>
      <w:r w:rsidRPr="00936C44">
        <w:rPr>
          <w:b/>
          <w:lang w:val="es-ES"/>
        </w:rPr>
        <w:t xml:space="preserve"> </w:t>
      </w:r>
      <w:r w:rsidR="00936C44">
        <w:rPr>
          <w:b/>
          <w:lang w:val="es-ES"/>
        </w:rPr>
        <w:t xml:space="preserve">en </w:t>
      </w:r>
      <w:r w:rsidR="00DC61B9">
        <w:rPr>
          <w:b/>
          <w:lang w:val="es-ES"/>
        </w:rPr>
        <w:t>la feria</w:t>
      </w:r>
      <w:r w:rsidRPr="00936C44">
        <w:rPr>
          <w:b/>
          <w:lang w:val="es-ES"/>
        </w:rPr>
        <w:t xml:space="preserve"> Security </w:t>
      </w:r>
      <w:r w:rsidR="00DC61B9">
        <w:rPr>
          <w:b/>
          <w:lang w:val="es-ES"/>
        </w:rPr>
        <w:t xml:space="preserve">Essen </w:t>
      </w:r>
      <w:r w:rsidRPr="00936C44">
        <w:rPr>
          <w:b/>
          <w:lang w:val="es-ES"/>
        </w:rPr>
        <w:t xml:space="preserve">2024. </w:t>
      </w:r>
      <w:r w:rsidR="00936C44" w:rsidRPr="00936C44">
        <w:rPr>
          <w:b/>
          <w:lang w:val="es-ES"/>
        </w:rPr>
        <w:t>La atención se centrará en la</w:t>
      </w:r>
      <w:r w:rsidRPr="00936C44">
        <w:rPr>
          <w:b/>
          <w:lang w:val="es-ES"/>
        </w:rPr>
        <w:t xml:space="preserve"> </w:t>
      </w:r>
      <w:r w:rsidR="00936C44" w:rsidRPr="00936C44">
        <w:rPr>
          <w:b/>
          <w:lang w:val="es-ES"/>
        </w:rPr>
        <w:t>seguridad de la</w:t>
      </w:r>
      <w:r w:rsidR="00936C44">
        <w:rPr>
          <w:b/>
          <w:lang w:val="es-ES"/>
        </w:rPr>
        <w:t xml:space="preserve">s compañías de </w:t>
      </w:r>
      <w:r w:rsidR="00DC61B9">
        <w:rPr>
          <w:b/>
          <w:lang w:val="es-ES"/>
        </w:rPr>
        <w:t>I</w:t>
      </w:r>
      <w:r w:rsidR="00936C44">
        <w:rPr>
          <w:b/>
          <w:lang w:val="es-ES"/>
        </w:rPr>
        <w:t>nfraestructura</w:t>
      </w:r>
      <w:r w:rsidR="00DC61B9">
        <w:rPr>
          <w:b/>
          <w:lang w:val="es-ES"/>
        </w:rPr>
        <w:t>s</w:t>
      </w:r>
      <w:r w:rsidR="00936C44">
        <w:rPr>
          <w:b/>
          <w:lang w:val="es-ES"/>
        </w:rPr>
        <w:t xml:space="preserve"> </w:t>
      </w:r>
      <w:r w:rsidR="00DC61B9">
        <w:rPr>
          <w:b/>
          <w:lang w:val="es-ES"/>
        </w:rPr>
        <w:t>C</w:t>
      </w:r>
      <w:r w:rsidR="00936C44">
        <w:rPr>
          <w:b/>
          <w:lang w:val="es-ES"/>
        </w:rPr>
        <w:t>rítica</w:t>
      </w:r>
      <w:r w:rsidR="00DC61B9">
        <w:rPr>
          <w:b/>
          <w:lang w:val="es-ES"/>
        </w:rPr>
        <w:t>s,</w:t>
      </w:r>
      <w:r w:rsidRPr="00936C44">
        <w:rPr>
          <w:b/>
          <w:lang w:val="es-ES"/>
        </w:rPr>
        <w:t xml:space="preserve"> </w:t>
      </w:r>
      <w:r w:rsidR="00DC61B9">
        <w:rPr>
          <w:b/>
          <w:lang w:val="es-ES"/>
        </w:rPr>
        <w:t>pero también en</w:t>
      </w:r>
      <w:r w:rsidR="00936C44">
        <w:rPr>
          <w:b/>
          <w:lang w:val="es-ES"/>
        </w:rPr>
        <w:t xml:space="preserve"> </w:t>
      </w:r>
      <w:r w:rsidR="00DC61B9">
        <w:rPr>
          <w:b/>
          <w:lang w:val="es-ES"/>
        </w:rPr>
        <w:t>las exigencias</w:t>
      </w:r>
      <w:r w:rsidR="00936C44">
        <w:rPr>
          <w:b/>
          <w:lang w:val="es-ES"/>
        </w:rPr>
        <w:t xml:space="preserve"> de las pequeñas y medianas empresas.</w:t>
      </w:r>
      <w:r w:rsidRPr="00936C44">
        <w:rPr>
          <w:b/>
          <w:lang w:val="es-ES"/>
        </w:rPr>
        <w:t xml:space="preserve"> </w:t>
      </w:r>
      <w:r w:rsidR="00936C44" w:rsidRPr="00034476">
        <w:rPr>
          <w:b/>
          <w:lang w:val="es-ES"/>
        </w:rPr>
        <w:t>Instaladores e integradores de sistemas</w:t>
      </w:r>
      <w:r w:rsidRPr="00034476">
        <w:rPr>
          <w:b/>
          <w:lang w:val="es-ES"/>
        </w:rPr>
        <w:t xml:space="preserve"> </w:t>
      </w:r>
      <w:r w:rsidR="00034476" w:rsidRPr="00034476">
        <w:rPr>
          <w:b/>
          <w:lang w:val="es-ES"/>
        </w:rPr>
        <w:t xml:space="preserve">también están invitados a </w:t>
      </w:r>
      <w:r w:rsidR="00034476">
        <w:rPr>
          <w:b/>
          <w:lang w:val="es-ES"/>
        </w:rPr>
        <w:t>descubrir más sobre las oportunidades</w:t>
      </w:r>
      <w:r w:rsidR="001C7005">
        <w:rPr>
          <w:b/>
          <w:lang w:val="es-ES"/>
        </w:rPr>
        <w:t xml:space="preserve"> </w:t>
      </w:r>
      <w:r w:rsidR="00034476">
        <w:rPr>
          <w:b/>
          <w:lang w:val="es-ES"/>
        </w:rPr>
        <w:t>como socio de Dallmeier</w:t>
      </w:r>
      <w:r w:rsidRPr="00034476">
        <w:rPr>
          <w:b/>
          <w:lang w:val="es-ES"/>
        </w:rPr>
        <w:t xml:space="preserve">.  </w:t>
      </w:r>
    </w:p>
    <w:p w14:paraId="7BBC8E29" w14:textId="77777777" w:rsidR="00CE5E17" w:rsidRPr="00034476" w:rsidRDefault="00CE5E17" w:rsidP="00DF2F03">
      <w:pPr>
        <w:tabs>
          <w:tab w:val="left" w:pos="4110"/>
        </w:tabs>
        <w:jc w:val="both"/>
        <w:rPr>
          <w:lang w:val="es-ES"/>
        </w:rPr>
      </w:pPr>
    </w:p>
    <w:p w14:paraId="23655FE3" w14:textId="1C9260DB" w:rsidR="00252A2E" w:rsidRPr="00034476" w:rsidRDefault="000D3154" w:rsidP="00F91092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El foco </w:t>
      </w:r>
      <w:r w:rsidRPr="00091FCA">
        <w:rPr>
          <w:rFonts w:asciiTheme="minorHAnsi" w:hAnsiTheme="minorHAnsi" w:cstheme="minorHAnsi"/>
          <w:lang w:val="es-ES"/>
        </w:rPr>
        <w:t>estará</w:t>
      </w:r>
      <w:r w:rsidR="00034476" w:rsidRPr="00091FCA">
        <w:rPr>
          <w:rFonts w:asciiTheme="minorHAnsi" w:hAnsiTheme="minorHAnsi" w:cstheme="minorHAnsi"/>
          <w:lang w:val="es-ES"/>
        </w:rPr>
        <w:t xml:space="preserve"> en la resiliencia </w:t>
      </w:r>
      <w:r w:rsidRPr="00091FCA">
        <w:rPr>
          <w:rFonts w:asciiTheme="minorHAnsi" w:hAnsiTheme="minorHAnsi" w:cstheme="minorHAnsi"/>
          <w:lang w:val="es-ES"/>
        </w:rPr>
        <w:t>en</w:t>
      </w:r>
      <w:r w:rsidR="001C7005" w:rsidRPr="00091FCA">
        <w:rPr>
          <w:rFonts w:asciiTheme="minorHAnsi" w:hAnsiTheme="minorHAnsi" w:cstheme="minorHAnsi"/>
          <w:lang w:val="es-ES"/>
        </w:rPr>
        <w:t xml:space="preserve"> </w:t>
      </w:r>
      <w:r w:rsidR="00034476" w:rsidRPr="00091FCA">
        <w:rPr>
          <w:rFonts w:asciiTheme="minorHAnsi" w:hAnsiTheme="minorHAnsi" w:cstheme="minorHAnsi"/>
          <w:lang w:val="es-ES"/>
        </w:rPr>
        <w:t>ciberseguridad</w:t>
      </w:r>
      <w:r w:rsidR="00252A2E" w:rsidRPr="00091FCA">
        <w:rPr>
          <w:rFonts w:asciiTheme="minorHAnsi" w:hAnsiTheme="minorHAnsi" w:cstheme="minorHAnsi"/>
          <w:lang w:val="es-ES"/>
        </w:rPr>
        <w:t xml:space="preserve">, </w:t>
      </w:r>
      <w:r w:rsidR="00034476" w:rsidRPr="00091FCA">
        <w:rPr>
          <w:rFonts w:asciiTheme="minorHAnsi" w:hAnsiTheme="minorHAnsi" w:cstheme="minorHAnsi"/>
          <w:lang w:val="es-ES"/>
        </w:rPr>
        <w:t>el bajo coste total de propiedad</w:t>
      </w:r>
      <w:r w:rsidR="00252A2E" w:rsidRPr="00091FCA">
        <w:rPr>
          <w:rFonts w:asciiTheme="minorHAnsi" w:hAnsiTheme="minorHAnsi" w:cstheme="minorHAnsi"/>
          <w:lang w:val="es-ES"/>
        </w:rPr>
        <w:t xml:space="preserve"> </w:t>
      </w:r>
      <w:r w:rsidR="00034476" w:rsidRPr="00091FCA">
        <w:rPr>
          <w:rFonts w:asciiTheme="minorHAnsi" w:hAnsiTheme="minorHAnsi" w:cstheme="minorHAnsi"/>
          <w:lang w:val="es-ES"/>
        </w:rPr>
        <w:t xml:space="preserve">y en conseguir el mayor rendimiento de </w:t>
      </w:r>
      <w:r w:rsidR="00FC034B" w:rsidRPr="00091FCA">
        <w:rPr>
          <w:rFonts w:asciiTheme="minorHAnsi" w:hAnsiTheme="minorHAnsi" w:cstheme="minorHAnsi"/>
          <w:lang w:val="es-ES"/>
        </w:rPr>
        <w:t>seguridad</w:t>
      </w:r>
      <w:r w:rsidRPr="00091FCA">
        <w:rPr>
          <w:rFonts w:asciiTheme="minorHAnsi" w:hAnsiTheme="minorHAnsi" w:cstheme="minorHAnsi"/>
          <w:lang w:val="es-ES"/>
        </w:rPr>
        <w:t xml:space="preserve"> objetivo</w:t>
      </w:r>
      <w:r w:rsidR="00FC034B" w:rsidRPr="00091FCA">
        <w:rPr>
          <w:rFonts w:asciiTheme="minorHAnsi" w:hAnsiTheme="minorHAnsi" w:cstheme="minorHAnsi"/>
          <w:lang w:val="es-ES"/>
        </w:rPr>
        <w:t xml:space="preserve"> </w:t>
      </w:r>
      <w:r w:rsidRPr="00091FCA">
        <w:rPr>
          <w:rFonts w:asciiTheme="minorHAnsi" w:hAnsiTheme="minorHAnsi" w:cstheme="minorHAnsi"/>
          <w:lang w:val="es-ES"/>
        </w:rPr>
        <w:t xml:space="preserve">posible </w:t>
      </w:r>
      <w:r w:rsidR="00FC034B" w:rsidRPr="00091FCA">
        <w:rPr>
          <w:rFonts w:asciiTheme="minorHAnsi" w:hAnsiTheme="minorHAnsi" w:cstheme="minorHAnsi"/>
          <w:lang w:val="es-ES"/>
        </w:rPr>
        <w:t>en</w:t>
      </w:r>
      <w:r w:rsidR="00034476" w:rsidRPr="00091FCA">
        <w:rPr>
          <w:rFonts w:asciiTheme="minorHAnsi" w:hAnsiTheme="minorHAnsi" w:cstheme="minorHAnsi"/>
          <w:lang w:val="es-ES"/>
        </w:rPr>
        <w:t xml:space="preserve"> la videovigilancia</w:t>
      </w:r>
      <w:r w:rsidR="00252A2E" w:rsidRPr="00091FCA">
        <w:rPr>
          <w:rFonts w:asciiTheme="minorHAnsi" w:hAnsiTheme="minorHAnsi" w:cstheme="minorHAnsi"/>
          <w:lang w:val="es-ES"/>
        </w:rPr>
        <w:t xml:space="preserve">. </w:t>
      </w:r>
      <w:r w:rsidRPr="00091FCA">
        <w:rPr>
          <w:rFonts w:asciiTheme="minorHAnsi" w:hAnsiTheme="minorHAnsi" w:cstheme="minorHAnsi"/>
          <w:lang w:val="es-ES"/>
        </w:rPr>
        <w:t xml:space="preserve">En el stand de </w:t>
      </w:r>
      <w:proofErr w:type="spellStart"/>
      <w:r w:rsidRPr="00091FCA">
        <w:rPr>
          <w:rFonts w:asciiTheme="minorHAnsi" w:hAnsiTheme="minorHAnsi" w:cstheme="minorHAnsi"/>
          <w:lang w:val="es-ES"/>
        </w:rPr>
        <w:t>Barox</w:t>
      </w:r>
      <w:proofErr w:type="spellEnd"/>
      <w:r w:rsidRPr="00091FCA">
        <w:rPr>
          <w:rFonts w:asciiTheme="minorHAnsi" w:hAnsiTheme="minorHAnsi" w:cstheme="minorHAnsi"/>
          <w:lang w:val="es-ES"/>
        </w:rPr>
        <w:t xml:space="preserve"> (pabellón 5, stand B19) o en él de </w:t>
      </w:r>
      <w:proofErr w:type="spellStart"/>
      <w:r w:rsidRPr="00091FCA">
        <w:rPr>
          <w:rFonts w:asciiTheme="minorHAnsi" w:hAnsiTheme="minorHAnsi" w:cstheme="minorHAnsi"/>
          <w:lang w:val="es-ES"/>
        </w:rPr>
        <w:t>Advancis</w:t>
      </w:r>
      <w:proofErr w:type="spellEnd"/>
      <w:r w:rsidRPr="00091FCA">
        <w:rPr>
          <w:rFonts w:asciiTheme="minorHAnsi" w:hAnsiTheme="minorHAnsi" w:cstheme="minorHAnsi"/>
          <w:lang w:val="es-ES"/>
        </w:rPr>
        <w:t xml:space="preserve"> (pabellón 8, stand A15 / B15), l</w:t>
      </w:r>
      <w:r w:rsidR="00034476" w:rsidRPr="00091FCA">
        <w:rPr>
          <w:rFonts w:asciiTheme="minorHAnsi" w:hAnsiTheme="minorHAnsi" w:cstheme="minorHAnsi"/>
          <w:lang w:val="es-ES"/>
        </w:rPr>
        <w:t>os visitant</w:t>
      </w:r>
      <w:r w:rsidR="00E63DEA" w:rsidRPr="00091FCA">
        <w:rPr>
          <w:rFonts w:asciiTheme="minorHAnsi" w:hAnsiTheme="minorHAnsi" w:cstheme="minorHAnsi"/>
          <w:lang w:val="es-ES"/>
        </w:rPr>
        <w:t>e</w:t>
      </w:r>
      <w:r w:rsidR="00034476" w:rsidRPr="00091FCA">
        <w:rPr>
          <w:rFonts w:asciiTheme="minorHAnsi" w:hAnsiTheme="minorHAnsi" w:cstheme="minorHAnsi"/>
          <w:lang w:val="es-ES"/>
        </w:rPr>
        <w:t xml:space="preserve">s </w:t>
      </w:r>
      <w:r w:rsidRPr="00091FCA">
        <w:rPr>
          <w:rFonts w:asciiTheme="minorHAnsi" w:hAnsiTheme="minorHAnsi" w:cstheme="minorHAnsi"/>
          <w:lang w:val="es-ES"/>
        </w:rPr>
        <w:t xml:space="preserve">podrán convencerse de </w:t>
      </w:r>
      <w:r w:rsidR="00034476" w:rsidRPr="00091FCA">
        <w:rPr>
          <w:rFonts w:asciiTheme="minorHAnsi" w:hAnsiTheme="minorHAnsi" w:cstheme="minorHAnsi"/>
          <w:lang w:val="es-ES"/>
        </w:rPr>
        <w:t>los beneficios de las soluciones</w:t>
      </w:r>
      <w:r w:rsidR="00252A2E" w:rsidRPr="00091FCA">
        <w:rPr>
          <w:rFonts w:asciiTheme="minorHAnsi" w:hAnsiTheme="minorHAnsi" w:cstheme="minorHAnsi"/>
          <w:lang w:val="es-ES"/>
        </w:rPr>
        <w:t xml:space="preserve"> </w:t>
      </w:r>
      <w:r w:rsidR="004C2EB3" w:rsidRPr="00091FCA">
        <w:rPr>
          <w:rFonts w:asciiTheme="minorHAnsi" w:hAnsiTheme="minorHAnsi" w:cstheme="minorHAnsi"/>
          <w:lang w:val="es-ES"/>
        </w:rPr>
        <w:t>“</w:t>
      </w:r>
      <w:proofErr w:type="spellStart"/>
      <w:r w:rsidR="00252A2E" w:rsidRPr="00091FCA">
        <w:rPr>
          <w:rFonts w:asciiTheme="minorHAnsi" w:hAnsiTheme="minorHAnsi" w:cstheme="minorHAnsi"/>
          <w:lang w:val="es-ES"/>
        </w:rPr>
        <w:t>Made</w:t>
      </w:r>
      <w:proofErr w:type="spellEnd"/>
      <w:r w:rsidR="00252A2E" w:rsidRPr="00034476">
        <w:rPr>
          <w:rFonts w:asciiTheme="minorHAnsi" w:hAnsiTheme="minorHAnsi" w:cstheme="minorHAnsi"/>
          <w:lang w:val="es-ES"/>
        </w:rPr>
        <w:t xml:space="preserve"> in </w:t>
      </w:r>
      <w:proofErr w:type="spellStart"/>
      <w:r w:rsidR="00252A2E" w:rsidRPr="00034476">
        <w:rPr>
          <w:rFonts w:asciiTheme="minorHAnsi" w:hAnsiTheme="minorHAnsi" w:cstheme="minorHAnsi"/>
          <w:lang w:val="es-ES"/>
        </w:rPr>
        <w:t>Germany</w:t>
      </w:r>
      <w:proofErr w:type="spellEnd"/>
      <w:r w:rsidR="004C2EB3" w:rsidRPr="00034476">
        <w:rPr>
          <w:rFonts w:asciiTheme="minorHAnsi" w:hAnsiTheme="minorHAnsi" w:cstheme="minorHAnsi"/>
          <w:lang w:val="es-ES"/>
        </w:rPr>
        <w:t>”</w:t>
      </w:r>
      <w:r w:rsidR="00252A2E" w:rsidRPr="00034476">
        <w:rPr>
          <w:rFonts w:asciiTheme="minorHAnsi" w:hAnsiTheme="minorHAnsi" w:cstheme="minorHAnsi"/>
          <w:lang w:val="es-ES"/>
        </w:rPr>
        <w:t>.</w:t>
      </w:r>
    </w:p>
    <w:p w14:paraId="6F80A507" w14:textId="77777777" w:rsidR="00252A2E" w:rsidRPr="00034476" w:rsidRDefault="00252A2E" w:rsidP="00F91092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</w:p>
    <w:p w14:paraId="237A9F3A" w14:textId="369A810F" w:rsidR="004C2EB3" w:rsidRPr="00091FCA" w:rsidRDefault="00801C4A" w:rsidP="004C2EB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091FCA">
        <w:rPr>
          <w:rFonts w:asciiTheme="minorHAnsi" w:hAnsiTheme="minorHAnsi" w:cstheme="minorHAnsi"/>
          <w:b/>
          <w:bCs/>
          <w:lang w:val="es-ES"/>
        </w:rPr>
        <w:t xml:space="preserve">Know-how en </w:t>
      </w:r>
      <w:r w:rsidR="00C67227" w:rsidRPr="00091FCA">
        <w:rPr>
          <w:rFonts w:asciiTheme="minorHAnsi" w:hAnsiTheme="minorHAnsi" w:cstheme="minorHAnsi"/>
          <w:b/>
          <w:bCs/>
          <w:lang w:val="es-ES"/>
        </w:rPr>
        <w:t>tecnología</w:t>
      </w:r>
      <w:r w:rsidRPr="00091FCA">
        <w:rPr>
          <w:rFonts w:asciiTheme="minorHAnsi" w:hAnsiTheme="minorHAnsi" w:cstheme="minorHAnsi"/>
          <w:b/>
          <w:bCs/>
          <w:lang w:val="es-ES"/>
        </w:rPr>
        <w:t xml:space="preserve"> de vídeo</w:t>
      </w:r>
      <w:r w:rsidR="004C2EB3" w:rsidRPr="00091FCA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C67227" w:rsidRPr="00091FCA">
        <w:rPr>
          <w:rFonts w:asciiTheme="minorHAnsi" w:hAnsiTheme="minorHAnsi" w:cstheme="minorHAnsi"/>
          <w:b/>
          <w:bCs/>
          <w:lang w:val="es-ES"/>
        </w:rPr>
        <w:t>para operador</w:t>
      </w:r>
      <w:r w:rsidRPr="00091FCA">
        <w:rPr>
          <w:rFonts w:asciiTheme="minorHAnsi" w:hAnsiTheme="minorHAnsi" w:cstheme="minorHAnsi"/>
          <w:b/>
          <w:bCs/>
          <w:lang w:val="es-ES"/>
        </w:rPr>
        <w:t>a</w:t>
      </w:r>
      <w:r w:rsidR="00C67227" w:rsidRPr="00091FCA">
        <w:rPr>
          <w:rFonts w:asciiTheme="minorHAnsi" w:hAnsiTheme="minorHAnsi" w:cstheme="minorHAnsi"/>
          <w:b/>
          <w:bCs/>
          <w:lang w:val="es-ES"/>
        </w:rPr>
        <w:t xml:space="preserve">s </w:t>
      </w:r>
      <w:r w:rsidRPr="00091FCA">
        <w:rPr>
          <w:rFonts w:asciiTheme="minorHAnsi" w:hAnsiTheme="minorHAnsi" w:cstheme="minorHAnsi"/>
          <w:b/>
          <w:bCs/>
          <w:lang w:val="es-ES"/>
        </w:rPr>
        <w:t>CRITIS</w:t>
      </w:r>
      <w:r w:rsidR="004C2EB3" w:rsidRPr="00091FCA">
        <w:rPr>
          <w:rFonts w:asciiTheme="minorHAnsi" w:hAnsiTheme="minorHAnsi" w:cstheme="minorHAnsi"/>
          <w:b/>
          <w:bCs/>
          <w:lang w:val="es-ES"/>
        </w:rPr>
        <w:t xml:space="preserve"> </w:t>
      </w:r>
    </w:p>
    <w:p w14:paraId="2B1C01A1" w14:textId="1563C4D3" w:rsidR="004C2EB3" w:rsidRPr="00B26F53" w:rsidRDefault="00C67227" w:rsidP="004C2EB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091FCA">
        <w:rPr>
          <w:rFonts w:asciiTheme="minorHAnsi" w:hAnsiTheme="minorHAnsi" w:cstheme="minorHAnsi"/>
          <w:lang w:val="es-ES"/>
        </w:rPr>
        <w:t xml:space="preserve">Ante el contexto de aumento de </w:t>
      </w:r>
      <w:proofErr w:type="spellStart"/>
      <w:r w:rsidRPr="00091FCA">
        <w:rPr>
          <w:rFonts w:asciiTheme="minorHAnsi" w:hAnsiTheme="minorHAnsi" w:cstheme="minorHAnsi"/>
          <w:lang w:val="es-ES"/>
        </w:rPr>
        <w:t>ciberamenazas</w:t>
      </w:r>
      <w:proofErr w:type="spellEnd"/>
      <w:r w:rsidR="004C2EB3" w:rsidRPr="00091FCA">
        <w:rPr>
          <w:rFonts w:asciiTheme="minorHAnsi" w:hAnsiTheme="minorHAnsi" w:cstheme="minorHAnsi"/>
          <w:lang w:val="es-ES"/>
        </w:rPr>
        <w:t xml:space="preserve">, Dallmeier </w:t>
      </w:r>
      <w:r w:rsidRPr="00091FCA">
        <w:rPr>
          <w:rFonts w:asciiTheme="minorHAnsi" w:hAnsiTheme="minorHAnsi" w:cstheme="minorHAnsi"/>
          <w:lang w:val="es-ES"/>
        </w:rPr>
        <w:t xml:space="preserve">ha intensificado </w:t>
      </w:r>
      <w:r w:rsidR="00801C4A" w:rsidRPr="00091FCA">
        <w:rPr>
          <w:rFonts w:asciiTheme="minorHAnsi" w:hAnsiTheme="minorHAnsi" w:cstheme="minorHAnsi"/>
          <w:lang w:val="es-ES"/>
        </w:rPr>
        <w:t xml:space="preserve">también </w:t>
      </w:r>
      <w:r w:rsidRPr="00091FCA">
        <w:rPr>
          <w:rFonts w:asciiTheme="minorHAnsi" w:hAnsiTheme="minorHAnsi" w:cstheme="minorHAnsi"/>
          <w:lang w:val="es-ES"/>
        </w:rPr>
        <w:t>sus servicios de consultoría</w:t>
      </w:r>
      <w:r w:rsidR="004C2EB3" w:rsidRPr="00091FCA">
        <w:rPr>
          <w:rFonts w:asciiTheme="minorHAnsi" w:hAnsiTheme="minorHAnsi" w:cstheme="minorHAnsi"/>
          <w:lang w:val="es-ES"/>
        </w:rPr>
        <w:t xml:space="preserve"> </w:t>
      </w:r>
      <w:r w:rsidRPr="00091FCA">
        <w:rPr>
          <w:rFonts w:asciiTheme="minorHAnsi" w:hAnsiTheme="minorHAnsi" w:cstheme="minorHAnsi"/>
          <w:lang w:val="es-ES"/>
        </w:rPr>
        <w:t xml:space="preserve">para </w:t>
      </w:r>
      <w:r w:rsidR="00801C4A" w:rsidRPr="00091FCA">
        <w:rPr>
          <w:rFonts w:asciiTheme="minorHAnsi" w:hAnsiTheme="minorHAnsi" w:cstheme="minorHAnsi"/>
          <w:lang w:val="es-ES"/>
        </w:rPr>
        <w:t>o</w:t>
      </w:r>
      <w:r w:rsidRPr="00091FCA">
        <w:rPr>
          <w:rFonts w:asciiTheme="minorHAnsi" w:hAnsiTheme="minorHAnsi" w:cstheme="minorHAnsi"/>
          <w:lang w:val="es-ES"/>
        </w:rPr>
        <w:t>perador</w:t>
      </w:r>
      <w:r w:rsidR="00801C4A" w:rsidRPr="00091FCA">
        <w:rPr>
          <w:rFonts w:asciiTheme="minorHAnsi" w:hAnsiTheme="minorHAnsi" w:cstheme="minorHAnsi"/>
          <w:lang w:val="es-ES"/>
        </w:rPr>
        <w:t>a</w:t>
      </w:r>
      <w:r w:rsidRPr="00091FCA">
        <w:rPr>
          <w:rFonts w:asciiTheme="minorHAnsi" w:hAnsiTheme="minorHAnsi" w:cstheme="minorHAnsi"/>
          <w:lang w:val="es-ES"/>
        </w:rPr>
        <w:t xml:space="preserve">s de </w:t>
      </w:r>
      <w:r w:rsidR="00801C4A" w:rsidRPr="00091FCA">
        <w:rPr>
          <w:rFonts w:asciiTheme="minorHAnsi" w:hAnsiTheme="minorHAnsi" w:cstheme="minorHAnsi"/>
          <w:lang w:val="es-ES"/>
        </w:rPr>
        <w:t>I</w:t>
      </w:r>
      <w:r w:rsidRPr="00091FCA">
        <w:rPr>
          <w:rFonts w:asciiTheme="minorHAnsi" w:hAnsiTheme="minorHAnsi" w:cstheme="minorHAnsi"/>
          <w:lang w:val="es-ES"/>
        </w:rPr>
        <w:t>nfraestructura</w:t>
      </w:r>
      <w:r w:rsidR="00801C4A" w:rsidRPr="00091FCA">
        <w:rPr>
          <w:rFonts w:asciiTheme="minorHAnsi" w:hAnsiTheme="minorHAnsi" w:cstheme="minorHAnsi"/>
          <w:lang w:val="es-ES"/>
        </w:rPr>
        <w:t>s C</w:t>
      </w:r>
      <w:r w:rsidRPr="00091FCA">
        <w:rPr>
          <w:rFonts w:asciiTheme="minorHAnsi" w:hAnsiTheme="minorHAnsi" w:cstheme="minorHAnsi"/>
          <w:lang w:val="es-ES"/>
        </w:rPr>
        <w:t>rítica</w:t>
      </w:r>
      <w:r w:rsidR="00801C4A" w:rsidRPr="00091FCA">
        <w:rPr>
          <w:rFonts w:asciiTheme="minorHAnsi" w:hAnsiTheme="minorHAnsi" w:cstheme="minorHAnsi"/>
          <w:lang w:val="es-ES"/>
        </w:rPr>
        <w:t>s (CRITIS)</w:t>
      </w:r>
      <w:r w:rsidR="004C2EB3" w:rsidRPr="00091FCA">
        <w:rPr>
          <w:rFonts w:asciiTheme="minorHAnsi" w:hAnsiTheme="minorHAnsi" w:cstheme="minorHAnsi"/>
          <w:lang w:val="es-ES"/>
        </w:rPr>
        <w:t xml:space="preserve"> </w:t>
      </w:r>
      <w:r w:rsidRPr="00091FCA">
        <w:rPr>
          <w:rFonts w:asciiTheme="minorHAnsi" w:hAnsiTheme="minorHAnsi" w:cstheme="minorHAnsi"/>
          <w:lang w:val="es-ES"/>
        </w:rPr>
        <w:t xml:space="preserve">y sus proveedores de servicios y ha </w:t>
      </w:r>
      <w:r w:rsidR="00801C4A" w:rsidRPr="00091FCA">
        <w:rPr>
          <w:rFonts w:asciiTheme="minorHAnsi" w:hAnsiTheme="minorHAnsi" w:cstheme="minorHAnsi"/>
          <w:lang w:val="es-ES"/>
        </w:rPr>
        <w:t>desarrollado</w:t>
      </w:r>
      <w:r w:rsidRPr="00091FCA">
        <w:rPr>
          <w:rFonts w:asciiTheme="minorHAnsi" w:hAnsiTheme="minorHAnsi" w:cstheme="minorHAnsi"/>
          <w:lang w:val="es-ES"/>
        </w:rPr>
        <w:t xml:space="preserve"> </w:t>
      </w:r>
      <w:r w:rsidR="00801C4A" w:rsidRPr="00091FCA">
        <w:rPr>
          <w:rFonts w:asciiTheme="minorHAnsi" w:hAnsiTheme="minorHAnsi" w:cstheme="minorHAnsi"/>
          <w:lang w:val="es-ES"/>
        </w:rPr>
        <w:t>un amplio know-how</w:t>
      </w:r>
      <w:r w:rsidRPr="00091FCA">
        <w:rPr>
          <w:rFonts w:asciiTheme="minorHAnsi" w:hAnsiTheme="minorHAnsi" w:cstheme="minorHAnsi"/>
          <w:lang w:val="es-ES"/>
        </w:rPr>
        <w:t xml:space="preserve"> en </w:t>
      </w:r>
      <w:r w:rsidR="00801C4A" w:rsidRPr="00091FCA">
        <w:rPr>
          <w:rFonts w:asciiTheme="minorHAnsi" w:hAnsiTheme="minorHAnsi" w:cstheme="minorHAnsi"/>
          <w:lang w:val="es-ES"/>
        </w:rPr>
        <w:t>este ámbito</w:t>
      </w:r>
      <w:r w:rsidRPr="00091FCA">
        <w:rPr>
          <w:rFonts w:asciiTheme="minorHAnsi" w:hAnsiTheme="minorHAnsi" w:cstheme="minorHAnsi"/>
          <w:lang w:val="es-ES"/>
        </w:rPr>
        <w:t>.</w:t>
      </w:r>
      <w:r w:rsidR="004C2EB3" w:rsidRPr="00091FCA">
        <w:rPr>
          <w:rFonts w:asciiTheme="minorHAnsi" w:hAnsiTheme="minorHAnsi" w:cstheme="minorHAnsi"/>
          <w:lang w:val="es-ES"/>
        </w:rPr>
        <w:t xml:space="preserve"> </w:t>
      </w:r>
      <w:r w:rsidR="00B26F53" w:rsidRPr="00091FCA">
        <w:rPr>
          <w:rFonts w:asciiTheme="minorHAnsi" w:hAnsiTheme="minorHAnsi" w:cstheme="minorHAnsi"/>
          <w:lang w:val="es-ES"/>
        </w:rPr>
        <w:t>Los visitantes</w:t>
      </w:r>
      <w:r w:rsidR="00B26F53" w:rsidRPr="00B26F53">
        <w:rPr>
          <w:rFonts w:asciiTheme="minorHAnsi" w:hAnsiTheme="minorHAnsi" w:cstheme="minorHAnsi"/>
          <w:lang w:val="es-ES"/>
        </w:rPr>
        <w:t xml:space="preserve"> de</w:t>
      </w:r>
      <w:r w:rsidR="00801C4A">
        <w:rPr>
          <w:rFonts w:asciiTheme="minorHAnsi" w:hAnsiTheme="minorHAnsi" w:cstheme="minorHAnsi"/>
          <w:lang w:val="es-ES"/>
        </w:rPr>
        <w:t xml:space="preserve"> </w:t>
      </w:r>
      <w:r w:rsidR="00B26F53" w:rsidRPr="00B26F53">
        <w:rPr>
          <w:rFonts w:asciiTheme="minorHAnsi" w:hAnsiTheme="minorHAnsi" w:cstheme="minorHAnsi"/>
          <w:lang w:val="es-ES"/>
        </w:rPr>
        <w:t>l</w:t>
      </w:r>
      <w:r w:rsidR="00801C4A">
        <w:rPr>
          <w:rFonts w:asciiTheme="minorHAnsi" w:hAnsiTheme="minorHAnsi" w:cstheme="minorHAnsi"/>
          <w:lang w:val="es-ES"/>
        </w:rPr>
        <w:t>a</w:t>
      </w:r>
      <w:r w:rsidR="00B26F53" w:rsidRPr="00B26F53">
        <w:rPr>
          <w:rFonts w:asciiTheme="minorHAnsi" w:hAnsiTheme="minorHAnsi" w:cstheme="minorHAnsi"/>
          <w:lang w:val="es-ES"/>
        </w:rPr>
        <w:t xml:space="preserve"> Security están invitados a </w:t>
      </w:r>
      <w:r w:rsidR="00E63DEA">
        <w:rPr>
          <w:rFonts w:asciiTheme="minorHAnsi" w:hAnsiTheme="minorHAnsi" w:cstheme="minorHAnsi"/>
          <w:lang w:val="es-ES"/>
        </w:rPr>
        <w:t>debatir</w:t>
      </w:r>
      <w:r w:rsidR="00B26F53" w:rsidRPr="00B26F53">
        <w:rPr>
          <w:rFonts w:asciiTheme="minorHAnsi" w:hAnsiTheme="minorHAnsi" w:cstheme="minorHAnsi"/>
          <w:lang w:val="es-ES"/>
        </w:rPr>
        <w:t xml:space="preserve"> con los expertos de</w:t>
      </w:r>
      <w:r w:rsidR="00B26F53">
        <w:rPr>
          <w:rFonts w:asciiTheme="minorHAnsi" w:hAnsiTheme="minorHAnsi" w:cstheme="minorHAnsi"/>
          <w:lang w:val="es-ES"/>
        </w:rPr>
        <w:t xml:space="preserve"> Dallmeier</w:t>
      </w:r>
      <w:r w:rsidR="004C2EB3" w:rsidRPr="00B26F53">
        <w:rPr>
          <w:rFonts w:asciiTheme="minorHAnsi" w:hAnsiTheme="minorHAnsi" w:cstheme="minorHAnsi"/>
          <w:lang w:val="es-ES"/>
        </w:rPr>
        <w:t xml:space="preserve"> </w:t>
      </w:r>
      <w:r w:rsidR="00B26F53">
        <w:rPr>
          <w:rFonts w:asciiTheme="minorHAnsi" w:hAnsiTheme="minorHAnsi" w:cstheme="minorHAnsi"/>
          <w:lang w:val="es-ES"/>
        </w:rPr>
        <w:t>sobre a qué conclusiones se puede</w:t>
      </w:r>
      <w:r w:rsidR="00801C4A">
        <w:rPr>
          <w:rFonts w:asciiTheme="minorHAnsi" w:hAnsiTheme="minorHAnsi" w:cstheme="minorHAnsi"/>
          <w:lang w:val="es-ES"/>
        </w:rPr>
        <w:t>n</w:t>
      </w:r>
      <w:r w:rsidR="00B26F53">
        <w:rPr>
          <w:rFonts w:asciiTheme="minorHAnsi" w:hAnsiTheme="minorHAnsi" w:cstheme="minorHAnsi"/>
          <w:lang w:val="es-ES"/>
        </w:rPr>
        <w:t xml:space="preserve"> llegar</w:t>
      </w:r>
      <w:r w:rsidR="004C2EB3" w:rsidRPr="00B26F53">
        <w:rPr>
          <w:rFonts w:asciiTheme="minorHAnsi" w:hAnsiTheme="minorHAnsi" w:cstheme="minorHAnsi"/>
          <w:lang w:val="es-ES"/>
        </w:rPr>
        <w:t xml:space="preserve"> </w:t>
      </w:r>
      <w:r w:rsidR="00091FCA">
        <w:rPr>
          <w:rFonts w:asciiTheme="minorHAnsi" w:hAnsiTheme="minorHAnsi" w:cstheme="minorHAnsi"/>
          <w:lang w:val="es-ES"/>
        </w:rPr>
        <w:t xml:space="preserve">en </w:t>
      </w:r>
      <w:r w:rsidR="00B26F53">
        <w:rPr>
          <w:rFonts w:asciiTheme="minorHAnsi" w:hAnsiTheme="minorHAnsi" w:cstheme="minorHAnsi"/>
          <w:lang w:val="es-ES"/>
        </w:rPr>
        <w:t xml:space="preserve">tecnología de </w:t>
      </w:r>
      <w:proofErr w:type="spellStart"/>
      <w:r w:rsidR="00B26F53">
        <w:rPr>
          <w:rFonts w:asciiTheme="minorHAnsi" w:hAnsiTheme="minorHAnsi" w:cstheme="minorHAnsi"/>
          <w:lang w:val="es-ES"/>
        </w:rPr>
        <w:t>videoseguridad</w:t>
      </w:r>
      <w:proofErr w:type="spellEnd"/>
      <w:r w:rsidR="00091FCA">
        <w:rPr>
          <w:rFonts w:asciiTheme="minorHAnsi" w:hAnsiTheme="minorHAnsi" w:cstheme="minorHAnsi"/>
          <w:lang w:val="es-ES"/>
        </w:rPr>
        <w:t xml:space="preserve"> </w:t>
      </w:r>
      <w:r w:rsidR="00091FCA">
        <w:rPr>
          <w:rFonts w:asciiTheme="minorHAnsi" w:hAnsiTheme="minorHAnsi" w:cstheme="minorHAnsi"/>
          <w:lang w:val="es-ES"/>
        </w:rPr>
        <w:t>a partir de las diferentes iniciativas legislativas</w:t>
      </w:r>
      <w:r w:rsidR="004C2EB3" w:rsidRPr="00B26F53">
        <w:rPr>
          <w:rFonts w:asciiTheme="minorHAnsi" w:hAnsiTheme="minorHAnsi" w:cstheme="minorHAnsi"/>
          <w:lang w:val="es-ES"/>
        </w:rPr>
        <w:t>.</w:t>
      </w:r>
    </w:p>
    <w:p w14:paraId="34EBB667" w14:textId="77777777" w:rsidR="004C2EB3" w:rsidRPr="00B26F53" w:rsidRDefault="004C2EB3" w:rsidP="00CE5E17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237FD1F4" w14:textId="6BECBEF4" w:rsidR="004C2EB3" w:rsidRPr="00B26F53" w:rsidRDefault="00B26F53" w:rsidP="004C2EB3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  <w:r w:rsidRPr="00B26F53">
        <w:rPr>
          <w:rFonts w:asciiTheme="minorHAnsi" w:hAnsiTheme="minorHAnsi" w:cstheme="minorHAnsi"/>
          <w:b/>
          <w:bCs/>
          <w:lang w:val="es-ES"/>
        </w:rPr>
        <w:t>Negocio de socio</w:t>
      </w:r>
      <w:r w:rsidR="00865256">
        <w:rPr>
          <w:rFonts w:asciiTheme="minorHAnsi" w:hAnsiTheme="minorHAnsi" w:cstheme="minorHAnsi"/>
          <w:b/>
          <w:bCs/>
          <w:lang w:val="es-ES"/>
        </w:rPr>
        <w:t>s</w:t>
      </w:r>
      <w:r w:rsidR="004C2EB3" w:rsidRPr="00B26F53">
        <w:rPr>
          <w:rFonts w:asciiTheme="minorHAnsi" w:hAnsiTheme="minorHAnsi" w:cstheme="minorHAnsi"/>
          <w:b/>
          <w:bCs/>
          <w:lang w:val="es-ES"/>
        </w:rPr>
        <w:t xml:space="preserve"> </w:t>
      </w:r>
      <w:r w:rsidRPr="00B26F53">
        <w:rPr>
          <w:rFonts w:asciiTheme="minorHAnsi" w:hAnsiTheme="minorHAnsi" w:cstheme="minorHAnsi"/>
          <w:b/>
          <w:bCs/>
          <w:lang w:val="es-ES"/>
        </w:rPr>
        <w:t>y apertura tecnológica par</w:t>
      </w:r>
      <w:r>
        <w:rPr>
          <w:rFonts w:asciiTheme="minorHAnsi" w:hAnsiTheme="minorHAnsi" w:cstheme="minorHAnsi"/>
          <w:b/>
          <w:bCs/>
          <w:lang w:val="es-ES"/>
        </w:rPr>
        <w:t>a</w:t>
      </w:r>
      <w:r w:rsidR="004C2EB3" w:rsidRPr="00B26F53">
        <w:rPr>
          <w:rFonts w:asciiTheme="minorHAnsi" w:hAnsiTheme="minorHAnsi" w:cstheme="minorHAnsi"/>
          <w:b/>
          <w:bCs/>
          <w:lang w:val="es-ES"/>
        </w:rPr>
        <w:t xml:space="preserve"> VMS </w:t>
      </w:r>
      <w:r>
        <w:rPr>
          <w:rFonts w:asciiTheme="minorHAnsi" w:hAnsiTheme="minorHAnsi" w:cstheme="minorHAnsi"/>
          <w:b/>
          <w:bCs/>
          <w:lang w:val="es-ES"/>
        </w:rPr>
        <w:t xml:space="preserve">y </w:t>
      </w:r>
      <w:r w:rsidR="004F3F63">
        <w:rPr>
          <w:rFonts w:asciiTheme="minorHAnsi" w:hAnsiTheme="minorHAnsi" w:cstheme="minorHAnsi"/>
          <w:b/>
          <w:bCs/>
          <w:lang w:val="es-ES"/>
        </w:rPr>
        <w:t>analítica</w:t>
      </w:r>
    </w:p>
    <w:p w14:paraId="1D1DF65E" w14:textId="19BA4555" w:rsidR="004C2EB3" w:rsidRPr="001C7005" w:rsidRDefault="008061E7" w:rsidP="004C2EB3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Particularmente, </w:t>
      </w:r>
      <w:r w:rsidR="00B26F53" w:rsidRPr="00B26F53">
        <w:rPr>
          <w:rFonts w:asciiTheme="minorHAnsi" w:hAnsiTheme="minorHAnsi" w:cstheme="minorHAnsi"/>
          <w:lang w:val="es-ES"/>
        </w:rPr>
        <w:t xml:space="preserve">la patentada tecnología </w:t>
      </w:r>
      <w:r>
        <w:rPr>
          <w:rFonts w:asciiTheme="minorHAnsi" w:hAnsiTheme="minorHAnsi" w:cstheme="minorHAnsi"/>
          <w:lang w:val="es-ES"/>
        </w:rPr>
        <w:t xml:space="preserve">de sensores </w:t>
      </w:r>
      <w:r w:rsidR="00B26F53" w:rsidRPr="00B26F53">
        <w:rPr>
          <w:rFonts w:asciiTheme="minorHAnsi" w:hAnsiTheme="minorHAnsi" w:cstheme="minorHAnsi"/>
          <w:lang w:val="es-ES"/>
        </w:rPr>
        <w:t xml:space="preserve">multifocal </w:t>
      </w:r>
      <w:proofErr w:type="spellStart"/>
      <w:r w:rsidR="00B26F53" w:rsidRPr="00B26F53">
        <w:rPr>
          <w:rFonts w:asciiTheme="minorHAnsi" w:hAnsiTheme="minorHAnsi" w:cstheme="minorHAnsi"/>
          <w:lang w:val="es-ES"/>
        </w:rPr>
        <w:t>Panomera</w:t>
      </w:r>
      <w:proofErr w:type="spellEnd"/>
      <w:r w:rsidR="00B26F53" w:rsidRPr="00B26F53">
        <w:rPr>
          <w:rFonts w:asciiTheme="minorHAnsi" w:hAnsiTheme="minorHAnsi" w:cstheme="minorHAnsi"/>
          <w:lang w:val="es-ES"/>
        </w:rPr>
        <w:t xml:space="preserve">® </w:t>
      </w:r>
      <w:r>
        <w:rPr>
          <w:rFonts w:asciiTheme="minorHAnsi" w:hAnsiTheme="minorHAnsi" w:cstheme="minorHAnsi"/>
          <w:lang w:val="es-ES"/>
        </w:rPr>
        <w:t xml:space="preserve">del fabricante con sede en </w:t>
      </w:r>
      <w:r w:rsidR="00B26F53">
        <w:rPr>
          <w:rFonts w:asciiTheme="minorHAnsi" w:hAnsiTheme="minorHAnsi" w:cstheme="minorHAnsi"/>
          <w:lang w:val="es-ES"/>
        </w:rPr>
        <w:t>Ratisbona</w:t>
      </w:r>
      <w:r>
        <w:rPr>
          <w:rFonts w:asciiTheme="minorHAnsi" w:hAnsiTheme="minorHAnsi" w:cstheme="minorHAnsi"/>
          <w:lang w:val="es-ES"/>
        </w:rPr>
        <w:t xml:space="preserve"> </w:t>
      </w:r>
      <w:r w:rsidR="001B5779">
        <w:rPr>
          <w:rFonts w:asciiTheme="minorHAnsi" w:hAnsiTheme="minorHAnsi" w:cstheme="minorHAnsi"/>
          <w:lang w:val="es-ES"/>
        </w:rPr>
        <w:t xml:space="preserve">permite </w:t>
      </w:r>
      <w:r>
        <w:rPr>
          <w:rFonts w:asciiTheme="minorHAnsi" w:hAnsiTheme="minorHAnsi" w:cstheme="minorHAnsi"/>
          <w:lang w:val="es-ES"/>
        </w:rPr>
        <w:t>un amplio control</w:t>
      </w:r>
      <w:r w:rsidR="001B5779">
        <w:rPr>
          <w:rFonts w:asciiTheme="minorHAnsi" w:hAnsiTheme="minorHAnsi" w:cstheme="minorHAnsi"/>
          <w:lang w:val="es-ES"/>
        </w:rPr>
        <w:t xml:space="preserve"> de extensas </w:t>
      </w:r>
      <w:r>
        <w:rPr>
          <w:rFonts w:asciiTheme="minorHAnsi" w:hAnsiTheme="minorHAnsi" w:cstheme="minorHAnsi"/>
          <w:lang w:val="es-ES"/>
        </w:rPr>
        <w:t xml:space="preserve">áreas </w:t>
      </w:r>
      <w:r w:rsidR="001B5779">
        <w:rPr>
          <w:rFonts w:asciiTheme="minorHAnsi" w:hAnsiTheme="minorHAnsi" w:cstheme="minorHAnsi"/>
          <w:lang w:val="es-ES"/>
        </w:rPr>
        <w:t>y largas</w:t>
      </w:r>
      <w:r>
        <w:rPr>
          <w:rFonts w:asciiTheme="minorHAnsi" w:hAnsiTheme="minorHAnsi" w:cstheme="minorHAnsi"/>
          <w:lang w:val="es-ES"/>
        </w:rPr>
        <w:t xml:space="preserve"> distancias</w:t>
      </w:r>
      <w:r w:rsidR="001B5779">
        <w:rPr>
          <w:rFonts w:asciiTheme="minorHAnsi" w:hAnsiTheme="minorHAnsi" w:cstheme="minorHAnsi"/>
          <w:lang w:val="es-ES"/>
        </w:rPr>
        <w:t xml:space="preserve"> con </w:t>
      </w:r>
      <w:r>
        <w:rPr>
          <w:rFonts w:asciiTheme="minorHAnsi" w:hAnsiTheme="minorHAnsi" w:cstheme="minorHAnsi"/>
          <w:lang w:val="es-ES"/>
        </w:rPr>
        <w:t>un</w:t>
      </w:r>
      <w:r w:rsidR="001B5779">
        <w:rPr>
          <w:rFonts w:asciiTheme="minorHAnsi" w:hAnsiTheme="minorHAnsi" w:cstheme="minorHAnsi"/>
          <w:lang w:val="es-ES"/>
        </w:rPr>
        <w:t xml:space="preserve"> número</w:t>
      </w:r>
      <w:r w:rsidR="00E63DEA">
        <w:rPr>
          <w:rFonts w:asciiTheme="minorHAnsi" w:hAnsiTheme="minorHAnsi" w:cstheme="minorHAnsi"/>
          <w:lang w:val="es-ES"/>
        </w:rPr>
        <w:t xml:space="preserve"> </w:t>
      </w:r>
      <w:r>
        <w:rPr>
          <w:rFonts w:asciiTheme="minorHAnsi" w:hAnsiTheme="minorHAnsi" w:cstheme="minorHAnsi"/>
          <w:lang w:val="es-ES"/>
        </w:rPr>
        <w:t xml:space="preserve">mínimo </w:t>
      </w:r>
      <w:r w:rsidR="001B5779">
        <w:rPr>
          <w:rFonts w:asciiTheme="minorHAnsi" w:hAnsiTheme="minorHAnsi" w:cstheme="minorHAnsi"/>
          <w:lang w:val="es-ES"/>
        </w:rPr>
        <w:t>de cámaras</w:t>
      </w:r>
      <w:r w:rsidR="004C2EB3" w:rsidRPr="00B26F53">
        <w:rPr>
          <w:rFonts w:asciiTheme="minorHAnsi" w:hAnsiTheme="minorHAnsi" w:cstheme="minorHAnsi"/>
          <w:lang w:val="es-ES"/>
        </w:rPr>
        <w:t xml:space="preserve">. </w:t>
      </w:r>
      <w:r w:rsidR="001B5779" w:rsidRPr="001B5779">
        <w:rPr>
          <w:rFonts w:asciiTheme="minorHAnsi" w:hAnsiTheme="minorHAnsi" w:cstheme="minorHAnsi"/>
          <w:lang w:val="es-ES"/>
        </w:rPr>
        <w:t xml:space="preserve">Para los </w:t>
      </w:r>
      <w:r w:rsidR="00CC4129">
        <w:rPr>
          <w:rFonts w:asciiTheme="minorHAnsi" w:hAnsiTheme="minorHAnsi" w:cstheme="minorHAnsi"/>
          <w:lang w:val="es-ES"/>
        </w:rPr>
        <w:t>clientes</w:t>
      </w:r>
      <w:r w:rsidR="001B5779" w:rsidRPr="001B5779">
        <w:rPr>
          <w:rFonts w:asciiTheme="minorHAnsi" w:hAnsiTheme="minorHAnsi" w:cstheme="minorHAnsi"/>
          <w:lang w:val="es-ES"/>
        </w:rPr>
        <w:t xml:space="preserve"> finales</w:t>
      </w:r>
      <w:r w:rsidR="005261CF" w:rsidRPr="001B5779">
        <w:rPr>
          <w:rFonts w:asciiTheme="minorHAnsi" w:hAnsiTheme="minorHAnsi" w:cstheme="minorHAnsi"/>
          <w:lang w:val="es-ES"/>
        </w:rPr>
        <w:t xml:space="preserve">, </w:t>
      </w:r>
      <w:r w:rsidR="001B5779" w:rsidRPr="001B5779">
        <w:rPr>
          <w:rFonts w:asciiTheme="minorHAnsi" w:hAnsiTheme="minorHAnsi" w:cstheme="minorHAnsi"/>
          <w:lang w:val="es-ES"/>
        </w:rPr>
        <w:t xml:space="preserve">esto </w:t>
      </w:r>
      <w:r w:rsidR="00CC4129">
        <w:rPr>
          <w:rFonts w:asciiTheme="minorHAnsi" w:hAnsiTheme="minorHAnsi" w:cstheme="minorHAnsi"/>
          <w:lang w:val="es-ES"/>
        </w:rPr>
        <w:t>significa</w:t>
      </w:r>
      <w:r w:rsidR="001B5779" w:rsidRPr="001B5779">
        <w:rPr>
          <w:rFonts w:asciiTheme="minorHAnsi" w:hAnsiTheme="minorHAnsi" w:cstheme="minorHAnsi"/>
          <w:lang w:val="es-ES"/>
        </w:rPr>
        <w:t xml:space="preserve"> máxima segu</w:t>
      </w:r>
      <w:r w:rsidR="001B5779">
        <w:rPr>
          <w:rFonts w:asciiTheme="minorHAnsi" w:hAnsiTheme="minorHAnsi" w:cstheme="minorHAnsi"/>
          <w:lang w:val="es-ES"/>
        </w:rPr>
        <w:t>ridad</w:t>
      </w:r>
      <w:r w:rsidR="001C7005">
        <w:rPr>
          <w:rFonts w:asciiTheme="minorHAnsi" w:hAnsiTheme="minorHAnsi" w:cstheme="minorHAnsi"/>
          <w:lang w:val="es-ES"/>
        </w:rPr>
        <w:t xml:space="preserve"> con </w:t>
      </w:r>
      <w:r w:rsidR="00CC4129">
        <w:rPr>
          <w:rFonts w:asciiTheme="minorHAnsi" w:hAnsiTheme="minorHAnsi" w:cstheme="minorHAnsi"/>
          <w:lang w:val="es-ES"/>
        </w:rPr>
        <w:t>un</w:t>
      </w:r>
      <w:r w:rsidR="001C7005">
        <w:rPr>
          <w:rFonts w:asciiTheme="minorHAnsi" w:hAnsiTheme="minorHAnsi" w:cstheme="minorHAnsi"/>
          <w:lang w:val="es-ES"/>
        </w:rPr>
        <w:t xml:space="preserve"> coste total de propiedad</w:t>
      </w:r>
      <w:r w:rsidR="00CC4129">
        <w:rPr>
          <w:rFonts w:asciiTheme="minorHAnsi" w:hAnsiTheme="minorHAnsi" w:cstheme="minorHAnsi"/>
          <w:lang w:val="es-ES"/>
        </w:rPr>
        <w:t xml:space="preserve"> más bajo</w:t>
      </w:r>
      <w:r w:rsidR="001C7005">
        <w:rPr>
          <w:rFonts w:asciiTheme="minorHAnsi" w:hAnsiTheme="minorHAnsi" w:cstheme="minorHAnsi"/>
          <w:lang w:val="es-ES"/>
        </w:rPr>
        <w:t xml:space="preserve"> y </w:t>
      </w:r>
      <w:r w:rsidR="00CC4129">
        <w:rPr>
          <w:rFonts w:asciiTheme="minorHAnsi" w:hAnsiTheme="minorHAnsi" w:cstheme="minorHAnsi"/>
          <w:lang w:val="es-ES"/>
        </w:rPr>
        <w:t>menos</w:t>
      </w:r>
      <w:r w:rsidR="001C7005">
        <w:rPr>
          <w:rFonts w:asciiTheme="minorHAnsi" w:hAnsiTheme="minorHAnsi" w:cstheme="minorHAnsi"/>
          <w:lang w:val="es-ES"/>
        </w:rPr>
        <w:t xml:space="preserve"> complejidad en comparación con soluciones convencionales</w:t>
      </w:r>
      <w:r w:rsidR="004C2EB3" w:rsidRPr="001B5779">
        <w:rPr>
          <w:rFonts w:asciiTheme="minorHAnsi" w:hAnsiTheme="minorHAnsi" w:cstheme="minorHAnsi"/>
          <w:lang w:val="es-ES"/>
        </w:rPr>
        <w:t xml:space="preserve">. </w:t>
      </w:r>
      <w:r w:rsidR="004F3F63">
        <w:rPr>
          <w:rFonts w:asciiTheme="minorHAnsi" w:hAnsiTheme="minorHAnsi" w:cstheme="minorHAnsi"/>
          <w:lang w:val="es-ES"/>
        </w:rPr>
        <w:t>De este modo, l</w:t>
      </w:r>
      <w:r w:rsidR="001C7005" w:rsidRPr="001C7005">
        <w:rPr>
          <w:rFonts w:asciiTheme="minorHAnsi" w:hAnsiTheme="minorHAnsi" w:cstheme="minorHAnsi"/>
          <w:lang w:val="es-ES"/>
        </w:rPr>
        <w:t xml:space="preserve">os instaladores </w:t>
      </w:r>
      <w:r w:rsidR="004F3F63">
        <w:rPr>
          <w:rFonts w:asciiTheme="minorHAnsi" w:hAnsiTheme="minorHAnsi" w:cstheme="minorHAnsi"/>
          <w:lang w:val="es-ES"/>
        </w:rPr>
        <w:t>especialistas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r w:rsidR="001C7005" w:rsidRPr="001C7005">
        <w:rPr>
          <w:rFonts w:asciiTheme="minorHAnsi" w:hAnsiTheme="minorHAnsi" w:cstheme="minorHAnsi"/>
          <w:lang w:val="es-ES"/>
        </w:rPr>
        <w:t>tienen la oportunidad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r w:rsidR="001C7005" w:rsidRPr="001C7005">
        <w:rPr>
          <w:rFonts w:asciiTheme="minorHAnsi" w:hAnsiTheme="minorHAnsi" w:cstheme="minorHAnsi"/>
          <w:lang w:val="es-ES"/>
        </w:rPr>
        <w:t>de diferenciarse de la</w:t>
      </w:r>
      <w:r w:rsidR="001C7005">
        <w:rPr>
          <w:rFonts w:asciiTheme="minorHAnsi" w:hAnsiTheme="minorHAnsi" w:cstheme="minorHAnsi"/>
          <w:lang w:val="es-ES"/>
        </w:rPr>
        <w:t xml:space="preserve"> competencia</w:t>
      </w:r>
      <w:r w:rsidR="004C2EB3" w:rsidRPr="001C7005">
        <w:rPr>
          <w:rFonts w:asciiTheme="minorHAnsi" w:hAnsiTheme="minorHAnsi" w:cstheme="minorHAnsi"/>
          <w:lang w:val="es-ES"/>
        </w:rPr>
        <w:t xml:space="preserve">. </w:t>
      </w:r>
      <w:r w:rsidR="004F3F63">
        <w:rPr>
          <w:rFonts w:asciiTheme="minorHAnsi" w:hAnsiTheme="minorHAnsi" w:cstheme="minorHAnsi"/>
          <w:lang w:val="es-ES"/>
        </w:rPr>
        <w:t>Junto con</w:t>
      </w:r>
      <w:r w:rsidR="001C7005" w:rsidRPr="001C7005">
        <w:rPr>
          <w:rFonts w:asciiTheme="minorHAnsi" w:hAnsiTheme="minorHAnsi" w:cstheme="minorHAnsi"/>
          <w:lang w:val="es-ES"/>
        </w:rPr>
        <w:t xml:space="preserve"> los sistemas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="004C2EB3" w:rsidRPr="001C7005">
        <w:rPr>
          <w:rFonts w:asciiTheme="minorHAnsi" w:hAnsiTheme="minorHAnsi" w:cstheme="minorHAnsi"/>
          <w:lang w:val="es-ES"/>
        </w:rPr>
        <w:t>Panomera</w:t>
      </w:r>
      <w:proofErr w:type="spellEnd"/>
      <w:r w:rsidR="004C2EB3" w:rsidRPr="001C7005">
        <w:rPr>
          <w:rFonts w:asciiTheme="minorHAnsi" w:hAnsiTheme="minorHAnsi" w:cstheme="minorHAnsi"/>
          <w:lang w:val="es-ES"/>
        </w:rPr>
        <w:t xml:space="preserve">®, Dallmeier </w:t>
      </w:r>
      <w:r w:rsidR="001C7005" w:rsidRPr="001C7005">
        <w:rPr>
          <w:rFonts w:asciiTheme="minorHAnsi" w:hAnsiTheme="minorHAnsi" w:cstheme="minorHAnsi"/>
          <w:lang w:val="es-ES"/>
        </w:rPr>
        <w:t xml:space="preserve">ofrece un </w:t>
      </w:r>
      <w:proofErr w:type="gramStart"/>
      <w:r w:rsidR="004F3F63" w:rsidRPr="00091FCA">
        <w:rPr>
          <w:rFonts w:asciiTheme="minorHAnsi" w:hAnsiTheme="minorHAnsi" w:cstheme="minorHAnsi"/>
          <w:lang w:val="es-ES"/>
        </w:rPr>
        <w:t>portfolio</w:t>
      </w:r>
      <w:proofErr w:type="gramEnd"/>
      <w:r w:rsidR="004F3F63" w:rsidRPr="00091FCA">
        <w:rPr>
          <w:rFonts w:asciiTheme="minorHAnsi" w:hAnsiTheme="minorHAnsi" w:cstheme="minorHAnsi"/>
          <w:lang w:val="es-ES"/>
        </w:rPr>
        <w:t xml:space="preserve"> completo de</w:t>
      </w:r>
      <w:r w:rsidR="004C2EB3" w:rsidRPr="00091FCA">
        <w:rPr>
          <w:rFonts w:asciiTheme="minorHAnsi" w:hAnsiTheme="minorHAnsi" w:cstheme="minorHAnsi"/>
          <w:lang w:val="es-ES"/>
        </w:rPr>
        <w:t xml:space="preserve"> </w:t>
      </w:r>
      <w:r w:rsidR="001C7005" w:rsidRPr="00091FCA">
        <w:rPr>
          <w:rFonts w:asciiTheme="minorHAnsi" w:hAnsiTheme="minorHAnsi" w:cstheme="minorHAnsi"/>
          <w:lang w:val="es-ES"/>
        </w:rPr>
        <w:t>cámaras estándar</w:t>
      </w:r>
      <w:r w:rsidR="004F3F63" w:rsidRPr="00091FCA">
        <w:rPr>
          <w:rFonts w:asciiTheme="minorHAnsi" w:hAnsiTheme="minorHAnsi" w:cstheme="minorHAnsi"/>
          <w:lang w:val="es-ES"/>
        </w:rPr>
        <w:t>es</w:t>
      </w:r>
      <w:r w:rsidR="001C7005">
        <w:rPr>
          <w:rFonts w:asciiTheme="minorHAnsi" w:hAnsiTheme="minorHAnsi" w:cstheme="minorHAnsi"/>
          <w:lang w:val="es-ES"/>
        </w:rPr>
        <w:t xml:space="preserve"> de alto rendimiento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r w:rsidR="001C7005">
        <w:rPr>
          <w:rFonts w:asciiTheme="minorHAnsi" w:hAnsiTheme="minorHAnsi" w:cstheme="minorHAnsi"/>
          <w:lang w:val="es-ES"/>
        </w:rPr>
        <w:t>de la familia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="004C2EB3" w:rsidRPr="001C7005">
        <w:rPr>
          <w:rFonts w:asciiTheme="minorHAnsi" w:hAnsiTheme="minorHAnsi" w:cstheme="minorHAnsi"/>
          <w:lang w:val="es-ES"/>
        </w:rPr>
        <w:t>Domera</w:t>
      </w:r>
      <w:proofErr w:type="spellEnd"/>
      <w:r w:rsidR="004C2EB3" w:rsidRPr="001C7005">
        <w:rPr>
          <w:rFonts w:asciiTheme="minorHAnsi" w:hAnsiTheme="minorHAnsi" w:cstheme="minorHAnsi"/>
          <w:lang w:val="es-ES"/>
        </w:rPr>
        <w:t xml:space="preserve">®. </w:t>
      </w:r>
      <w:r w:rsidR="004F3F63">
        <w:rPr>
          <w:rFonts w:asciiTheme="minorHAnsi" w:hAnsiTheme="minorHAnsi" w:cstheme="minorHAnsi"/>
          <w:lang w:val="es-ES"/>
        </w:rPr>
        <w:t xml:space="preserve">En cuanto a </w:t>
      </w:r>
      <w:r w:rsidR="001C7005" w:rsidRPr="001C7005">
        <w:rPr>
          <w:rFonts w:asciiTheme="minorHAnsi" w:hAnsiTheme="minorHAnsi" w:cstheme="minorHAnsi"/>
          <w:lang w:val="es-ES"/>
        </w:rPr>
        <w:t>analítica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r w:rsidR="001C7005" w:rsidRPr="001C7005">
        <w:rPr>
          <w:rFonts w:asciiTheme="minorHAnsi" w:hAnsiTheme="minorHAnsi" w:cstheme="minorHAnsi"/>
          <w:lang w:val="es-ES"/>
        </w:rPr>
        <w:t>y sistema de gestion de vídeo</w:t>
      </w:r>
      <w:r w:rsidR="004C2EB3" w:rsidRPr="001C7005">
        <w:rPr>
          <w:rFonts w:asciiTheme="minorHAnsi" w:hAnsiTheme="minorHAnsi" w:cstheme="minorHAnsi"/>
          <w:lang w:val="es-ES"/>
        </w:rPr>
        <w:t xml:space="preserve"> (VMS), </w:t>
      </w:r>
      <w:r w:rsidR="001C7005" w:rsidRPr="001C7005">
        <w:rPr>
          <w:rFonts w:asciiTheme="minorHAnsi" w:hAnsiTheme="minorHAnsi" w:cstheme="minorHAnsi"/>
          <w:lang w:val="es-ES"/>
        </w:rPr>
        <w:t xml:space="preserve">los instaladores </w:t>
      </w:r>
      <w:r w:rsidR="004F3F63">
        <w:rPr>
          <w:rFonts w:asciiTheme="minorHAnsi" w:hAnsiTheme="minorHAnsi" w:cstheme="minorHAnsi"/>
          <w:lang w:val="es-ES"/>
        </w:rPr>
        <w:t xml:space="preserve">pueden –dependiendo de sus preferencias o de los requerimientos del cliente final– optar por </w:t>
      </w:r>
      <w:r w:rsidR="001C7005">
        <w:rPr>
          <w:rFonts w:asciiTheme="minorHAnsi" w:hAnsiTheme="minorHAnsi" w:cstheme="minorHAnsi"/>
          <w:lang w:val="es-ES"/>
        </w:rPr>
        <w:t>soluciones Dallmeier</w:t>
      </w:r>
      <w:r w:rsidR="004C2EB3" w:rsidRPr="001C7005">
        <w:rPr>
          <w:rFonts w:asciiTheme="minorHAnsi" w:hAnsiTheme="minorHAnsi" w:cstheme="minorHAnsi"/>
          <w:lang w:val="es-ES"/>
        </w:rPr>
        <w:t xml:space="preserve"> </w:t>
      </w:r>
      <w:r w:rsidR="001C7005">
        <w:rPr>
          <w:rFonts w:asciiTheme="minorHAnsi" w:hAnsiTheme="minorHAnsi" w:cstheme="minorHAnsi"/>
          <w:lang w:val="es-ES"/>
        </w:rPr>
        <w:t>o soluciones conjuntas con socios tecnológicos líderes.</w:t>
      </w:r>
    </w:p>
    <w:p w14:paraId="536C07E7" w14:textId="77777777" w:rsidR="00CE5E17" w:rsidRPr="001C7005" w:rsidRDefault="00CE5E17" w:rsidP="00CE5E17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lang w:val="es-ES"/>
        </w:rPr>
      </w:pPr>
    </w:p>
    <w:p w14:paraId="7030D275" w14:textId="77777777" w:rsidR="00FD5899" w:rsidRPr="001C7005" w:rsidRDefault="00FD5899" w:rsidP="00CE5E17">
      <w:pPr>
        <w:tabs>
          <w:tab w:val="left" w:pos="4110"/>
        </w:tabs>
        <w:jc w:val="both"/>
        <w:rPr>
          <w:rFonts w:asciiTheme="minorHAnsi" w:hAnsiTheme="minorHAnsi" w:cstheme="minorHAnsi"/>
          <w:b/>
          <w:bCs/>
          <w:color w:val="000000" w:themeColor="text1"/>
          <w:lang w:val="es-ES"/>
        </w:rPr>
      </w:pPr>
    </w:p>
    <w:p w14:paraId="5F3FB276" w14:textId="20B9DFA6" w:rsidR="00D2627E" w:rsidRPr="00B465F6" w:rsidRDefault="00034476" w:rsidP="00D2627E">
      <w:pPr>
        <w:jc w:val="both"/>
        <w:rPr>
          <w:rFonts w:asciiTheme="minorHAnsi" w:hAnsiTheme="minorHAnsi" w:cstheme="minorHAnsi"/>
          <w:b/>
          <w:color w:val="000000" w:themeColor="text1"/>
        </w:rPr>
      </w:pPr>
      <w:proofErr w:type="spellStart"/>
      <w:r>
        <w:rPr>
          <w:rFonts w:asciiTheme="minorHAnsi" w:hAnsiTheme="minorHAnsi" w:cstheme="minorHAnsi"/>
          <w:b/>
          <w:color w:val="000000" w:themeColor="text1"/>
        </w:rPr>
        <w:t>Más</w:t>
      </w:r>
      <w:proofErr w:type="spellEnd"/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00000" w:themeColor="text1"/>
        </w:rPr>
        <w:t>información</w:t>
      </w:r>
      <w:proofErr w:type="spellEnd"/>
      <w:r w:rsidR="00D2627E" w:rsidRPr="00B465F6">
        <w:rPr>
          <w:rFonts w:asciiTheme="minorHAnsi" w:hAnsiTheme="minorHAnsi" w:cstheme="minorHAnsi"/>
          <w:b/>
          <w:color w:val="000000" w:themeColor="text1"/>
        </w:rPr>
        <w:t>:</w:t>
      </w:r>
    </w:p>
    <w:p w14:paraId="5E928CD7" w14:textId="2B23C58B" w:rsidR="00B465F6" w:rsidRPr="001B5779" w:rsidRDefault="00000000" w:rsidP="003F158F">
      <w:pPr>
        <w:pStyle w:val="Prrafodelista"/>
        <w:numPr>
          <w:ilvl w:val="0"/>
          <w:numId w:val="10"/>
        </w:numPr>
        <w:rPr>
          <w:u w:val="single"/>
        </w:rPr>
      </w:pPr>
      <w:hyperlink r:id="rId8" w:history="1">
        <w:r w:rsidR="001B5779" w:rsidRPr="001B5779">
          <w:rPr>
            <w:rStyle w:val="Hipervnculo"/>
            <w:lang w:val="en-GB"/>
          </w:rPr>
          <w:t>Sistema</w:t>
        </w:r>
        <w:r w:rsidR="001B5779" w:rsidRPr="001B5779">
          <w:rPr>
            <w:u w:val="single"/>
          </w:rPr>
          <w:t xml:space="preserve"> </w:t>
        </w:r>
        <w:proofErr w:type="spellStart"/>
        <w:r w:rsidR="001B5779" w:rsidRPr="001B5779">
          <w:rPr>
            <w:rStyle w:val="Hipervnculo"/>
            <w:lang w:val="en-GB"/>
          </w:rPr>
          <w:t>Mountera</w:t>
        </w:r>
        <w:proofErr w:type="spellEnd"/>
        <w:r w:rsidR="001B5779" w:rsidRPr="001B5779">
          <w:rPr>
            <w:rStyle w:val="Hipervnculo"/>
            <w:lang w:val="en-GB"/>
          </w:rPr>
          <w:t xml:space="preserve">® </w:t>
        </w:r>
      </w:hyperlink>
    </w:p>
    <w:p w14:paraId="799F81E7" w14:textId="52021A11" w:rsidR="00083B45" w:rsidRPr="0021503F" w:rsidRDefault="0021503F" w:rsidP="003F158F">
      <w:pPr>
        <w:pStyle w:val="Prrafodelista"/>
        <w:numPr>
          <w:ilvl w:val="0"/>
          <w:numId w:val="10"/>
        </w:numPr>
        <w:rPr>
          <w:rStyle w:val="Hipervnculo"/>
        </w:rPr>
      </w:pPr>
      <w:r>
        <w:fldChar w:fldCharType="begin"/>
      </w:r>
      <w:r>
        <w:instrText>HYPERLINK "https://www.dallmeier.com/es/productos/panomera-cameras"</w:instrText>
      </w:r>
      <w:r>
        <w:fldChar w:fldCharType="separate"/>
      </w:r>
      <w:r w:rsidR="001B5779" w:rsidRPr="0021503F">
        <w:rPr>
          <w:rStyle w:val="Hipervnculo"/>
        </w:rPr>
        <w:t xml:space="preserve">Cámaras </w:t>
      </w:r>
      <w:proofErr w:type="spellStart"/>
      <w:r w:rsidR="001B5779" w:rsidRPr="0021503F">
        <w:rPr>
          <w:rStyle w:val="Hipervnculo"/>
        </w:rPr>
        <w:t>Panomera</w:t>
      </w:r>
      <w:proofErr w:type="spellEnd"/>
      <w:r w:rsidR="001B5779" w:rsidRPr="0021503F">
        <w:rPr>
          <w:rStyle w:val="Hipervnculo"/>
        </w:rPr>
        <w:t xml:space="preserve">® </w:t>
      </w:r>
    </w:p>
    <w:p w14:paraId="7956A004" w14:textId="2A6C7943" w:rsidR="00967E18" w:rsidRPr="003476BC" w:rsidRDefault="0021503F" w:rsidP="003F158F">
      <w:pPr>
        <w:pStyle w:val="Prrafodelista"/>
        <w:numPr>
          <w:ilvl w:val="0"/>
          <w:numId w:val="10"/>
        </w:numPr>
        <w:rPr>
          <w:rStyle w:val="Hipervnculo"/>
          <w:color w:val="auto"/>
          <w:u w:val="none"/>
        </w:rPr>
      </w:pPr>
      <w:r>
        <w:fldChar w:fldCharType="end"/>
      </w:r>
      <w:hyperlink r:id="rId9" w:history="1">
        <w:r w:rsidR="001B5779" w:rsidRPr="001B5779">
          <w:rPr>
            <w:rStyle w:val="Hipervnculo"/>
          </w:rPr>
          <w:t>Cámaras</w:t>
        </w:r>
      </w:hyperlink>
      <w:r w:rsidR="001B5779" w:rsidRPr="001B5779">
        <w:rPr>
          <w:u w:val="single"/>
        </w:rPr>
        <w:t xml:space="preserve"> </w:t>
      </w:r>
      <w:proofErr w:type="spellStart"/>
      <w:r w:rsidR="001B5779" w:rsidRPr="001B5779">
        <w:rPr>
          <w:rStyle w:val="Hipervnculo"/>
        </w:rPr>
        <w:t>Domera</w:t>
      </w:r>
      <w:proofErr w:type="spellEnd"/>
      <w:r w:rsidR="001B5779" w:rsidRPr="001B5779">
        <w:rPr>
          <w:rStyle w:val="Hipervnculo"/>
        </w:rPr>
        <w:t xml:space="preserve">® </w:t>
      </w:r>
      <w:r w:rsidR="003476BC">
        <w:rPr>
          <w:rStyle w:val="Hipervnculo"/>
        </w:rPr>
        <w:t xml:space="preserve"> </w:t>
      </w:r>
    </w:p>
    <w:p w14:paraId="63A703EB" w14:textId="2DECDAEB" w:rsidR="003476BC" w:rsidRPr="00B22ABB" w:rsidRDefault="00000000" w:rsidP="003F158F">
      <w:pPr>
        <w:pStyle w:val="Prrafodelista"/>
        <w:numPr>
          <w:ilvl w:val="0"/>
          <w:numId w:val="10"/>
        </w:numPr>
        <w:rPr>
          <w:rStyle w:val="Hipervnculo"/>
          <w:color w:val="auto"/>
          <w:u w:val="none"/>
        </w:rPr>
      </w:pPr>
      <w:hyperlink r:id="rId10" w:history="1">
        <w:proofErr w:type="spellStart"/>
        <w:r w:rsidR="001B5779">
          <w:rPr>
            <w:rStyle w:val="Hipervnculo"/>
          </w:rPr>
          <w:t>Socios</w:t>
        </w:r>
        <w:proofErr w:type="spellEnd"/>
        <w:r w:rsidR="001B5779">
          <w:rPr>
            <w:rStyle w:val="Hipervnculo"/>
          </w:rPr>
          <w:t xml:space="preserve"> </w:t>
        </w:r>
        <w:proofErr w:type="spellStart"/>
        <w:r w:rsidR="001B5779">
          <w:rPr>
            <w:rStyle w:val="Hipervnculo"/>
          </w:rPr>
          <w:t>tecnológicos</w:t>
        </w:r>
        <w:proofErr w:type="spellEnd"/>
        <w:r w:rsidR="001B5779">
          <w:rPr>
            <w:rStyle w:val="Hipervnculo"/>
          </w:rPr>
          <w:t xml:space="preserve"> </w:t>
        </w:r>
        <w:r w:rsidR="00831CF5">
          <w:rPr>
            <w:rStyle w:val="Hipervnculo"/>
          </w:rPr>
          <w:t xml:space="preserve">de </w:t>
        </w:r>
        <w:r w:rsidR="001B5779">
          <w:rPr>
            <w:rStyle w:val="Hipervnculo"/>
          </w:rPr>
          <w:t>Dallmeier</w:t>
        </w:r>
        <w:r w:rsidR="003476BC" w:rsidRPr="003476BC">
          <w:rPr>
            <w:rStyle w:val="Hipervnculo"/>
          </w:rPr>
          <w:t xml:space="preserve"> </w:t>
        </w:r>
      </w:hyperlink>
    </w:p>
    <w:p w14:paraId="7A0E2624" w14:textId="77777777" w:rsidR="00B22ABB" w:rsidRPr="00E63DEA" w:rsidRDefault="00B22ABB" w:rsidP="00B22ABB">
      <w:pPr>
        <w:ind w:left="360"/>
        <w:rPr>
          <w:lang w:val="es-ES"/>
        </w:rPr>
      </w:pPr>
    </w:p>
    <w:p w14:paraId="0BCE7397" w14:textId="77777777" w:rsidR="000D432A" w:rsidRPr="00E63DEA" w:rsidRDefault="000D432A" w:rsidP="00B22ABB">
      <w:pPr>
        <w:ind w:left="360"/>
        <w:rPr>
          <w:lang w:val="es-ES"/>
        </w:rPr>
      </w:pPr>
    </w:p>
    <w:p w14:paraId="4BF3C554" w14:textId="77777777" w:rsidR="00FD5899" w:rsidRPr="00E63DEA" w:rsidRDefault="00FD5899" w:rsidP="004B022E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</w:p>
    <w:p w14:paraId="61354845" w14:textId="04AD8F9C" w:rsidR="004B022E" w:rsidRPr="00FA6C2E" w:rsidRDefault="004B022E" w:rsidP="004B022E">
      <w:pPr>
        <w:jc w:val="both"/>
        <w:rPr>
          <w:rFonts w:asciiTheme="minorHAnsi" w:hAnsiTheme="minorHAnsi" w:cstheme="minorHAnsi"/>
          <w:b/>
          <w:color w:val="FF0000"/>
          <w:lang w:val="en-US"/>
        </w:rPr>
      </w:pPr>
      <w:r w:rsidRPr="00FA6C2E">
        <w:rPr>
          <w:rFonts w:asciiTheme="minorHAnsi" w:hAnsiTheme="minorHAnsi" w:cstheme="minorHAnsi"/>
          <w:b/>
          <w:color w:val="FF0000"/>
          <w:lang w:val="en-US"/>
        </w:rPr>
        <w:t xml:space="preserve">+++ </w:t>
      </w:r>
      <w:r w:rsidR="0021503F">
        <w:rPr>
          <w:rFonts w:asciiTheme="minorHAnsi" w:hAnsiTheme="minorHAnsi" w:cstheme="minorHAnsi"/>
          <w:b/>
          <w:color w:val="FF0000"/>
          <w:lang w:val="en-US"/>
        </w:rPr>
        <w:t>PIES DE IMAGEN</w:t>
      </w:r>
      <w:r w:rsidRPr="00FA6C2E">
        <w:rPr>
          <w:rFonts w:asciiTheme="minorHAnsi" w:hAnsiTheme="minorHAnsi" w:cstheme="minorHAnsi"/>
          <w:b/>
          <w:color w:val="FF0000"/>
          <w:lang w:val="en-US"/>
        </w:rPr>
        <w:t xml:space="preserve"> +++</w:t>
      </w:r>
    </w:p>
    <w:p w14:paraId="013FF784" w14:textId="7640886B" w:rsidR="00285901" w:rsidRPr="00FA6C2E" w:rsidRDefault="00285901" w:rsidP="00285901">
      <w:pPr>
        <w:jc w:val="both"/>
        <w:rPr>
          <w:rFonts w:asciiTheme="minorHAnsi" w:hAnsiTheme="minorHAnsi" w:cstheme="minorHAnsi"/>
          <w:bCs/>
          <w:lang w:val="en-US"/>
        </w:rPr>
      </w:pPr>
    </w:p>
    <w:p w14:paraId="41CF5FCD" w14:textId="68611CA6" w:rsidR="00CC466F" w:rsidRPr="00CC466F" w:rsidRDefault="00CC466F" w:rsidP="00CC466F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  <w:bookmarkStart w:id="2" w:name="_Hlk173743450"/>
      <w:r w:rsidRPr="00CC466F">
        <w:rPr>
          <w:rFonts w:asciiTheme="minorHAnsi" w:hAnsiTheme="minorHAnsi" w:cstheme="minorHAnsi"/>
          <w:b/>
          <w:color w:val="FF0000"/>
          <w:lang w:val="en-GB"/>
        </w:rPr>
        <w:t xml:space="preserve">Dallmeier </w:t>
      </w:r>
      <w:r>
        <w:rPr>
          <w:rFonts w:asciiTheme="minorHAnsi" w:hAnsiTheme="minorHAnsi" w:cstheme="minorHAnsi"/>
          <w:b/>
          <w:color w:val="FF0000"/>
          <w:lang w:val="en-GB"/>
        </w:rPr>
        <w:t>Security 2024</w:t>
      </w:r>
    </w:p>
    <w:p w14:paraId="4E30BFB0" w14:textId="785C17C8" w:rsidR="00CC466F" w:rsidRPr="0069521E" w:rsidRDefault="00831CF5" w:rsidP="00FD5899">
      <w:pPr>
        <w:ind w:right="570"/>
        <w:jc w:val="both"/>
        <w:rPr>
          <w:lang w:val="es-ES"/>
        </w:rPr>
      </w:pPr>
      <w:r w:rsidRPr="0069521E">
        <w:rPr>
          <w:lang w:val="es-ES"/>
        </w:rPr>
        <w:t>En la</w:t>
      </w:r>
      <w:r w:rsidR="00CC466F" w:rsidRPr="0069521E">
        <w:rPr>
          <w:lang w:val="es-ES"/>
        </w:rPr>
        <w:t xml:space="preserve"> </w:t>
      </w:r>
      <w:r w:rsidR="00211A75">
        <w:rPr>
          <w:lang w:val="es-ES"/>
        </w:rPr>
        <w:t xml:space="preserve">feria </w:t>
      </w:r>
      <w:r w:rsidR="00CC466F" w:rsidRPr="0069521E">
        <w:rPr>
          <w:lang w:val="es-ES"/>
        </w:rPr>
        <w:t xml:space="preserve">Security 2024, Dallmeier </w:t>
      </w:r>
      <w:r w:rsidR="0069521E" w:rsidRPr="0069521E">
        <w:rPr>
          <w:lang w:val="es-ES"/>
        </w:rPr>
        <w:t>presentará</w:t>
      </w:r>
      <w:r w:rsidR="00CC466F" w:rsidRPr="0069521E">
        <w:rPr>
          <w:lang w:val="es-ES"/>
        </w:rPr>
        <w:t>,</w:t>
      </w:r>
      <w:r w:rsidR="0069521E" w:rsidRPr="0069521E">
        <w:rPr>
          <w:lang w:val="es-ES"/>
        </w:rPr>
        <w:t xml:space="preserve"> entre otras </w:t>
      </w:r>
      <w:r w:rsidR="0069521E">
        <w:rPr>
          <w:lang w:val="es-ES"/>
        </w:rPr>
        <w:t>cosas</w:t>
      </w:r>
      <w:r w:rsidR="0069521E" w:rsidRPr="0069521E">
        <w:rPr>
          <w:lang w:val="es-ES"/>
        </w:rPr>
        <w:t xml:space="preserve">, la tecnología de sensores multifocal </w:t>
      </w:r>
      <w:proofErr w:type="spellStart"/>
      <w:r w:rsidR="00CC466F" w:rsidRPr="0069521E">
        <w:rPr>
          <w:lang w:val="es-ES"/>
        </w:rPr>
        <w:t>Panomera</w:t>
      </w:r>
      <w:proofErr w:type="spellEnd"/>
      <w:r w:rsidR="00CC466F" w:rsidRPr="0069521E">
        <w:rPr>
          <w:lang w:val="es-ES"/>
        </w:rPr>
        <w:t xml:space="preserve">® </w:t>
      </w:r>
      <w:r w:rsidR="0069521E">
        <w:rPr>
          <w:lang w:val="es-ES"/>
        </w:rPr>
        <w:t>y la familia de cámaras</w:t>
      </w:r>
      <w:r w:rsidR="00CC466F" w:rsidRPr="0069521E">
        <w:rPr>
          <w:lang w:val="es-ES"/>
        </w:rPr>
        <w:t xml:space="preserve"> </w:t>
      </w:r>
      <w:proofErr w:type="spellStart"/>
      <w:r w:rsidR="00CC466F" w:rsidRPr="0069521E">
        <w:rPr>
          <w:lang w:val="es-ES"/>
        </w:rPr>
        <w:t>Domera</w:t>
      </w:r>
      <w:proofErr w:type="spellEnd"/>
      <w:r w:rsidR="00CC466F" w:rsidRPr="0069521E">
        <w:rPr>
          <w:lang w:val="es-ES"/>
        </w:rPr>
        <w:t>®.</w:t>
      </w:r>
    </w:p>
    <w:p w14:paraId="18A16352" w14:textId="0674B2EF" w:rsidR="00CC466F" w:rsidRPr="00CC466F" w:rsidRDefault="0069521E" w:rsidP="00CC466F">
      <w:pPr>
        <w:ind w:right="57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Foto</w:t>
      </w:r>
      <w:r w:rsidR="00CC466F" w:rsidRPr="00CC466F">
        <w:rPr>
          <w:i/>
          <w:iCs/>
          <w:lang w:val="en-GB"/>
        </w:rPr>
        <w:t xml:space="preserve">: Dallmeier electronic </w:t>
      </w:r>
    </w:p>
    <w:bookmarkEnd w:id="1"/>
    <w:bookmarkEnd w:id="2"/>
    <w:p w14:paraId="1CEAE476" w14:textId="77777777" w:rsidR="004B022E" w:rsidRPr="00D2627E" w:rsidRDefault="004B022E" w:rsidP="0039701C">
      <w:pPr>
        <w:rPr>
          <w:rFonts w:asciiTheme="minorHAnsi" w:hAnsiTheme="minorHAnsi" w:cstheme="minorHAnsi"/>
          <w:b/>
          <w:lang w:val="en-GB"/>
        </w:rPr>
      </w:pPr>
    </w:p>
    <w:p w14:paraId="14F852BA" w14:textId="4EC9EA5C" w:rsidR="0039701C" w:rsidRPr="004B022E" w:rsidRDefault="0039701C" w:rsidP="001E78B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  <w:r w:rsidRPr="004B022E">
        <w:rPr>
          <w:rFonts w:asciiTheme="minorHAnsi" w:hAnsiTheme="minorHAnsi" w:cstheme="minorHAnsi"/>
          <w:b/>
          <w:lang w:val="en-GB"/>
        </w:rPr>
        <w:t>*****</w:t>
      </w:r>
    </w:p>
    <w:p w14:paraId="2F3722C1" w14:textId="77777777" w:rsidR="007C3F17" w:rsidRDefault="007C3F17" w:rsidP="007C3F17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7A6CEC79" w14:textId="77777777" w:rsidR="00FA6C2E" w:rsidRPr="00FA6C2E" w:rsidRDefault="00FA6C2E" w:rsidP="00FA6C2E">
      <w:pPr>
        <w:jc w:val="both"/>
        <w:rPr>
          <w:b/>
          <w:bCs/>
          <w:lang w:val="es-ES"/>
        </w:rPr>
      </w:pPr>
      <w:r w:rsidRPr="00FA6C2E">
        <w:rPr>
          <w:b/>
          <w:bCs/>
          <w:lang w:val="es-ES"/>
        </w:rPr>
        <w:t>Con tecnología de vídeo pionera de Alemania.</w:t>
      </w:r>
    </w:p>
    <w:p w14:paraId="4E4244DE" w14:textId="77777777" w:rsidR="007C3F17" w:rsidRPr="00FA6C2E" w:rsidRDefault="007C3F17" w:rsidP="007C3F17">
      <w:pPr>
        <w:jc w:val="both"/>
        <w:rPr>
          <w:b/>
          <w:bCs/>
          <w:lang w:val="es-ES"/>
        </w:rPr>
      </w:pPr>
    </w:p>
    <w:p w14:paraId="2A78133B" w14:textId="77777777" w:rsidR="00FA6C2E" w:rsidRPr="00FA6C2E" w:rsidRDefault="00FA6C2E" w:rsidP="00FA6C2E">
      <w:pPr>
        <w:jc w:val="both"/>
        <w:rPr>
          <w:lang w:val="es-ES"/>
        </w:rPr>
      </w:pPr>
      <w:r w:rsidRPr="00FA6C2E">
        <w:rPr>
          <w:lang w:val="es-ES"/>
        </w:rPr>
        <w:t xml:space="preserve">En 1984, Dieter Dallmeier fundó lo que hoy es Dallmeier </w:t>
      </w:r>
      <w:proofErr w:type="spellStart"/>
      <w:r w:rsidRPr="00FA6C2E">
        <w:rPr>
          <w:lang w:val="es-ES"/>
        </w:rPr>
        <w:t>electronic</w:t>
      </w:r>
      <w:proofErr w:type="spellEnd"/>
      <w:r w:rsidRPr="00FA6C2E">
        <w:rPr>
          <w:lang w:val="es-ES"/>
        </w:rPr>
        <w:t xml:space="preserve"> – no en el consabido garaje, pero sí en una caseta de jardín en Ratisbona, Alemania. Hoy, la empresa, a la que se puede calificar con razón como </w:t>
      </w:r>
      <w:proofErr w:type="spellStart"/>
      <w:r w:rsidRPr="00FA6C2E">
        <w:rPr>
          <w:i/>
          <w:lang w:val="es-ES"/>
        </w:rPr>
        <w:t>hidden</w:t>
      </w:r>
      <w:proofErr w:type="spellEnd"/>
      <w:r w:rsidRPr="00FA6C2E">
        <w:rPr>
          <w:i/>
          <w:lang w:val="es-ES"/>
        </w:rPr>
        <w:t xml:space="preserve"> </w:t>
      </w:r>
      <w:proofErr w:type="spellStart"/>
      <w:r w:rsidRPr="00FA6C2E">
        <w:rPr>
          <w:i/>
          <w:lang w:val="es-ES"/>
        </w:rPr>
        <w:t>champion</w:t>
      </w:r>
      <w:proofErr w:type="spellEnd"/>
      <w:r w:rsidRPr="00FA6C2E">
        <w:rPr>
          <w:lang w:val="es-ES"/>
        </w:rPr>
        <w:t xml:space="preserve"> de la tecnología de información de vídeo "</w:t>
      </w:r>
      <w:proofErr w:type="spellStart"/>
      <w:r w:rsidRPr="00FA6C2E">
        <w:rPr>
          <w:lang w:val="es-ES"/>
        </w:rPr>
        <w:t>Made</w:t>
      </w:r>
      <w:proofErr w:type="spellEnd"/>
      <w:r w:rsidRPr="00FA6C2E">
        <w:rPr>
          <w:lang w:val="es-ES"/>
        </w:rPr>
        <w:t xml:space="preserve"> in </w:t>
      </w:r>
      <w:proofErr w:type="spellStart"/>
      <w:r w:rsidRPr="00FA6C2E">
        <w:rPr>
          <w:lang w:val="es-ES"/>
        </w:rPr>
        <w:t>Germany</w:t>
      </w:r>
      <w:proofErr w:type="spellEnd"/>
      <w:r w:rsidRPr="00FA6C2E">
        <w:rPr>
          <w:lang w:val="es-ES"/>
        </w:rPr>
        <w:t xml:space="preserve">", tiene varios cientos de empleados a nivel mundial, más de 250 de ellos solamente en su sede social en el centro de Ratisbona. </w:t>
      </w:r>
    </w:p>
    <w:p w14:paraId="5B868F5B" w14:textId="77777777" w:rsidR="00FA6C2E" w:rsidRPr="00FA6C2E" w:rsidRDefault="00FA6C2E" w:rsidP="00FA6C2E">
      <w:pPr>
        <w:jc w:val="both"/>
        <w:rPr>
          <w:lang w:val="es-ES"/>
        </w:rPr>
      </w:pPr>
    </w:p>
    <w:p w14:paraId="5436767E" w14:textId="77777777" w:rsidR="00FA6C2E" w:rsidRPr="00FA6C2E" w:rsidRDefault="00FA6C2E" w:rsidP="00FA6C2E">
      <w:pPr>
        <w:jc w:val="both"/>
        <w:rPr>
          <w:b/>
          <w:bCs/>
          <w:lang w:val="es-ES"/>
        </w:rPr>
      </w:pPr>
      <w:r w:rsidRPr="00FA6C2E">
        <w:rPr>
          <w:b/>
          <w:bCs/>
          <w:lang w:val="es-ES"/>
        </w:rPr>
        <w:t>Nuestros clientes: desde empresas comerciales hasta estadios de Copas Mundiales</w:t>
      </w:r>
    </w:p>
    <w:p w14:paraId="486C90D8" w14:textId="77777777" w:rsidR="00FA6C2E" w:rsidRPr="00FA6C2E" w:rsidRDefault="00FA6C2E" w:rsidP="00FA6C2E">
      <w:pPr>
        <w:jc w:val="both"/>
        <w:rPr>
          <w:lang w:val="es-ES"/>
        </w:rPr>
      </w:pPr>
      <w:r w:rsidRPr="00FA6C2E">
        <w:rPr>
          <w:lang w:val="es-ES"/>
        </w:rPr>
        <w:t xml:space="preserve">Las soluciones de cámara, grabación, software y análisis de Dallmeier optimizan seguridad y procesos para clientes finales B2B en un amplio rango de sectores en más de 60 países. El foco está en los usuarios de las áreas de casino, </w:t>
      </w:r>
      <w:proofErr w:type="spellStart"/>
      <w:r w:rsidRPr="00FA6C2E">
        <w:rPr>
          <w:lang w:val="es-ES"/>
        </w:rPr>
        <w:t>safe</w:t>
      </w:r>
      <w:proofErr w:type="spellEnd"/>
      <w:r w:rsidRPr="00FA6C2E">
        <w:rPr>
          <w:lang w:val="es-ES"/>
        </w:rPr>
        <w:t xml:space="preserve"> &amp; </w:t>
      </w:r>
      <w:proofErr w:type="spellStart"/>
      <w:r w:rsidRPr="00FA6C2E">
        <w:rPr>
          <w:lang w:val="es-ES"/>
        </w:rPr>
        <w:t>smart</w:t>
      </w:r>
      <w:proofErr w:type="spellEnd"/>
      <w:r w:rsidRPr="00FA6C2E">
        <w:rPr>
          <w:lang w:val="es-ES"/>
        </w:rPr>
        <w:t xml:space="preserve"> </w:t>
      </w:r>
      <w:proofErr w:type="spellStart"/>
      <w:r w:rsidRPr="00FA6C2E">
        <w:rPr>
          <w:lang w:val="es-ES"/>
        </w:rPr>
        <w:t>city</w:t>
      </w:r>
      <w:proofErr w:type="spellEnd"/>
      <w:r w:rsidRPr="00FA6C2E"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07FD9CD8" w14:textId="77777777" w:rsidR="00FA6C2E" w:rsidRPr="00FA6C2E" w:rsidRDefault="00FA6C2E" w:rsidP="00FA6C2E">
      <w:pPr>
        <w:jc w:val="both"/>
        <w:rPr>
          <w:lang w:val="es-ES"/>
        </w:rPr>
      </w:pPr>
    </w:p>
    <w:p w14:paraId="2776ACF0" w14:textId="684BDC9F" w:rsidR="00FA6C2E" w:rsidRPr="00FA6C2E" w:rsidRDefault="00FA6C2E" w:rsidP="00FA6C2E">
      <w:pPr>
        <w:jc w:val="both"/>
        <w:rPr>
          <w:b/>
          <w:bCs/>
          <w:lang w:val="es-ES"/>
        </w:rPr>
      </w:pPr>
      <w:r w:rsidRPr="00FA6C2E">
        <w:rPr>
          <w:b/>
          <w:bCs/>
          <w:lang w:val="es-ES"/>
        </w:rPr>
        <w:t xml:space="preserve">Bajo coste total de propiedad </w:t>
      </w:r>
      <w:r w:rsidR="00831CF5" w:rsidRPr="00FA6C2E">
        <w:rPr>
          <w:b/>
          <w:bCs/>
          <w:lang w:val="es-ES"/>
        </w:rPr>
        <w:t>"</w:t>
      </w:r>
      <w:proofErr w:type="spellStart"/>
      <w:r w:rsidRPr="00FA6C2E">
        <w:rPr>
          <w:b/>
          <w:bCs/>
          <w:lang w:val="es-ES"/>
        </w:rPr>
        <w:t>Made</w:t>
      </w:r>
      <w:proofErr w:type="spellEnd"/>
      <w:r w:rsidRPr="00FA6C2E">
        <w:rPr>
          <w:b/>
          <w:bCs/>
          <w:lang w:val="es-ES"/>
        </w:rPr>
        <w:t xml:space="preserve"> in </w:t>
      </w:r>
      <w:proofErr w:type="spellStart"/>
      <w:r w:rsidRPr="00FA6C2E">
        <w:rPr>
          <w:b/>
          <w:bCs/>
          <w:lang w:val="es-ES"/>
        </w:rPr>
        <w:t>Germany</w:t>
      </w:r>
      <w:proofErr w:type="spellEnd"/>
      <w:r w:rsidRPr="00FA6C2E">
        <w:rPr>
          <w:b/>
          <w:bCs/>
          <w:lang w:val="es-ES"/>
        </w:rPr>
        <w:t>"</w:t>
      </w:r>
    </w:p>
    <w:p w14:paraId="0ED53BF2" w14:textId="77777777" w:rsidR="00FA6C2E" w:rsidRPr="00FA6C2E" w:rsidRDefault="00FA6C2E" w:rsidP="00FA6C2E">
      <w:pPr>
        <w:jc w:val="both"/>
        <w:rPr>
          <w:lang w:val="es-ES"/>
        </w:rPr>
      </w:pPr>
      <w:r w:rsidRPr="00FA6C2E">
        <w:rPr>
          <w:lang w:val="es-ES"/>
        </w:rPr>
        <w:t xml:space="preserve">Con innovaciones pioneras, Dallmeier consigue una y otra vez colocarse en la cima tecnológica: desde el primer sistema digital de almacenamiento de imagen del mundo con análisis de movimiento en 1992, pasando por la patentada "tecnología de sensores multifocal" </w:t>
      </w:r>
      <w:proofErr w:type="spellStart"/>
      <w:r w:rsidRPr="00FA6C2E">
        <w:rPr>
          <w:lang w:val="es-ES"/>
        </w:rPr>
        <w:t>Panomera</w:t>
      </w:r>
      <w:proofErr w:type="spellEnd"/>
      <w:r w:rsidRPr="00FA6C2E">
        <w:rPr>
          <w:lang w:val="es-ES"/>
        </w:rPr>
        <w:t>® con su sistema de montaje "</w:t>
      </w:r>
      <w:proofErr w:type="spellStart"/>
      <w:r w:rsidRPr="00FA6C2E">
        <w:rPr>
          <w:lang w:val="es-ES"/>
        </w:rPr>
        <w:t>Mountera</w:t>
      </w:r>
      <w:proofErr w:type="spellEnd"/>
      <w:r w:rsidRPr="00FA6C2E">
        <w:rPr>
          <w:lang w:val="es-ES"/>
        </w:rPr>
        <w:t xml:space="preserve">®", hasta la última familia de cámaras </w:t>
      </w:r>
      <w:proofErr w:type="spellStart"/>
      <w:r w:rsidRPr="00FA6C2E">
        <w:rPr>
          <w:lang w:val="es-ES"/>
        </w:rPr>
        <w:t>Domera</w:t>
      </w:r>
      <w:proofErr w:type="spellEnd"/>
      <w:r w:rsidRPr="00FA6C2E">
        <w:rPr>
          <w:lang w:val="es-ES"/>
        </w:rPr>
        <w:t xml:space="preserve">® que permite más de 300 variantes de cámara con sólo 18 componentes. Estas y muchas otras innovaciones crean beneficios reales para el cliente. Y, con un bajo Coste Total de Propiedad (TCO) y un alto Retorno de la Inversión (ROI), pueden competir fácilmente con sistemas producidos y suministrados por países con costes laborales bajos. </w:t>
      </w:r>
    </w:p>
    <w:p w14:paraId="256974B4" w14:textId="77777777" w:rsidR="00FA6C2E" w:rsidRPr="00FA6C2E" w:rsidRDefault="00FA6C2E" w:rsidP="00FA6C2E">
      <w:pPr>
        <w:jc w:val="both"/>
        <w:rPr>
          <w:lang w:val="es-ES"/>
        </w:rPr>
      </w:pPr>
    </w:p>
    <w:p w14:paraId="59AEE34C" w14:textId="77777777" w:rsidR="00FA6C2E" w:rsidRPr="00FA6C2E" w:rsidRDefault="00FA6C2E" w:rsidP="00FA6C2E">
      <w:pPr>
        <w:jc w:val="both"/>
        <w:rPr>
          <w:b/>
          <w:bCs/>
          <w:lang w:val="es-ES"/>
        </w:rPr>
      </w:pPr>
      <w:r w:rsidRPr="00FA6C2E">
        <w:rPr>
          <w:b/>
          <w:bCs/>
          <w:lang w:val="es-ES"/>
        </w:rPr>
        <w:t>Ciberseguridad, protección de datos y responsabilidad ética mediante la máxima integración vertical</w:t>
      </w:r>
    </w:p>
    <w:p w14:paraId="47689D9B" w14:textId="451C569E" w:rsidR="007C3F17" w:rsidRPr="00FA6C2E" w:rsidRDefault="00FA6C2E" w:rsidP="00FA6C2E">
      <w:pPr>
        <w:jc w:val="both"/>
        <w:rPr>
          <w:lang w:val="es-ES"/>
        </w:rPr>
      </w:pPr>
      <w:r w:rsidRPr="00FA6C2E">
        <w:rPr>
          <w:lang w:val="es-ES"/>
        </w:rPr>
        <w:t>Con nuestro 100% "</w:t>
      </w:r>
      <w:proofErr w:type="spellStart"/>
      <w:r w:rsidRPr="00FA6C2E">
        <w:rPr>
          <w:lang w:val="es-ES"/>
        </w:rPr>
        <w:t>Made</w:t>
      </w:r>
      <w:proofErr w:type="spellEnd"/>
      <w:r w:rsidRPr="00FA6C2E">
        <w:rPr>
          <w:lang w:val="es-ES"/>
        </w:rPr>
        <w:t xml:space="preserve"> in </w:t>
      </w:r>
      <w:proofErr w:type="spellStart"/>
      <w:r w:rsidRPr="00FA6C2E">
        <w:rPr>
          <w:lang w:val="es-ES"/>
        </w:rPr>
        <w:t>Germany</w:t>
      </w:r>
      <w:proofErr w:type="spellEnd"/>
      <w:r w:rsidRPr="00FA6C2E">
        <w:rPr>
          <w:lang w:val="es-ES"/>
        </w:rPr>
        <w:t>", garantizamos a nuestros clientes los más altos estándares en protección de datos, ciberseguridad y responsabilidad ética. Con alta calidad y cadenas de suministro cortas también aportamos paralelamente sostenibilidad y protección ambiental. En nuestra prestigiosa sede principal en el centro de Ratisbona, Dallmeier no sólo lleva a cabo todo el desarrollo, sino también el proceso completo de fabricación de los productos</w:t>
      </w:r>
      <w:r>
        <w:rPr>
          <w:lang w:val="es-ES"/>
        </w:rPr>
        <w:t>.</w:t>
      </w:r>
    </w:p>
    <w:p w14:paraId="1373191B" w14:textId="77777777" w:rsidR="007C3F17" w:rsidRPr="00FA6C2E" w:rsidRDefault="007C3F17" w:rsidP="007C3F17">
      <w:pPr>
        <w:pStyle w:val="Sinespaciado"/>
        <w:rPr>
          <w:lang w:val="es-ES"/>
        </w:rPr>
      </w:pPr>
    </w:p>
    <w:p w14:paraId="39570AB5" w14:textId="77777777" w:rsidR="000D432A" w:rsidRPr="00091FCA" w:rsidRDefault="00000000" w:rsidP="000D432A">
      <w:pPr>
        <w:pStyle w:val="Sinespaciado"/>
        <w:rPr>
          <w:lang w:val="es-ES"/>
        </w:rPr>
      </w:pPr>
      <w:hyperlink r:id="rId11" w:history="1">
        <w:r w:rsidR="000D432A" w:rsidRPr="00091FCA">
          <w:rPr>
            <w:rStyle w:val="Hipervnculo"/>
            <w:lang w:val="es-ES"/>
          </w:rPr>
          <w:t>www.dallmeier.com</w:t>
        </w:r>
      </w:hyperlink>
    </w:p>
    <w:p w14:paraId="799A2420" w14:textId="7E65C489" w:rsidR="00486A0D" w:rsidRPr="00091FCA" w:rsidRDefault="00000000" w:rsidP="000D432A">
      <w:pPr>
        <w:pStyle w:val="Sinespaciado"/>
        <w:rPr>
          <w:color w:val="1CBBFF"/>
          <w:u w:val="single"/>
          <w:lang w:val="es-ES"/>
        </w:rPr>
      </w:pPr>
      <w:hyperlink r:id="rId12" w:history="1">
        <w:r w:rsidR="000D432A" w:rsidRPr="00091FCA">
          <w:rPr>
            <w:rStyle w:val="Hipervnculo"/>
            <w:lang w:val="es-ES"/>
          </w:rPr>
          <w:t>www.panomera.com</w:t>
        </w:r>
      </w:hyperlink>
    </w:p>
    <w:sectPr w:rsidR="00486A0D" w:rsidRPr="00091FCA" w:rsidSect="00D02756">
      <w:headerReference w:type="default" r:id="rId13"/>
      <w:footerReference w:type="default" r:id="rId14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525ED" w14:textId="77777777" w:rsidR="00BB5461" w:rsidRDefault="00BB5461" w:rsidP="00164ED4">
      <w:r>
        <w:separator/>
      </w:r>
    </w:p>
  </w:endnote>
  <w:endnote w:type="continuationSeparator" w:id="0">
    <w:p w14:paraId="59CF66EF" w14:textId="77777777" w:rsidR="00BB5461" w:rsidRDefault="00BB5461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AC8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43508A42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785E72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dept.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CC466F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="00785E72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54821375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E78BB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8D0CEB">
            <w:rPr>
              <w:rFonts w:asciiTheme="minorHAnsi" w:hAnsiTheme="minorHAnsi" w:cstheme="minorHAnsi"/>
              <w:sz w:val="14"/>
              <w:szCs w:val="14"/>
            </w:rPr>
            <w:t>8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1E78BB">
            <w:rPr>
              <w:rFonts w:asciiTheme="minorHAnsi" w:hAnsiTheme="minorHAnsi" w:cstheme="minorHAnsi"/>
              <w:sz w:val="14"/>
              <w:szCs w:val="14"/>
            </w:rPr>
            <w:t>4</w:t>
          </w:r>
        </w:p>
        <w:p w14:paraId="343D40B0" w14:textId="77777777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BF1C6" w14:textId="77777777" w:rsidR="00BB5461" w:rsidRDefault="00BB5461" w:rsidP="00164ED4">
      <w:r>
        <w:separator/>
      </w:r>
    </w:p>
  </w:footnote>
  <w:footnote w:type="continuationSeparator" w:id="0">
    <w:p w14:paraId="626A342D" w14:textId="77777777" w:rsidR="00BB5461" w:rsidRDefault="00BB5461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B0081" w14:textId="77777777" w:rsidR="00164ED4" w:rsidRDefault="00164ED4" w:rsidP="00A47EB9">
    <w:pPr>
      <w:pStyle w:val="Encabezado"/>
    </w:pPr>
  </w:p>
  <w:p w14:paraId="7BAF4C72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Default="00164ED4">
    <w:pPr>
      <w:pStyle w:val="Encabezado"/>
    </w:pPr>
  </w:p>
  <w:p w14:paraId="5C584308" w14:textId="31014EFE" w:rsidR="007B121E" w:rsidRDefault="00B175DD" w:rsidP="00EB620D">
    <w:pPr>
      <w:pStyle w:val="Ttulo"/>
    </w:pPr>
    <w:r w:rsidRPr="008C12E9">
      <w:t xml:space="preserve">Dallmeier </w:t>
    </w:r>
    <w:proofErr w:type="spellStart"/>
    <w:r w:rsidR="00FA6C2E">
      <w:t>n</w:t>
    </w:r>
    <w:r w:rsidR="00936C44">
      <w:t>ota</w:t>
    </w:r>
    <w:proofErr w:type="spellEnd"/>
    <w:r w:rsidR="00936C44">
      <w:t xml:space="preserve"> de </w:t>
    </w:r>
    <w:proofErr w:type="spellStart"/>
    <w:r w:rsidR="00FA6C2E">
      <w:t>p</w:t>
    </w:r>
    <w:r w:rsidR="00936C44">
      <w:t>rensa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4C91"/>
    <w:multiLevelType w:val="multilevel"/>
    <w:tmpl w:val="4D1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22971"/>
    <w:multiLevelType w:val="hybridMultilevel"/>
    <w:tmpl w:val="53F41B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108"/>
    <w:multiLevelType w:val="hybridMultilevel"/>
    <w:tmpl w:val="D6900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5093">
    <w:abstractNumId w:val="3"/>
  </w:num>
  <w:num w:numId="2" w16cid:durableId="478882071">
    <w:abstractNumId w:val="8"/>
  </w:num>
  <w:num w:numId="3" w16cid:durableId="1083262807">
    <w:abstractNumId w:val="7"/>
  </w:num>
  <w:num w:numId="4" w16cid:durableId="1287588180">
    <w:abstractNumId w:val="5"/>
  </w:num>
  <w:num w:numId="5" w16cid:durableId="934437694">
    <w:abstractNumId w:val="0"/>
  </w:num>
  <w:num w:numId="6" w16cid:durableId="24214192">
    <w:abstractNumId w:val="4"/>
  </w:num>
  <w:num w:numId="7" w16cid:durableId="1982072638">
    <w:abstractNumId w:val="6"/>
  </w:num>
  <w:num w:numId="8" w16cid:durableId="1165511397">
    <w:abstractNumId w:val="1"/>
  </w:num>
  <w:num w:numId="9" w16cid:durableId="144057575">
    <w:abstractNumId w:val="9"/>
  </w:num>
  <w:num w:numId="10" w16cid:durableId="702945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46"/>
    <w:rsid w:val="0000084E"/>
    <w:rsid w:val="0000279F"/>
    <w:rsid w:val="00011430"/>
    <w:rsid w:val="00021941"/>
    <w:rsid w:val="00023E42"/>
    <w:rsid w:val="0002400E"/>
    <w:rsid w:val="00034476"/>
    <w:rsid w:val="00041BFF"/>
    <w:rsid w:val="0006181B"/>
    <w:rsid w:val="00063C2D"/>
    <w:rsid w:val="00063F09"/>
    <w:rsid w:val="00065C8A"/>
    <w:rsid w:val="00074C5B"/>
    <w:rsid w:val="00077A91"/>
    <w:rsid w:val="00077F4F"/>
    <w:rsid w:val="00082B2D"/>
    <w:rsid w:val="00083B45"/>
    <w:rsid w:val="00083E16"/>
    <w:rsid w:val="000843CE"/>
    <w:rsid w:val="00086716"/>
    <w:rsid w:val="000915B3"/>
    <w:rsid w:val="00091FCA"/>
    <w:rsid w:val="00097ECE"/>
    <w:rsid w:val="000A1CEA"/>
    <w:rsid w:val="000B2862"/>
    <w:rsid w:val="000C01B2"/>
    <w:rsid w:val="000C7C4E"/>
    <w:rsid w:val="000D3154"/>
    <w:rsid w:val="000D432A"/>
    <w:rsid w:val="000D570A"/>
    <w:rsid w:val="000E25A4"/>
    <w:rsid w:val="000E7838"/>
    <w:rsid w:val="000F4775"/>
    <w:rsid w:val="000F60F7"/>
    <w:rsid w:val="00114428"/>
    <w:rsid w:val="00120DC5"/>
    <w:rsid w:val="00123D82"/>
    <w:rsid w:val="00125865"/>
    <w:rsid w:val="0012622F"/>
    <w:rsid w:val="0013599B"/>
    <w:rsid w:val="001367D4"/>
    <w:rsid w:val="00137381"/>
    <w:rsid w:val="00140A70"/>
    <w:rsid w:val="00144CE5"/>
    <w:rsid w:val="00150E94"/>
    <w:rsid w:val="00152699"/>
    <w:rsid w:val="0015390E"/>
    <w:rsid w:val="00154462"/>
    <w:rsid w:val="001552D0"/>
    <w:rsid w:val="00164ED4"/>
    <w:rsid w:val="00165E18"/>
    <w:rsid w:val="00182E5D"/>
    <w:rsid w:val="001928AF"/>
    <w:rsid w:val="00194446"/>
    <w:rsid w:val="00197632"/>
    <w:rsid w:val="001B0349"/>
    <w:rsid w:val="001B5779"/>
    <w:rsid w:val="001C249B"/>
    <w:rsid w:val="001C3BA6"/>
    <w:rsid w:val="001C7005"/>
    <w:rsid w:val="001C75C2"/>
    <w:rsid w:val="001C7DB0"/>
    <w:rsid w:val="001E6A2A"/>
    <w:rsid w:val="001E78BB"/>
    <w:rsid w:val="001E7903"/>
    <w:rsid w:val="001F38F3"/>
    <w:rsid w:val="002034E4"/>
    <w:rsid w:val="00204591"/>
    <w:rsid w:val="00210210"/>
    <w:rsid w:val="00211A75"/>
    <w:rsid w:val="0021237C"/>
    <w:rsid w:val="00212BCA"/>
    <w:rsid w:val="0021503F"/>
    <w:rsid w:val="002155A8"/>
    <w:rsid w:val="002156E0"/>
    <w:rsid w:val="0021577F"/>
    <w:rsid w:val="00220A8E"/>
    <w:rsid w:val="002215CD"/>
    <w:rsid w:val="002275C2"/>
    <w:rsid w:val="002350A6"/>
    <w:rsid w:val="002352D3"/>
    <w:rsid w:val="00236A5E"/>
    <w:rsid w:val="002463E4"/>
    <w:rsid w:val="0024676E"/>
    <w:rsid w:val="00251B19"/>
    <w:rsid w:val="00252A2E"/>
    <w:rsid w:val="002532F8"/>
    <w:rsid w:val="002610F1"/>
    <w:rsid w:val="00263379"/>
    <w:rsid w:val="00266E7B"/>
    <w:rsid w:val="00274A98"/>
    <w:rsid w:val="00275889"/>
    <w:rsid w:val="002758D9"/>
    <w:rsid w:val="002769D9"/>
    <w:rsid w:val="00276B4A"/>
    <w:rsid w:val="00281364"/>
    <w:rsid w:val="0028407A"/>
    <w:rsid w:val="00285901"/>
    <w:rsid w:val="00295BCE"/>
    <w:rsid w:val="002A12F3"/>
    <w:rsid w:val="002A27EC"/>
    <w:rsid w:val="002A42A7"/>
    <w:rsid w:val="002A63AB"/>
    <w:rsid w:val="002B760B"/>
    <w:rsid w:val="002C571F"/>
    <w:rsid w:val="002D3B32"/>
    <w:rsid w:val="002E5D97"/>
    <w:rsid w:val="002E6A47"/>
    <w:rsid w:val="002F082E"/>
    <w:rsid w:val="002F1B6A"/>
    <w:rsid w:val="00302571"/>
    <w:rsid w:val="00304792"/>
    <w:rsid w:val="003075A7"/>
    <w:rsid w:val="00307A33"/>
    <w:rsid w:val="00311699"/>
    <w:rsid w:val="00314530"/>
    <w:rsid w:val="00330E1C"/>
    <w:rsid w:val="003353B7"/>
    <w:rsid w:val="00344F26"/>
    <w:rsid w:val="003476BC"/>
    <w:rsid w:val="00347759"/>
    <w:rsid w:val="00347D4E"/>
    <w:rsid w:val="00352C90"/>
    <w:rsid w:val="003723DA"/>
    <w:rsid w:val="0037524D"/>
    <w:rsid w:val="003839E8"/>
    <w:rsid w:val="00385DD9"/>
    <w:rsid w:val="00390227"/>
    <w:rsid w:val="0039701C"/>
    <w:rsid w:val="003A4E03"/>
    <w:rsid w:val="003A5DCE"/>
    <w:rsid w:val="003A660D"/>
    <w:rsid w:val="003B0C19"/>
    <w:rsid w:val="003B2965"/>
    <w:rsid w:val="003C285E"/>
    <w:rsid w:val="003C661C"/>
    <w:rsid w:val="003D28BD"/>
    <w:rsid w:val="003E0076"/>
    <w:rsid w:val="003E0A23"/>
    <w:rsid w:val="003E3869"/>
    <w:rsid w:val="003E4F5D"/>
    <w:rsid w:val="003F158F"/>
    <w:rsid w:val="003F52E6"/>
    <w:rsid w:val="003F6024"/>
    <w:rsid w:val="003F7202"/>
    <w:rsid w:val="00405DE1"/>
    <w:rsid w:val="00417275"/>
    <w:rsid w:val="004325CD"/>
    <w:rsid w:val="00433C0C"/>
    <w:rsid w:val="004361DF"/>
    <w:rsid w:val="00437A39"/>
    <w:rsid w:val="00447005"/>
    <w:rsid w:val="004471AB"/>
    <w:rsid w:val="0045126A"/>
    <w:rsid w:val="00456034"/>
    <w:rsid w:val="00460AB4"/>
    <w:rsid w:val="004635AA"/>
    <w:rsid w:val="00466F41"/>
    <w:rsid w:val="00467DAD"/>
    <w:rsid w:val="00470EBB"/>
    <w:rsid w:val="00475FDE"/>
    <w:rsid w:val="004771BA"/>
    <w:rsid w:val="00477283"/>
    <w:rsid w:val="004819D8"/>
    <w:rsid w:val="004862C0"/>
    <w:rsid w:val="00486A0D"/>
    <w:rsid w:val="00492F2B"/>
    <w:rsid w:val="0049342A"/>
    <w:rsid w:val="00493AF0"/>
    <w:rsid w:val="004A5BFB"/>
    <w:rsid w:val="004A70E4"/>
    <w:rsid w:val="004B022E"/>
    <w:rsid w:val="004B1F22"/>
    <w:rsid w:val="004B4FD5"/>
    <w:rsid w:val="004B7C9F"/>
    <w:rsid w:val="004C2EB3"/>
    <w:rsid w:val="004C5077"/>
    <w:rsid w:val="004D4155"/>
    <w:rsid w:val="004D45AC"/>
    <w:rsid w:val="004D6872"/>
    <w:rsid w:val="004F3F63"/>
    <w:rsid w:val="004F5531"/>
    <w:rsid w:val="00500D35"/>
    <w:rsid w:val="00504ED4"/>
    <w:rsid w:val="00507D76"/>
    <w:rsid w:val="00511487"/>
    <w:rsid w:val="0051242F"/>
    <w:rsid w:val="005207E5"/>
    <w:rsid w:val="0052475B"/>
    <w:rsid w:val="005261CF"/>
    <w:rsid w:val="00532AFE"/>
    <w:rsid w:val="005360BB"/>
    <w:rsid w:val="005445F0"/>
    <w:rsid w:val="005454EB"/>
    <w:rsid w:val="00553777"/>
    <w:rsid w:val="00555CC5"/>
    <w:rsid w:val="005576B4"/>
    <w:rsid w:val="00564D06"/>
    <w:rsid w:val="00585C9F"/>
    <w:rsid w:val="005A1CA3"/>
    <w:rsid w:val="005B071E"/>
    <w:rsid w:val="005B1237"/>
    <w:rsid w:val="005B5B9B"/>
    <w:rsid w:val="005C27EE"/>
    <w:rsid w:val="005C2A60"/>
    <w:rsid w:val="005C4FFF"/>
    <w:rsid w:val="005C6E6D"/>
    <w:rsid w:val="005D1870"/>
    <w:rsid w:val="005D57F0"/>
    <w:rsid w:val="005E1109"/>
    <w:rsid w:val="005E69B9"/>
    <w:rsid w:val="005F363E"/>
    <w:rsid w:val="005F5ABB"/>
    <w:rsid w:val="00602F12"/>
    <w:rsid w:val="00604656"/>
    <w:rsid w:val="0060622C"/>
    <w:rsid w:val="00615A37"/>
    <w:rsid w:val="006229CB"/>
    <w:rsid w:val="00622E9A"/>
    <w:rsid w:val="00624F8D"/>
    <w:rsid w:val="006260FA"/>
    <w:rsid w:val="00627F9E"/>
    <w:rsid w:val="00631F60"/>
    <w:rsid w:val="00651635"/>
    <w:rsid w:val="006606FE"/>
    <w:rsid w:val="006632B7"/>
    <w:rsid w:val="0066736A"/>
    <w:rsid w:val="0067687D"/>
    <w:rsid w:val="00680068"/>
    <w:rsid w:val="006819CF"/>
    <w:rsid w:val="006862F6"/>
    <w:rsid w:val="00687298"/>
    <w:rsid w:val="0068794F"/>
    <w:rsid w:val="006900E4"/>
    <w:rsid w:val="006911CC"/>
    <w:rsid w:val="00692B0B"/>
    <w:rsid w:val="00693C6D"/>
    <w:rsid w:val="0069496A"/>
    <w:rsid w:val="0069521E"/>
    <w:rsid w:val="00697736"/>
    <w:rsid w:val="00697E1A"/>
    <w:rsid w:val="006B7B4B"/>
    <w:rsid w:val="006C0F9C"/>
    <w:rsid w:val="006C1355"/>
    <w:rsid w:val="006C53B3"/>
    <w:rsid w:val="006D38D1"/>
    <w:rsid w:val="006E25F1"/>
    <w:rsid w:val="006E38F4"/>
    <w:rsid w:val="006F15BC"/>
    <w:rsid w:val="0070074F"/>
    <w:rsid w:val="007017E2"/>
    <w:rsid w:val="007071E9"/>
    <w:rsid w:val="00711351"/>
    <w:rsid w:val="00713438"/>
    <w:rsid w:val="007141DA"/>
    <w:rsid w:val="00717E19"/>
    <w:rsid w:val="0072691F"/>
    <w:rsid w:val="00730C60"/>
    <w:rsid w:val="00730C97"/>
    <w:rsid w:val="007312D6"/>
    <w:rsid w:val="00731DA1"/>
    <w:rsid w:val="00742FF3"/>
    <w:rsid w:val="0074314E"/>
    <w:rsid w:val="00745B1A"/>
    <w:rsid w:val="00760D2D"/>
    <w:rsid w:val="00763F41"/>
    <w:rsid w:val="00766056"/>
    <w:rsid w:val="00766F79"/>
    <w:rsid w:val="00772D02"/>
    <w:rsid w:val="0077529D"/>
    <w:rsid w:val="00775D28"/>
    <w:rsid w:val="007772F3"/>
    <w:rsid w:val="00782470"/>
    <w:rsid w:val="0078290C"/>
    <w:rsid w:val="00785E72"/>
    <w:rsid w:val="00790F01"/>
    <w:rsid w:val="007A0117"/>
    <w:rsid w:val="007A1476"/>
    <w:rsid w:val="007A2B69"/>
    <w:rsid w:val="007A49B2"/>
    <w:rsid w:val="007A64B0"/>
    <w:rsid w:val="007B121E"/>
    <w:rsid w:val="007C3F17"/>
    <w:rsid w:val="007D1C81"/>
    <w:rsid w:val="007D72B3"/>
    <w:rsid w:val="007E6D09"/>
    <w:rsid w:val="007E719C"/>
    <w:rsid w:val="007F0193"/>
    <w:rsid w:val="007F2F15"/>
    <w:rsid w:val="007F5CFC"/>
    <w:rsid w:val="00801C4A"/>
    <w:rsid w:val="008061E7"/>
    <w:rsid w:val="00807568"/>
    <w:rsid w:val="008211EB"/>
    <w:rsid w:val="00831CF5"/>
    <w:rsid w:val="008326F3"/>
    <w:rsid w:val="00832D2F"/>
    <w:rsid w:val="0083440D"/>
    <w:rsid w:val="00846B84"/>
    <w:rsid w:val="0085127C"/>
    <w:rsid w:val="00853BC6"/>
    <w:rsid w:val="008566CE"/>
    <w:rsid w:val="00856D15"/>
    <w:rsid w:val="00857CCB"/>
    <w:rsid w:val="00865256"/>
    <w:rsid w:val="00872F66"/>
    <w:rsid w:val="008752D3"/>
    <w:rsid w:val="00877F70"/>
    <w:rsid w:val="008867A4"/>
    <w:rsid w:val="0089315C"/>
    <w:rsid w:val="00893CB8"/>
    <w:rsid w:val="008A0CD0"/>
    <w:rsid w:val="008A1E4F"/>
    <w:rsid w:val="008A3BC7"/>
    <w:rsid w:val="008A40F1"/>
    <w:rsid w:val="008C12E9"/>
    <w:rsid w:val="008C1758"/>
    <w:rsid w:val="008C18E5"/>
    <w:rsid w:val="008D0CEB"/>
    <w:rsid w:val="008D4AD5"/>
    <w:rsid w:val="008D524F"/>
    <w:rsid w:val="008D6885"/>
    <w:rsid w:val="008D6E8A"/>
    <w:rsid w:val="008D7B26"/>
    <w:rsid w:val="008E13CC"/>
    <w:rsid w:val="008E498D"/>
    <w:rsid w:val="008E7170"/>
    <w:rsid w:val="009109B2"/>
    <w:rsid w:val="0092177B"/>
    <w:rsid w:val="00925171"/>
    <w:rsid w:val="00930E90"/>
    <w:rsid w:val="0093191C"/>
    <w:rsid w:val="009330E8"/>
    <w:rsid w:val="00936044"/>
    <w:rsid w:val="00936C44"/>
    <w:rsid w:val="009400C5"/>
    <w:rsid w:val="009403BA"/>
    <w:rsid w:val="00960F30"/>
    <w:rsid w:val="00965DAF"/>
    <w:rsid w:val="009663E8"/>
    <w:rsid w:val="00967E18"/>
    <w:rsid w:val="009718A3"/>
    <w:rsid w:val="00977C21"/>
    <w:rsid w:val="00981B24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511C"/>
    <w:rsid w:val="009D601C"/>
    <w:rsid w:val="009D7433"/>
    <w:rsid w:val="009E2430"/>
    <w:rsid w:val="009E2898"/>
    <w:rsid w:val="009E477A"/>
    <w:rsid w:val="009F3BFA"/>
    <w:rsid w:val="009F6357"/>
    <w:rsid w:val="009F6BAC"/>
    <w:rsid w:val="009F6D09"/>
    <w:rsid w:val="00A04620"/>
    <w:rsid w:val="00A048DF"/>
    <w:rsid w:val="00A06826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33F8"/>
    <w:rsid w:val="00A435EF"/>
    <w:rsid w:val="00A45248"/>
    <w:rsid w:val="00A45D0B"/>
    <w:rsid w:val="00A465AF"/>
    <w:rsid w:val="00A47EB9"/>
    <w:rsid w:val="00A50122"/>
    <w:rsid w:val="00A557FC"/>
    <w:rsid w:val="00A571C7"/>
    <w:rsid w:val="00A6279D"/>
    <w:rsid w:val="00A65B1E"/>
    <w:rsid w:val="00A7262F"/>
    <w:rsid w:val="00A90125"/>
    <w:rsid w:val="00A91311"/>
    <w:rsid w:val="00A947DD"/>
    <w:rsid w:val="00AA0084"/>
    <w:rsid w:val="00AA2A44"/>
    <w:rsid w:val="00AA6641"/>
    <w:rsid w:val="00AB6173"/>
    <w:rsid w:val="00AB62F8"/>
    <w:rsid w:val="00AB7352"/>
    <w:rsid w:val="00AC1098"/>
    <w:rsid w:val="00AC4EC5"/>
    <w:rsid w:val="00AC582F"/>
    <w:rsid w:val="00AD22A4"/>
    <w:rsid w:val="00AD6C5F"/>
    <w:rsid w:val="00AE4C80"/>
    <w:rsid w:val="00AE4EAE"/>
    <w:rsid w:val="00AE6A0C"/>
    <w:rsid w:val="00AF47D5"/>
    <w:rsid w:val="00AF7708"/>
    <w:rsid w:val="00B05A16"/>
    <w:rsid w:val="00B167C2"/>
    <w:rsid w:val="00B175DD"/>
    <w:rsid w:val="00B22ABB"/>
    <w:rsid w:val="00B23620"/>
    <w:rsid w:val="00B236CE"/>
    <w:rsid w:val="00B2490F"/>
    <w:rsid w:val="00B24DB6"/>
    <w:rsid w:val="00B26F53"/>
    <w:rsid w:val="00B2746E"/>
    <w:rsid w:val="00B27817"/>
    <w:rsid w:val="00B3284E"/>
    <w:rsid w:val="00B36D0E"/>
    <w:rsid w:val="00B465F6"/>
    <w:rsid w:val="00B47B76"/>
    <w:rsid w:val="00B55BE2"/>
    <w:rsid w:val="00B60EA0"/>
    <w:rsid w:val="00B66348"/>
    <w:rsid w:val="00B7149B"/>
    <w:rsid w:val="00B72AF5"/>
    <w:rsid w:val="00B824EB"/>
    <w:rsid w:val="00B83B29"/>
    <w:rsid w:val="00B85AC1"/>
    <w:rsid w:val="00B91184"/>
    <w:rsid w:val="00BA3276"/>
    <w:rsid w:val="00BA6D75"/>
    <w:rsid w:val="00BB1E8D"/>
    <w:rsid w:val="00BB5461"/>
    <w:rsid w:val="00BB725D"/>
    <w:rsid w:val="00BC0065"/>
    <w:rsid w:val="00BD3C51"/>
    <w:rsid w:val="00BD3F3C"/>
    <w:rsid w:val="00BE460F"/>
    <w:rsid w:val="00BE6146"/>
    <w:rsid w:val="00BE6CB0"/>
    <w:rsid w:val="00BE7773"/>
    <w:rsid w:val="00BE7F3C"/>
    <w:rsid w:val="00BF0E93"/>
    <w:rsid w:val="00BF3F9A"/>
    <w:rsid w:val="00BF4857"/>
    <w:rsid w:val="00BF4DD9"/>
    <w:rsid w:val="00C20746"/>
    <w:rsid w:val="00C21B5E"/>
    <w:rsid w:val="00C26415"/>
    <w:rsid w:val="00C27E29"/>
    <w:rsid w:val="00C31839"/>
    <w:rsid w:val="00C33076"/>
    <w:rsid w:val="00C37BB2"/>
    <w:rsid w:val="00C4040D"/>
    <w:rsid w:val="00C44732"/>
    <w:rsid w:val="00C47E1B"/>
    <w:rsid w:val="00C501E1"/>
    <w:rsid w:val="00C6307D"/>
    <w:rsid w:val="00C65530"/>
    <w:rsid w:val="00C66BDB"/>
    <w:rsid w:val="00C67227"/>
    <w:rsid w:val="00C7627B"/>
    <w:rsid w:val="00C82A75"/>
    <w:rsid w:val="00C85C84"/>
    <w:rsid w:val="00C87171"/>
    <w:rsid w:val="00C90B8C"/>
    <w:rsid w:val="00C91525"/>
    <w:rsid w:val="00C919AB"/>
    <w:rsid w:val="00C93DD6"/>
    <w:rsid w:val="00C96528"/>
    <w:rsid w:val="00CA1C93"/>
    <w:rsid w:val="00CA2A3B"/>
    <w:rsid w:val="00CA3B0D"/>
    <w:rsid w:val="00CA57FE"/>
    <w:rsid w:val="00CB2ABE"/>
    <w:rsid w:val="00CB3E2C"/>
    <w:rsid w:val="00CB67B8"/>
    <w:rsid w:val="00CB6B1E"/>
    <w:rsid w:val="00CC4129"/>
    <w:rsid w:val="00CC466F"/>
    <w:rsid w:val="00CD0C6F"/>
    <w:rsid w:val="00CD6894"/>
    <w:rsid w:val="00CD73D9"/>
    <w:rsid w:val="00CE3801"/>
    <w:rsid w:val="00CE5E17"/>
    <w:rsid w:val="00CF1F0F"/>
    <w:rsid w:val="00CF2F3C"/>
    <w:rsid w:val="00CF3F3C"/>
    <w:rsid w:val="00D02086"/>
    <w:rsid w:val="00D02756"/>
    <w:rsid w:val="00D05278"/>
    <w:rsid w:val="00D122B3"/>
    <w:rsid w:val="00D13740"/>
    <w:rsid w:val="00D17048"/>
    <w:rsid w:val="00D17B7E"/>
    <w:rsid w:val="00D2627E"/>
    <w:rsid w:val="00D27076"/>
    <w:rsid w:val="00D2788E"/>
    <w:rsid w:val="00D37D65"/>
    <w:rsid w:val="00D4041A"/>
    <w:rsid w:val="00D412A9"/>
    <w:rsid w:val="00D46963"/>
    <w:rsid w:val="00D51813"/>
    <w:rsid w:val="00D5381B"/>
    <w:rsid w:val="00D5568B"/>
    <w:rsid w:val="00D556EB"/>
    <w:rsid w:val="00D613BE"/>
    <w:rsid w:val="00D61B4D"/>
    <w:rsid w:val="00D6300E"/>
    <w:rsid w:val="00D7147A"/>
    <w:rsid w:val="00D75C36"/>
    <w:rsid w:val="00D76BE9"/>
    <w:rsid w:val="00D813E8"/>
    <w:rsid w:val="00D9049A"/>
    <w:rsid w:val="00D90581"/>
    <w:rsid w:val="00DA6CC0"/>
    <w:rsid w:val="00DA7AAB"/>
    <w:rsid w:val="00DC134C"/>
    <w:rsid w:val="00DC2962"/>
    <w:rsid w:val="00DC5A0A"/>
    <w:rsid w:val="00DC61B9"/>
    <w:rsid w:val="00DC6B6B"/>
    <w:rsid w:val="00DD0476"/>
    <w:rsid w:val="00DD1A17"/>
    <w:rsid w:val="00DD5009"/>
    <w:rsid w:val="00DD6718"/>
    <w:rsid w:val="00DE025D"/>
    <w:rsid w:val="00DE1901"/>
    <w:rsid w:val="00DE2792"/>
    <w:rsid w:val="00DF10AD"/>
    <w:rsid w:val="00DF2F03"/>
    <w:rsid w:val="00E021EB"/>
    <w:rsid w:val="00E0550D"/>
    <w:rsid w:val="00E0758D"/>
    <w:rsid w:val="00E112CD"/>
    <w:rsid w:val="00E12264"/>
    <w:rsid w:val="00E12470"/>
    <w:rsid w:val="00E12CC2"/>
    <w:rsid w:val="00E20F3B"/>
    <w:rsid w:val="00E226CE"/>
    <w:rsid w:val="00E314BD"/>
    <w:rsid w:val="00E342B4"/>
    <w:rsid w:val="00E35C0D"/>
    <w:rsid w:val="00E40B32"/>
    <w:rsid w:val="00E42429"/>
    <w:rsid w:val="00E43AAC"/>
    <w:rsid w:val="00E476AA"/>
    <w:rsid w:val="00E60256"/>
    <w:rsid w:val="00E612EB"/>
    <w:rsid w:val="00E63350"/>
    <w:rsid w:val="00E63DEA"/>
    <w:rsid w:val="00E83DD9"/>
    <w:rsid w:val="00E90BED"/>
    <w:rsid w:val="00E90DC9"/>
    <w:rsid w:val="00E925C6"/>
    <w:rsid w:val="00E930F7"/>
    <w:rsid w:val="00E93D09"/>
    <w:rsid w:val="00EB3C81"/>
    <w:rsid w:val="00EB5860"/>
    <w:rsid w:val="00EB620D"/>
    <w:rsid w:val="00EC3C7A"/>
    <w:rsid w:val="00EC43C5"/>
    <w:rsid w:val="00EC7A67"/>
    <w:rsid w:val="00ED2E3D"/>
    <w:rsid w:val="00EE7A2F"/>
    <w:rsid w:val="00F0643B"/>
    <w:rsid w:val="00F2047E"/>
    <w:rsid w:val="00F21902"/>
    <w:rsid w:val="00F26CBB"/>
    <w:rsid w:val="00F346E4"/>
    <w:rsid w:val="00F37B89"/>
    <w:rsid w:val="00F46AE1"/>
    <w:rsid w:val="00F47522"/>
    <w:rsid w:val="00F477EB"/>
    <w:rsid w:val="00F50197"/>
    <w:rsid w:val="00F56159"/>
    <w:rsid w:val="00F62BFF"/>
    <w:rsid w:val="00F64EA1"/>
    <w:rsid w:val="00F67C9D"/>
    <w:rsid w:val="00F73DD9"/>
    <w:rsid w:val="00F76CA8"/>
    <w:rsid w:val="00F76D82"/>
    <w:rsid w:val="00F77CA0"/>
    <w:rsid w:val="00F905B2"/>
    <w:rsid w:val="00F91092"/>
    <w:rsid w:val="00F969FB"/>
    <w:rsid w:val="00F97C89"/>
    <w:rsid w:val="00FA106B"/>
    <w:rsid w:val="00FA5CBD"/>
    <w:rsid w:val="00FA6C2E"/>
    <w:rsid w:val="00FB20C2"/>
    <w:rsid w:val="00FB7173"/>
    <w:rsid w:val="00FC034B"/>
    <w:rsid w:val="00FC3484"/>
    <w:rsid w:val="00FC77FF"/>
    <w:rsid w:val="00FD2781"/>
    <w:rsid w:val="00FD4D3B"/>
    <w:rsid w:val="00FD5899"/>
    <w:rsid w:val="00FD736D"/>
    <w:rsid w:val="00FE1C9D"/>
    <w:rsid w:val="00FE5F6E"/>
    <w:rsid w:val="00FF113D"/>
    <w:rsid w:val="00FF1A5A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2A42A7"/>
    <w:pPr>
      <w:ind w:left="720"/>
      <w:contextualSpacing/>
    </w:pPr>
  </w:style>
  <w:style w:type="paragraph" w:styleId="Revisin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B9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11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Fuentedeprrafopredeter"/>
    <w:rsid w:val="00C65530"/>
  </w:style>
  <w:style w:type="character" w:styleId="Hipervnculovisitado">
    <w:name w:val="FollowedHyperlink"/>
    <w:basedOn w:val="Fuentedeprrafopredeter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innovaciones/sistema-de-montaje-mountera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omer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llmeier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allmeier.com/es/socios/socios-tecnologic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camaras-domera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\private\Presse\PRESSEARTIKEL\Vorlage_Presseartikel-DE_V2.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Vorlage_Presseartikel-DE_V2.3</Template>
  <TotalTime>0</TotalTime>
  <Pages>3</Pages>
  <Words>759</Words>
  <Characters>4787</Characters>
  <Application>Microsoft Office Word</Application>
  <DocSecurity>0</DocSecurity>
  <Lines>39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Dallmeier electronic GmbH &amp; Co.KG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12</cp:revision>
  <cp:lastPrinted>2018-01-17T16:18:00Z</cp:lastPrinted>
  <dcterms:created xsi:type="dcterms:W3CDTF">2024-08-07T14:15:00Z</dcterms:created>
  <dcterms:modified xsi:type="dcterms:W3CDTF">2024-08-09T06:00:00Z</dcterms:modified>
</cp:coreProperties>
</file>